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254" w:rsidRDefault="00BA46BA" w:rsidP="00BA46BA">
      <w:pPr>
        <w:pStyle w:val="Titel"/>
      </w:pPr>
      <w:r w:rsidRPr="00BA46BA">
        <w:rPr>
          <w:noProof/>
          <w:lang w:eastAsia="de-CH"/>
        </w:rPr>
        <w:drawing>
          <wp:anchor distT="0" distB="0" distL="114300" distR="114300" simplePos="0" relativeHeight="251658240" behindDoc="0" locked="0" layoutInCell="1" allowOverlap="1" wp14:anchorId="4BBBEF8C" wp14:editId="03E19D5D">
            <wp:simplePos x="0" y="0"/>
            <wp:positionH relativeFrom="margin">
              <wp:align>right</wp:align>
            </wp:positionH>
            <wp:positionV relativeFrom="paragraph">
              <wp:posOffset>-347345</wp:posOffset>
            </wp:positionV>
            <wp:extent cx="627380" cy="572770"/>
            <wp:effectExtent l="0" t="0" r="127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asti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A46BA">
        <w:t>Serienbriefe</w:t>
      </w:r>
      <w:r>
        <w:t xml:space="preserve"> 10</w:t>
      </w:r>
    </w:p>
    <w:p w:rsidR="00EC6A05" w:rsidRDefault="00EC6A05" w:rsidP="00EC6A05">
      <w:pPr>
        <w:spacing w:after="360"/>
        <w:ind w:left="1701" w:hanging="1701"/>
      </w:pPr>
      <w:r>
        <w:rPr>
          <w:b/>
        </w:rPr>
        <w:t>Hauptthema</w:t>
      </w:r>
      <w:r>
        <w:tab/>
      </w:r>
      <w:r w:rsidRPr="00EC6A05">
        <w:rPr>
          <w:b/>
        </w:rPr>
        <w:t>Etiketten</w:t>
      </w:r>
      <w:r>
        <w:t xml:space="preserve"> aus einer Adressdaten einer Textdatei erstellen</w:t>
      </w:r>
    </w:p>
    <w:p w:rsidR="00EC6A05" w:rsidRDefault="00EC6A05" w:rsidP="00EC6A05">
      <w:pPr>
        <w:spacing w:after="360"/>
        <w:ind w:left="1701" w:hanging="1701"/>
      </w:pPr>
      <w:r>
        <w:rPr>
          <w:b/>
        </w:rPr>
        <w:t>Unterthemen</w:t>
      </w:r>
      <w:r>
        <w:rPr>
          <w:b/>
        </w:rPr>
        <w:tab/>
      </w:r>
      <w:r>
        <w:t>Quelldaten filtern</w:t>
      </w:r>
      <w:r>
        <w:br/>
        <w:t xml:space="preserve">Formatvorlage «Standard» ändern </w:t>
      </w:r>
    </w:p>
    <w:p w:rsidR="00BA46BA" w:rsidRPr="00BA46BA" w:rsidRDefault="00BA46BA" w:rsidP="00BA46BA">
      <w:pPr>
        <w:pStyle w:val="berschrift1"/>
      </w:pPr>
      <w:r w:rsidRPr="00BA46BA">
        <w:t>Aufgaben</w:t>
      </w:r>
    </w:p>
    <w:p w:rsidR="00BA46BA" w:rsidRDefault="00BA46BA" w:rsidP="00BA46BA">
      <w:pPr>
        <w:pStyle w:val="Listenabsatz"/>
        <w:numPr>
          <w:ilvl w:val="0"/>
          <w:numId w:val="1"/>
        </w:numPr>
        <w:ind w:left="357" w:hanging="357"/>
        <w:contextualSpacing w:val="0"/>
      </w:pPr>
      <w:r>
        <w:t xml:space="preserve">Erstellen Sie aus den Adressen der Datei </w:t>
      </w:r>
      <w:r w:rsidRPr="00BA46BA">
        <w:rPr>
          <w:rStyle w:val="Fett"/>
        </w:rPr>
        <w:t>quelle.txt</w:t>
      </w:r>
      <w:r>
        <w:t xml:space="preserve"> Etiketten im Format «Herma 9633 – Labels A4».</w:t>
      </w:r>
    </w:p>
    <w:p w:rsidR="00BA46BA" w:rsidRDefault="00BA46BA" w:rsidP="00BA46BA">
      <w:pPr>
        <w:pStyle w:val="Listenabsatz"/>
        <w:numPr>
          <w:ilvl w:val="0"/>
          <w:numId w:val="1"/>
        </w:numPr>
        <w:ind w:left="357" w:hanging="357"/>
        <w:contextualSpacing w:val="0"/>
      </w:pPr>
      <w:r>
        <w:t>Formatieren Sie das ganze Dokument mit der Formatvorlage «Standard».</w:t>
      </w:r>
    </w:p>
    <w:p w:rsidR="00BA46BA" w:rsidRDefault="00025E3E" w:rsidP="00BA46BA">
      <w:pPr>
        <w:pStyle w:val="Listenabsatz"/>
        <w:numPr>
          <w:ilvl w:val="0"/>
          <w:numId w:val="1"/>
        </w:numPr>
        <w:tabs>
          <w:tab w:val="left" w:pos="3544"/>
        </w:tabs>
        <w:ind w:left="357" w:hanging="357"/>
        <w:contextualSpacing w:val="0"/>
      </w:pPr>
      <w:r>
        <w:rPr>
          <w:noProof/>
          <w:lang w:eastAsia="de-CH"/>
        </w:rPr>
        <w:drawing>
          <wp:anchor distT="0" distB="0" distL="114300" distR="114300" simplePos="0" relativeHeight="251659264" behindDoc="0" locked="0" layoutInCell="1" allowOverlap="1" wp14:anchorId="0CD0E262" wp14:editId="44898339">
            <wp:simplePos x="0" y="0"/>
            <wp:positionH relativeFrom="margin">
              <wp:align>right</wp:align>
            </wp:positionH>
            <wp:positionV relativeFrom="paragraph">
              <wp:posOffset>756920</wp:posOffset>
            </wp:positionV>
            <wp:extent cx="704850" cy="657225"/>
            <wp:effectExtent l="152400" t="152400" r="361950" b="37147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57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BA46BA">
        <w:t>Ändern Sie die Formatvorlage «Standard» wie folgt:</w:t>
      </w:r>
      <w:r w:rsidR="00BA46BA">
        <w:br/>
        <w:t>Schriftgrad</w:t>
      </w:r>
      <w:r w:rsidR="00BA46BA">
        <w:tab/>
        <w:t>12 Pt.</w:t>
      </w:r>
      <w:r w:rsidR="00BA46BA">
        <w:br/>
        <w:t>Linker Einzug</w:t>
      </w:r>
      <w:r w:rsidR="00BA46BA">
        <w:tab/>
        <w:t>1 cm</w:t>
      </w:r>
      <w:r w:rsidR="00BA46BA">
        <w:br/>
        <w:t>Absatzabstand vor und nach</w:t>
      </w:r>
      <w:r w:rsidR="00BA46BA">
        <w:tab/>
        <w:t>je 0 cm</w:t>
      </w:r>
      <w:r w:rsidR="00BA46BA">
        <w:br/>
        <w:t>Zeilenabstand</w:t>
      </w:r>
      <w:r w:rsidR="00BA46BA">
        <w:tab/>
        <w:t>Mehrfach 1.2</w:t>
      </w:r>
    </w:p>
    <w:p w:rsidR="00BA46BA" w:rsidRDefault="00025E3E" w:rsidP="00BA46BA">
      <w:pPr>
        <w:pStyle w:val="Listenabsatz"/>
        <w:numPr>
          <w:ilvl w:val="0"/>
          <w:numId w:val="1"/>
        </w:numPr>
        <w:tabs>
          <w:tab w:val="left" w:pos="3544"/>
        </w:tabs>
        <w:ind w:left="357" w:hanging="357"/>
        <w:contextualSpacing w:val="0"/>
      </w:pPr>
      <w:r>
        <w:t>Richten Sie alle Z</w:t>
      </w:r>
      <w:r w:rsidR="00BA46BA">
        <w:t>ellen</w:t>
      </w:r>
      <w:r>
        <w:t>inhalte</w:t>
      </w:r>
      <w:r w:rsidR="00BA46BA">
        <w:t xml:space="preserve"> </w:t>
      </w:r>
      <w:r>
        <w:t>linksbündig und vertikal mittig aus.</w:t>
      </w:r>
    </w:p>
    <w:p w:rsidR="00BA46BA" w:rsidRDefault="00BA46BA" w:rsidP="00BA46BA">
      <w:pPr>
        <w:pStyle w:val="Listenabsatz"/>
        <w:numPr>
          <w:ilvl w:val="0"/>
          <w:numId w:val="1"/>
        </w:numPr>
        <w:ind w:left="357" w:hanging="357"/>
        <w:contextualSpacing w:val="0"/>
      </w:pPr>
      <w:r>
        <w:t>Fügen Sie die Seriendruckfelder wie abgebildet ein:</w:t>
      </w:r>
      <w:r>
        <w:br/>
      </w:r>
      <w:r w:rsidR="00025E3E">
        <w:rPr>
          <w:noProof/>
          <w:lang w:eastAsia="de-CH"/>
        </w:rPr>
        <w:drawing>
          <wp:inline distT="0" distB="0" distL="0" distR="0" wp14:anchorId="6AEA0BDD" wp14:editId="66CD862A">
            <wp:extent cx="4029075" cy="1647825"/>
            <wp:effectExtent l="152400" t="152400" r="371475" b="37147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16478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A46BA" w:rsidRDefault="00025E3E" w:rsidP="00BA46BA">
      <w:pPr>
        <w:pStyle w:val="Listenabsatz"/>
        <w:numPr>
          <w:ilvl w:val="0"/>
          <w:numId w:val="1"/>
        </w:numPr>
        <w:ind w:left="357" w:hanging="357"/>
        <w:contextualSpacing w:val="0"/>
      </w:pPr>
      <w:r>
        <w:t xml:space="preserve">Filtern Sie die Liste so, dass nur Etiketten für </w:t>
      </w:r>
      <w:r w:rsidR="0093029C">
        <w:t>Personen, die vor dem 1. Januar </w:t>
      </w:r>
      <w:r>
        <w:t>1990 geboren sind, aufgelistet werden.</w:t>
      </w:r>
    </w:p>
    <w:p w:rsidR="00025E3E" w:rsidRDefault="00025E3E" w:rsidP="00BA46BA">
      <w:pPr>
        <w:pStyle w:val="Listenabsatz"/>
        <w:numPr>
          <w:ilvl w:val="0"/>
          <w:numId w:val="1"/>
        </w:numPr>
        <w:ind w:left="357" w:hanging="357"/>
        <w:contextualSpacing w:val="0"/>
      </w:pPr>
      <w:r>
        <w:t xml:space="preserve">Speichern Sie das Hauptdokument unter dem Namen </w:t>
      </w:r>
      <w:r w:rsidRPr="00025E3E">
        <w:rPr>
          <w:b/>
        </w:rPr>
        <w:t>Etiketten-Hauptdokument.docx.</w:t>
      </w:r>
    </w:p>
    <w:p w:rsidR="00025E3E" w:rsidRDefault="00025E3E" w:rsidP="00BA46BA">
      <w:pPr>
        <w:pStyle w:val="Listenabsatz"/>
        <w:numPr>
          <w:ilvl w:val="0"/>
          <w:numId w:val="1"/>
        </w:numPr>
        <w:ind w:left="357" w:hanging="357"/>
        <w:contextualSpacing w:val="0"/>
      </w:pPr>
      <w:r>
        <w:t>Führen Sie die Adressen und das Hauptdokument zusammen und geben Sie es in ein neues Dokument aus.</w:t>
      </w:r>
    </w:p>
    <w:p w:rsidR="00025E3E" w:rsidRDefault="00025E3E" w:rsidP="00BA46BA">
      <w:pPr>
        <w:pStyle w:val="Listenabsatz"/>
        <w:numPr>
          <w:ilvl w:val="0"/>
          <w:numId w:val="1"/>
        </w:numPr>
        <w:ind w:left="357" w:hanging="357"/>
        <w:contextualSpacing w:val="0"/>
      </w:pPr>
      <w:r>
        <w:t xml:space="preserve">Speichern Sie das neue Dokument unter dem Namen </w:t>
      </w:r>
      <w:r w:rsidRPr="00025E3E">
        <w:rPr>
          <w:b/>
        </w:rPr>
        <w:t>Etiketten-Serie</w:t>
      </w:r>
      <w:r w:rsidR="00FC305F">
        <w:rPr>
          <w:b/>
        </w:rPr>
        <w:t>n</w:t>
      </w:r>
      <w:bookmarkStart w:id="0" w:name="_GoBack"/>
      <w:bookmarkEnd w:id="0"/>
      <w:r w:rsidRPr="00025E3E">
        <w:rPr>
          <w:b/>
        </w:rPr>
        <w:t>dokument.docx</w:t>
      </w:r>
      <w:r>
        <w:rPr>
          <w:b/>
        </w:rPr>
        <w:t>.</w:t>
      </w:r>
    </w:p>
    <w:sectPr w:rsidR="00025E3E" w:rsidSect="00BA46BA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323162"/>
    <w:multiLevelType w:val="hybridMultilevel"/>
    <w:tmpl w:val="8B7CAA1A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B18"/>
    <w:rsid w:val="00025E3E"/>
    <w:rsid w:val="003568CF"/>
    <w:rsid w:val="004D2BA5"/>
    <w:rsid w:val="0093029C"/>
    <w:rsid w:val="00BA46BA"/>
    <w:rsid w:val="00C94254"/>
    <w:rsid w:val="00D70B18"/>
    <w:rsid w:val="00EC6A05"/>
    <w:rsid w:val="00FC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AF2220E-DA6A-440A-B67A-5F18FECE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A46BA"/>
    <w:pPr>
      <w:spacing w:before="80" w:after="80" w:line="288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A46BA"/>
    <w:pPr>
      <w:keepNext/>
      <w:keepLines/>
      <w:spacing w:before="360" w:after="240"/>
      <w:outlineLvl w:val="0"/>
    </w:pPr>
    <w:rPr>
      <w:rFonts w:asciiTheme="majorHAnsi" w:eastAsiaTheme="majorEastAsia" w:hAnsiTheme="majorHAnsi" w:cstheme="majorBidi"/>
      <w:color w:val="44546A" w:themeColor="text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BA46BA"/>
    <w:pPr>
      <w:pBdr>
        <w:bottom w:val="single" w:sz="4" w:space="1" w:color="auto"/>
      </w:pBdr>
      <w:spacing w:after="4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A46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A46BA"/>
    <w:rPr>
      <w:rFonts w:asciiTheme="majorHAnsi" w:eastAsiaTheme="majorEastAsia" w:hAnsiTheme="majorHAnsi" w:cstheme="majorBidi"/>
      <w:color w:val="44546A" w:themeColor="text2"/>
      <w:sz w:val="32"/>
      <w:szCs w:val="32"/>
    </w:rPr>
  </w:style>
  <w:style w:type="paragraph" w:styleId="Listenabsatz">
    <w:name w:val="List Paragraph"/>
    <w:basedOn w:val="Standard"/>
    <w:uiPriority w:val="34"/>
    <w:qFormat/>
    <w:rsid w:val="00BA46BA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BA46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9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797434B8.dotm</Template>
  <TotalTime>0</TotalTime>
  <Pages>1</Pages>
  <Words>133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Lippuner Jürg</cp:lastModifiedBy>
  <cp:revision>8</cp:revision>
  <dcterms:created xsi:type="dcterms:W3CDTF">2015-03-17T17:59:00Z</dcterms:created>
  <dcterms:modified xsi:type="dcterms:W3CDTF">2015-03-19T18:51:00Z</dcterms:modified>
</cp:coreProperties>
</file>