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ECA" w:rsidRDefault="003F2C8F" w:rsidP="00117ECA">
      <w:pPr>
        <w:pStyle w:val="Titel"/>
      </w:pPr>
      <w:bookmarkStart w:id="0" w:name="_GoBack"/>
      <w:bookmarkEnd w:id="0"/>
      <w:r>
        <w:t>Auto zu verkaufen</w:t>
      </w:r>
    </w:p>
    <w:p w:rsidR="00117ECA" w:rsidRDefault="00117ECA" w:rsidP="00117ECA">
      <w:pPr>
        <w:tabs>
          <w:tab w:val="left" w:pos="2410"/>
        </w:tabs>
      </w:pPr>
      <w:r>
        <w:t>Marke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Modell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Leistung in kW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Verbrauch in l/100 km</w:t>
      </w:r>
      <w:r>
        <w:tab/>
        <w:t xml:space="preserve">  </w:t>
      </w:r>
    </w:p>
    <w:p w:rsidR="00117ECA" w:rsidRDefault="00117ECA" w:rsidP="00117ECA">
      <w:pPr>
        <w:tabs>
          <w:tab w:val="left" w:pos="2410"/>
        </w:tabs>
      </w:pPr>
      <w:r>
        <w:t>Kilometerstand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Kraftstoffart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Getriebeart</w:t>
      </w:r>
      <w:r>
        <w:tab/>
      </w:r>
    </w:p>
    <w:p w:rsidR="00117ECA" w:rsidRDefault="00117ECA" w:rsidP="00117ECA">
      <w:pPr>
        <w:tabs>
          <w:tab w:val="left" w:pos="2410"/>
        </w:tabs>
      </w:pPr>
      <w:r>
        <w:t>Datum der Erstzulassung</w:t>
      </w:r>
      <w:r>
        <w:tab/>
      </w:r>
    </w:p>
    <w:p w:rsidR="00117ECA" w:rsidRDefault="00117ECA" w:rsidP="00117ECA">
      <w:r>
        <w:t>Foto des Fahrzeugs</w:t>
      </w:r>
    </w:p>
    <w:p w:rsidR="00117ECA" w:rsidRDefault="00117ECA" w:rsidP="00117ECA"/>
    <w:p w:rsidR="00117ECA" w:rsidRDefault="00117ECA" w:rsidP="00117ECA"/>
    <w:p w:rsidR="00117ECA" w:rsidRDefault="00117ECA" w:rsidP="00117ECA">
      <w:r>
        <w:t>Kontakt</w:t>
      </w:r>
    </w:p>
    <w:p w:rsidR="00117ECA" w:rsidRDefault="00117ECA" w:rsidP="00117ECA"/>
    <w:p w:rsidR="00117ECA" w:rsidRDefault="00117ECA" w:rsidP="00117ECA"/>
    <w:p w:rsidR="00457F45" w:rsidRDefault="00D24455"/>
    <w:sectPr w:rsidR="00457F45" w:rsidSect="008949F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ECA"/>
    <w:rsid w:val="00117ECA"/>
    <w:rsid w:val="002B3046"/>
    <w:rsid w:val="002B7ADC"/>
    <w:rsid w:val="003A7D95"/>
    <w:rsid w:val="003F2C8F"/>
    <w:rsid w:val="0045313B"/>
    <w:rsid w:val="00815702"/>
    <w:rsid w:val="00845801"/>
    <w:rsid w:val="00CD13BD"/>
    <w:rsid w:val="00D24455"/>
    <w:rsid w:val="00DF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F2497C7-4751-4127-BC7E-26FDB19E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17ECA"/>
    <w:rPr>
      <w:rFonts w:eastAsiaTheme="minorEastAsi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117EC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117EC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B4984076.dotm</Template>
  <TotalTime>0</TotalTime>
  <Pages>1</Pages>
  <Words>23</Words>
  <Characters>152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Sally Wagner</dc:creator>
  <cp:lastModifiedBy>Jürg Lippuner</cp:lastModifiedBy>
  <cp:revision>2</cp:revision>
  <dcterms:created xsi:type="dcterms:W3CDTF">2019-05-25T07:03:00Z</dcterms:created>
  <dcterms:modified xsi:type="dcterms:W3CDTF">2019-05-25T07:03:00Z</dcterms:modified>
</cp:coreProperties>
</file>