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26C" w:rsidRDefault="00AA026C" w:rsidP="00A22C9A">
      <w:pPr>
        <w:pStyle w:val="Titel"/>
      </w:pPr>
      <w:r>
        <w:t xml:space="preserve">Adressen </w:t>
      </w:r>
      <w:r w:rsidR="00A22C9A">
        <w:t xml:space="preserve">aus Excel </w:t>
      </w:r>
      <w:r w:rsidRPr="00A22C9A">
        <w:t>importieren</w:t>
      </w:r>
    </w:p>
    <w:p w:rsidR="00E42CA3" w:rsidRDefault="00E42CA3" w:rsidP="00E42CA3">
      <w:pPr>
        <w:ind w:left="1843" w:hanging="1843"/>
      </w:pPr>
      <w:r w:rsidRPr="00AA026C">
        <w:rPr>
          <w:b/>
        </w:rPr>
        <w:t>Voraussetzungen</w:t>
      </w:r>
      <w:r>
        <w:tab/>
        <w:t>Outlook Bedienelemente, Kontakte, E-Mail</w:t>
      </w:r>
    </w:p>
    <w:p w:rsidR="00A22C9A" w:rsidRPr="00AA026C" w:rsidRDefault="00A22C9A" w:rsidP="00A22C9A">
      <w:pPr>
        <w:ind w:left="1843" w:hanging="1843"/>
      </w:pPr>
      <w:r w:rsidRPr="00A22C9A">
        <w:rPr>
          <w:b/>
        </w:rPr>
        <w:t>Ziel</w:t>
      </w:r>
      <w:r>
        <w:tab/>
      </w:r>
      <w:r w:rsidRPr="00AA026C">
        <w:t>Wir haben im Excel eine Adressliste und möchten diese Informationen im Outlook</w:t>
      </w:r>
      <w:r>
        <w:t>-</w:t>
      </w:r>
      <w:r w:rsidRPr="00AA026C">
        <w:t xml:space="preserve">Adressbuch zur Verfügung haben. </w:t>
      </w:r>
    </w:p>
    <w:p w:rsidR="00A22C9A" w:rsidRPr="00AA026C" w:rsidRDefault="00A22C9A" w:rsidP="00E42CA3">
      <w:pPr>
        <w:pBdr>
          <w:bottom w:val="single" w:sz="4" w:space="1" w:color="auto"/>
        </w:pBdr>
        <w:ind w:left="1843" w:hanging="1843"/>
      </w:pPr>
      <w:r w:rsidRPr="00A22C9A">
        <w:rPr>
          <w:b/>
        </w:rPr>
        <w:t>Schwierigkeit</w:t>
      </w:r>
      <w:r>
        <w:tab/>
      </w:r>
      <w:r w:rsidRPr="00AA026C">
        <w:t xml:space="preserve">mittel </w:t>
      </w:r>
    </w:p>
    <w:p w:rsidR="00AA026C" w:rsidRPr="00E42CA3" w:rsidRDefault="00AA026C" w:rsidP="00AA026C">
      <w:pPr>
        <w:ind w:left="1843" w:hanging="1843"/>
        <w:rPr>
          <w:sz w:val="20"/>
        </w:rPr>
      </w:pPr>
      <w:r w:rsidRPr="00E42CA3">
        <w:rPr>
          <w:b/>
          <w:sz w:val="20"/>
        </w:rPr>
        <w:t>Quelle</w:t>
      </w:r>
      <w:r w:rsidRPr="00E42CA3">
        <w:rPr>
          <w:sz w:val="20"/>
        </w:rPr>
        <w:tab/>
      </w:r>
      <w:proofErr w:type="spellStart"/>
      <w:r w:rsidRPr="00E42CA3">
        <w:rPr>
          <w:b/>
          <w:sz w:val="20"/>
        </w:rPr>
        <w:t>Landert</w:t>
      </w:r>
      <w:proofErr w:type="spellEnd"/>
      <w:r w:rsidRPr="00E42CA3">
        <w:rPr>
          <w:b/>
          <w:sz w:val="20"/>
        </w:rPr>
        <w:t xml:space="preserve"> Mirjam (2010):</w:t>
      </w:r>
      <w:r w:rsidRPr="00E42CA3">
        <w:rPr>
          <w:sz w:val="20"/>
        </w:rPr>
        <w:t xml:space="preserve"> Outlook 2007 – Adressenimport aus Excel. In: </w:t>
      </w:r>
      <w:proofErr w:type="spellStart"/>
      <w:r w:rsidRPr="00E42CA3">
        <w:rPr>
          <w:sz w:val="20"/>
        </w:rPr>
        <w:t>Wings</w:t>
      </w:r>
      <w:proofErr w:type="spellEnd"/>
      <w:r w:rsidRPr="00E42CA3">
        <w:rPr>
          <w:sz w:val="20"/>
        </w:rPr>
        <w:t xml:space="preserve"> Übung der Woche 33. </w:t>
      </w:r>
      <w:proofErr w:type="spellStart"/>
      <w:r w:rsidRPr="00E42CA3">
        <w:rPr>
          <w:sz w:val="20"/>
        </w:rPr>
        <w:t>Schindellegi</w:t>
      </w:r>
      <w:proofErr w:type="spellEnd"/>
      <w:r w:rsidRPr="00E42CA3">
        <w:rPr>
          <w:sz w:val="20"/>
        </w:rPr>
        <w:t xml:space="preserve">: </w:t>
      </w:r>
      <w:proofErr w:type="spellStart"/>
      <w:r w:rsidRPr="00E42CA3">
        <w:rPr>
          <w:sz w:val="20"/>
        </w:rPr>
        <w:t>Wings</w:t>
      </w:r>
      <w:proofErr w:type="spellEnd"/>
      <w:r w:rsidRPr="00E42CA3">
        <w:rPr>
          <w:sz w:val="20"/>
        </w:rPr>
        <w:t>-Verlag.</w:t>
      </w:r>
    </w:p>
    <w:p w:rsidR="00AA026C" w:rsidRDefault="00A22C9A" w:rsidP="009F4515">
      <w:pPr>
        <w:pBdr>
          <w:bottom w:val="single" w:sz="4" w:space="1" w:color="auto"/>
        </w:pBdr>
        <w:ind w:left="1843" w:hanging="1843"/>
      </w:pPr>
      <w:r>
        <w:rPr>
          <w:b/>
        </w:rPr>
        <w:t>Achtung</w:t>
      </w:r>
      <w:r w:rsidR="00AA026C">
        <w:tab/>
      </w:r>
      <w:proofErr w:type="spellStart"/>
      <w:r w:rsidR="00AA026C" w:rsidRPr="00A22C9A">
        <w:rPr>
          <w:b/>
        </w:rPr>
        <w:t>Excelmappen</w:t>
      </w:r>
      <w:proofErr w:type="spellEnd"/>
      <w:r w:rsidR="00AA026C" w:rsidRPr="00A22C9A">
        <w:rPr>
          <w:b/>
        </w:rPr>
        <w:t xml:space="preserve"> können in Outlook 2013 nicht </w:t>
      </w:r>
      <w:r>
        <w:rPr>
          <w:b/>
        </w:rPr>
        <w:t>direkt</w:t>
      </w:r>
      <w:r w:rsidR="00AA026C" w:rsidRPr="00A22C9A">
        <w:rPr>
          <w:b/>
        </w:rPr>
        <w:t xml:space="preserve"> importiert werden.</w:t>
      </w:r>
      <w:r w:rsidR="00AA026C">
        <w:br/>
      </w:r>
      <w:r w:rsidR="00AA026C" w:rsidRPr="00A22C9A">
        <w:rPr>
          <w:i/>
        </w:rPr>
        <w:t>Lö</w:t>
      </w:r>
      <w:r w:rsidRPr="00A22C9A">
        <w:rPr>
          <w:i/>
        </w:rPr>
        <w:t xml:space="preserve">sung: </w:t>
      </w:r>
      <w:r w:rsidR="00AA026C" w:rsidRPr="00A22C9A">
        <w:rPr>
          <w:i/>
        </w:rPr>
        <w:t>in CSV-Datei exportieren und alle Strichpunkte durch Kommas ersetzen</w:t>
      </w:r>
      <w:r w:rsidR="00E42CA3">
        <w:rPr>
          <w:i/>
        </w:rPr>
        <w:t xml:space="preserve"> </w:t>
      </w:r>
      <w:r w:rsidR="00E42CA3" w:rsidRPr="00E42CA3">
        <w:rPr>
          <w:i/>
        </w:rPr>
        <w:sym w:font="Wingdings" w:char="F0E0"/>
      </w:r>
      <w:r w:rsidR="00E42CA3">
        <w:rPr>
          <w:i/>
        </w:rPr>
        <w:t xml:space="preserve"> Aufgaben 1–5</w:t>
      </w:r>
    </w:p>
    <w:p w:rsidR="00AA026C" w:rsidRDefault="00A22C9A" w:rsidP="00A22C9A">
      <w:pPr>
        <w:pStyle w:val="berschrift1"/>
      </w:pPr>
      <w:r>
        <w:t>Aufgaben</w:t>
      </w:r>
    </w:p>
    <w:p w:rsidR="00A22C9A" w:rsidRDefault="00A22C9A" w:rsidP="00A22C9A">
      <w:pPr>
        <w:pStyle w:val="Listenabsatz"/>
        <w:numPr>
          <w:ilvl w:val="0"/>
          <w:numId w:val="1"/>
        </w:numPr>
      </w:pPr>
      <w:r>
        <w:t xml:space="preserve">Starten Sie die </w:t>
      </w:r>
      <w:proofErr w:type="spellStart"/>
      <w:r>
        <w:t>Excelmappe</w:t>
      </w:r>
      <w:proofErr w:type="spellEnd"/>
      <w:r>
        <w:t xml:space="preserve"> Adressen.xlsx.</w:t>
      </w:r>
    </w:p>
    <w:p w:rsidR="00A22C9A" w:rsidRDefault="00A22C9A" w:rsidP="00A22C9A">
      <w:pPr>
        <w:pStyle w:val="Listenabsatz"/>
        <w:numPr>
          <w:ilvl w:val="0"/>
          <w:numId w:val="1"/>
        </w:numPr>
      </w:pPr>
      <w:r>
        <w:t xml:space="preserve">Speichern Sie die </w:t>
      </w:r>
      <w:r w:rsidR="00E36584">
        <w:t xml:space="preserve">Mappe im </w:t>
      </w:r>
      <w:proofErr w:type="spellStart"/>
      <w:r w:rsidR="00E36584">
        <w:t>csv</w:t>
      </w:r>
      <w:proofErr w:type="spellEnd"/>
      <w:r w:rsidR="00E36584">
        <w:t xml:space="preserve">-Format unter dem Namen </w:t>
      </w:r>
      <w:r w:rsidR="00E42CA3" w:rsidRPr="00E42CA3">
        <w:rPr>
          <w:b/>
        </w:rPr>
        <w:t>Adressen.csv</w:t>
      </w:r>
      <w:r>
        <w:t xml:space="preserve"> </w:t>
      </w:r>
      <w:r w:rsidR="00E42CA3">
        <w:br/>
      </w:r>
      <w:r w:rsidRPr="00E42CA3">
        <w:rPr>
          <w:rStyle w:val="IntensivesZitatZchn"/>
        </w:rPr>
        <w:t>Dateityp: CSV (Trennzeichen-getrennt</w:t>
      </w:r>
      <w:r w:rsidR="00E42CA3">
        <w:rPr>
          <w:rStyle w:val="IntensivesZitatZchn"/>
        </w:rPr>
        <w:t>)</w:t>
      </w:r>
      <w:r>
        <w:t>.</w:t>
      </w:r>
    </w:p>
    <w:p w:rsidR="00A22C9A" w:rsidRDefault="00A22C9A" w:rsidP="00A22C9A">
      <w:pPr>
        <w:pStyle w:val="Listenabsatz"/>
        <w:numPr>
          <w:ilvl w:val="0"/>
          <w:numId w:val="1"/>
        </w:numPr>
      </w:pPr>
      <w:r>
        <w:t xml:space="preserve">Öffnen Sie die </w:t>
      </w:r>
      <w:proofErr w:type="spellStart"/>
      <w:r>
        <w:t>csv</w:t>
      </w:r>
      <w:proofErr w:type="spellEnd"/>
      <w:r>
        <w:t xml:space="preserve">-Datei mit einem Texteditor (z. B. </w:t>
      </w:r>
      <w:r w:rsidR="00E42CA3">
        <w:t>Editor</w:t>
      </w:r>
      <w:r>
        <w:t>).</w:t>
      </w:r>
      <w:r w:rsidR="00E42CA3">
        <w:br/>
      </w:r>
      <w:r w:rsidR="00E42CA3" w:rsidRPr="00E42CA3">
        <w:rPr>
          <w:rStyle w:val="IntensiveHervorhebung"/>
        </w:rPr>
        <w:t xml:space="preserve">Kontextmenü Öffnen mit … </w:t>
      </w:r>
      <w:r w:rsidR="00E42CA3" w:rsidRPr="00E42CA3">
        <w:rPr>
          <w:rStyle w:val="IntensiveHervorhebung"/>
        </w:rPr>
        <w:sym w:font="Wingdings" w:char="F0E0"/>
      </w:r>
      <w:r w:rsidR="00E42CA3" w:rsidRPr="00E42CA3">
        <w:rPr>
          <w:rStyle w:val="IntensiveHervorhebung"/>
        </w:rPr>
        <w:t xml:space="preserve"> Editor</w:t>
      </w:r>
    </w:p>
    <w:p w:rsidR="00A22C9A" w:rsidRDefault="00A22C9A" w:rsidP="00A22C9A">
      <w:pPr>
        <w:pStyle w:val="Listenabsatz"/>
        <w:numPr>
          <w:ilvl w:val="0"/>
          <w:numId w:val="1"/>
        </w:numPr>
      </w:pPr>
      <w:r>
        <w:t>Ersetzen Sie alle Strichpunkte (Semikolons) durch Komma</w:t>
      </w:r>
      <w:r w:rsidR="00E42CA3">
        <w:t>s</w:t>
      </w:r>
      <w:r>
        <w:t>.</w:t>
      </w:r>
      <w:r>
        <w:br/>
      </w:r>
      <w:r w:rsidRPr="00E42CA3">
        <w:rPr>
          <w:rStyle w:val="IntensiveHervorhebung"/>
        </w:rPr>
        <w:t xml:space="preserve">Befehl </w:t>
      </w:r>
      <w:r w:rsidR="00C958EA">
        <w:rPr>
          <w:rStyle w:val="IntensiveHervorhebung"/>
        </w:rPr>
        <w:t>BEARBEITEN</w:t>
      </w:r>
      <w:r w:rsidRPr="00E42CA3">
        <w:rPr>
          <w:rStyle w:val="IntensiveHervorhebung"/>
        </w:rPr>
        <w:t xml:space="preserve"> </w:t>
      </w:r>
      <w:r w:rsidRPr="00E42CA3">
        <w:rPr>
          <w:rStyle w:val="IntensiveHervorhebung"/>
        </w:rPr>
        <w:sym w:font="Wingdings" w:char="F0E8"/>
      </w:r>
      <w:r w:rsidRPr="00E42CA3">
        <w:rPr>
          <w:rStyle w:val="IntensiveHervorhebung"/>
        </w:rPr>
        <w:t xml:space="preserve"> Ersetzen</w:t>
      </w:r>
    </w:p>
    <w:p w:rsidR="00A22C9A" w:rsidRDefault="00E42CA3" w:rsidP="00A22C9A">
      <w:pPr>
        <w:pStyle w:val="Listenabsatz"/>
        <w:numPr>
          <w:ilvl w:val="0"/>
          <w:numId w:val="1"/>
        </w:numPr>
      </w:pPr>
      <w:r>
        <w:t>Speichern Sie die Datei und schliessen Sie sie.</w:t>
      </w:r>
    </w:p>
    <w:p w:rsidR="00AA026C" w:rsidRPr="00AA026C" w:rsidRDefault="00E42CA3" w:rsidP="00AA026C">
      <w:pPr>
        <w:pStyle w:val="Listenabsatz"/>
        <w:numPr>
          <w:ilvl w:val="0"/>
          <w:numId w:val="1"/>
        </w:numPr>
      </w:pPr>
      <w:r>
        <w:t>Starten Sie Outlook.</w:t>
      </w:r>
    </w:p>
    <w:p w:rsidR="00AA026C" w:rsidRPr="00AA026C" w:rsidRDefault="00AA026C" w:rsidP="00E42CA3">
      <w:pPr>
        <w:pStyle w:val="Listenabsatz"/>
        <w:numPr>
          <w:ilvl w:val="0"/>
          <w:numId w:val="1"/>
        </w:numPr>
      </w:pPr>
      <w:r w:rsidRPr="00AA026C">
        <w:t xml:space="preserve">Erstellen Sie im Ordner </w:t>
      </w:r>
      <w:r w:rsidRPr="00E42CA3">
        <w:rPr>
          <w:b/>
        </w:rPr>
        <w:t>Kontakte</w:t>
      </w:r>
      <w:r w:rsidRPr="00AA026C">
        <w:t xml:space="preserve"> einen Unterordner </w:t>
      </w:r>
      <w:r w:rsidRPr="00E42CA3">
        <w:rPr>
          <w:b/>
        </w:rPr>
        <w:t>Schule</w:t>
      </w:r>
      <w:r w:rsidR="00E42CA3">
        <w:t>.</w:t>
      </w:r>
    </w:p>
    <w:p w:rsidR="00AA026C" w:rsidRPr="00AA026C" w:rsidRDefault="00AA026C" w:rsidP="00E42CA3">
      <w:pPr>
        <w:pStyle w:val="Listenabsatz"/>
        <w:numPr>
          <w:ilvl w:val="0"/>
          <w:numId w:val="1"/>
        </w:numPr>
      </w:pPr>
      <w:r w:rsidRPr="00AA026C">
        <w:t xml:space="preserve">Importieren Sie in den Kontakteordner </w:t>
      </w:r>
      <w:r w:rsidRPr="00E42CA3">
        <w:rPr>
          <w:b/>
        </w:rPr>
        <w:t>Schule</w:t>
      </w:r>
      <w:r w:rsidRPr="00AA026C">
        <w:t xml:space="preserve"> die Adressen aus der Datei </w:t>
      </w:r>
      <w:r w:rsidRPr="00E42CA3">
        <w:rPr>
          <w:b/>
        </w:rPr>
        <w:t>Adressen.</w:t>
      </w:r>
      <w:r w:rsidR="00E42CA3" w:rsidRPr="00E42CA3">
        <w:rPr>
          <w:b/>
        </w:rPr>
        <w:t>csv.</w:t>
      </w:r>
      <w:r w:rsidR="00E42CA3">
        <w:br/>
      </w:r>
      <w:r w:rsidR="00E42CA3" w:rsidRPr="00C958EA">
        <w:rPr>
          <w:i/>
        </w:rPr>
        <w:t xml:space="preserve">Konnten Sie die Aufgaben 1 – 5 nicht lösen, </w:t>
      </w:r>
      <w:r w:rsidR="00C958EA" w:rsidRPr="00C958EA">
        <w:rPr>
          <w:i/>
        </w:rPr>
        <w:t xml:space="preserve">so </w:t>
      </w:r>
      <w:r w:rsidR="00E42CA3" w:rsidRPr="00C958EA">
        <w:rPr>
          <w:i/>
        </w:rPr>
        <w:t>verwenden</w:t>
      </w:r>
      <w:r w:rsidR="00C958EA" w:rsidRPr="00C958EA">
        <w:rPr>
          <w:i/>
        </w:rPr>
        <w:t xml:space="preserve"> Sie die Datei Adressen1.csv.</w:t>
      </w:r>
      <w:r w:rsidR="00C958EA">
        <w:br/>
      </w:r>
      <w:r w:rsidR="00C958EA" w:rsidRPr="00C958EA">
        <w:rPr>
          <w:rStyle w:val="IntensiveHervorhebung"/>
        </w:rPr>
        <w:t xml:space="preserve">Befehl DATEI </w:t>
      </w:r>
      <w:r w:rsidR="00C958EA" w:rsidRPr="00C958EA">
        <w:rPr>
          <w:rStyle w:val="IntensiveHervorhebung"/>
        </w:rPr>
        <w:sym w:font="Wingdings" w:char="F0E8"/>
      </w:r>
      <w:r w:rsidR="00C958EA" w:rsidRPr="00C958EA">
        <w:rPr>
          <w:rStyle w:val="IntensiveHervorhebung"/>
        </w:rPr>
        <w:t xml:space="preserve"> Öffnen und exportieren </w:t>
      </w:r>
      <w:r w:rsidR="00C958EA" w:rsidRPr="00C958EA">
        <w:rPr>
          <w:rStyle w:val="IntensiveHervorhebung"/>
        </w:rPr>
        <w:sym w:font="Wingdings" w:char="F0E8"/>
      </w:r>
      <w:r w:rsidR="00C958EA" w:rsidRPr="00C958EA">
        <w:rPr>
          <w:rStyle w:val="IntensiveHervorhebung"/>
        </w:rPr>
        <w:t xml:space="preserve"> Importieren/Exportieren</w:t>
      </w:r>
      <w:r w:rsidR="00C958EA" w:rsidRPr="00C958EA">
        <w:rPr>
          <w:rStyle w:val="IntensiveHervorhebung"/>
        </w:rPr>
        <w:br/>
      </w:r>
      <w:r w:rsidR="00C958EA">
        <w:rPr>
          <w:rStyle w:val="IntensiveHervorhebung"/>
        </w:rPr>
        <w:sym w:font="Wingdings" w:char="F0E8"/>
      </w:r>
      <w:r w:rsidR="00C958EA">
        <w:rPr>
          <w:rStyle w:val="IntensiveHervorhebung"/>
        </w:rPr>
        <w:t xml:space="preserve"> </w:t>
      </w:r>
      <w:r w:rsidR="00C958EA" w:rsidRPr="00C958EA">
        <w:rPr>
          <w:rStyle w:val="IntensiveHervorhebung"/>
        </w:rPr>
        <w:t>Aus anderen Programmen oder Dateien importieren</w:t>
      </w:r>
      <w:r w:rsidR="00C958EA" w:rsidRPr="00C958EA">
        <w:rPr>
          <w:rStyle w:val="IntensiveHervorhebung"/>
        </w:rPr>
        <w:br/>
      </w:r>
      <w:r w:rsidR="00C958EA">
        <w:rPr>
          <w:rStyle w:val="IntensiveHervorhebung"/>
        </w:rPr>
        <w:sym w:font="Wingdings" w:char="F0E8"/>
      </w:r>
      <w:r w:rsidR="00C958EA">
        <w:rPr>
          <w:rStyle w:val="IntensiveHervorhebung"/>
        </w:rPr>
        <w:t xml:space="preserve"> </w:t>
      </w:r>
      <w:r w:rsidR="00C958EA" w:rsidRPr="00C958EA">
        <w:rPr>
          <w:rStyle w:val="IntensiveHervorhebung"/>
        </w:rPr>
        <w:t>Durch Trennzeichen getrennte Werte</w:t>
      </w:r>
      <w:r w:rsidR="00C958EA" w:rsidRPr="00C958EA">
        <w:rPr>
          <w:rStyle w:val="IntensiveHervorhebung"/>
        </w:rPr>
        <w:br/>
      </w:r>
      <w:r w:rsidR="00C958EA">
        <w:rPr>
          <w:rStyle w:val="IntensiveHervorhebung"/>
        </w:rPr>
        <w:sym w:font="Wingdings" w:char="F0E8"/>
      </w:r>
      <w:r w:rsidR="00C958EA">
        <w:rPr>
          <w:rStyle w:val="IntensiveHervorhebung"/>
        </w:rPr>
        <w:t xml:space="preserve"> </w:t>
      </w:r>
      <w:r w:rsidR="00C958EA" w:rsidRPr="00C958EA">
        <w:rPr>
          <w:rStyle w:val="IntensiveHervorhebung"/>
        </w:rPr>
        <w:t>Datei suchen</w:t>
      </w:r>
      <w:r w:rsidR="00C958EA">
        <w:rPr>
          <w:rStyle w:val="IntensiveHervorhebung"/>
        </w:rPr>
        <w:t xml:space="preserve"> …</w:t>
      </w:r>
    </w:p>
    <w:p w:rsidR="00C958EA" w:rsidRDefault="00C958EA" w:rsidP="00C958EA">
      <w:pPr>
        <w:pStyle w:val="berschrift1"/>
      </w:pPr>
      <w:r>
        <w:t>Fragen</w:t>
      </w:r>
    </w:p>
    <w:p w:rsidR="00AA026C" w:rsidRPr="00AA026C" w:rsidRDefault="00AA026C" w:rsidP="00E42CA3">
      <w:pPr>
        <w:pStyle w:val="Listenabsatz"/>
        <w:numPr>
          <w:ilvl w:val="0"/>
          <w:numId w:val="1"/>
        </w:numPr>
      </w:pPr>
      <w:bookmarkStart w:id="0" w:name="_Ref401127281"/>
      <w:r w:rsidRPr="00AA026C">
        <w:t>Wie viele Adressen wurden importiert?</w:t>
      </w:r>
      <w:r w:rsidR="00C958EA">
        <w:tab/>
      </w:r>
      <w:sdt>
        <w:sdtPr>
          <w:rPr>
            <w:rStyle w:val="Antwort"/>
          </w:rPr>
          <w:id w:val="-1670480213"/>
          <w:placeholder>
            <w:docPart w:val="7AE2AD803BD44CDEBE37A6BB37929DB0"/>
          </w:placeholder>
          <w:showingPlcHdr/>
        </w:sdtPr>
        <w:sdtEndPr>
          <w:rPr>
            <w:rStyle w:val="Antwort"/>
          </w:rPr>
        </w:sdtEndPr>
        <w:sdtContent>
          <w:r w:rsidR="00C958EA" w:rsidRPr="002E44BA">
            <w:rPr>
              <w:rStyle w:val="Antwort"/>
            </w:rPr>
            <w:t>Anzahl Adressen.</w:t>
          </w:r>
        </w:sdtContent>
      </w:sdt>
      <w:bookmarkEnd w:id="0"/>
    </w:p>
    <w:p w:rsidR="00AA026C" w:rsidRPr="00AA026C" w:rsidRDefault="00C958EA" w:rsidP="00E42CA3">
      <w:pPr>
        <w:pStyle w:val="Listenabsatz"/>
        <w:numPr>
          <w:ilvl w:val="0"/>
          <w:numId w:val="1"/>
        </w:numPr>
      </w:pPr>
      <w:bookmarkStart w:id="1" w:name="_Ref401127341"/>
      <w:r>
        <w:t>Gruppieren Sie die Adressen in der Listenansicht nach der Spalte Kategorien.</w:t>
      </w:r>
      <w:r>
        <w:br/>
      </w:r>
      <w:r w:rsidR="00AA026C" w:rsidRPr="00AA026C">
        <w:t xml:space="preserve">Wie viele </w:t>
      </w:r>
      <w:r>
        <w:t xml:space="preserve">Personen gehören zur Kategorie </w:t>
      </w:r>
      <w:r w:rsidR="00AA026C" w:rsidRPr="00C958EA">
        <w:rPr>
          <w:b/>
        </w:rPr>
        <w:t>Kursleite</w:t>
      </w:r>
      <w:r w:rsidRPr="00C958EA">
        <w:rPr>
          <w:b/>
        </w:rPr>
        <w:t>r</w:t>
      </w:r>
      <w:r>
        <w:t xml:space="preserve">? </w:t>
      </w:r>
      <w:sdt>
        <w:sdtPr>
          <w:rPr>
            <w:rStyle w:val="Antwort"/>
          </w:rPr>
          <w:id w:val="-664557067"/>
          <w:placeholder>
            <w:docPart w:val="BA61462829B346829416B1DC4A23832F"/>
          </w:placeholder>
          <w:showingPlcHdr/>
        </w:sdtPr>
        <w:sdtEndPr>
          <w:rPr>
            <w:rStyle w:val="Antwort"/>
          </w:rPr>
        </w:sdtEndPr>
        <w:sdtContent>
          <w:r w:rsidRPr="002E44BA">
            <w:rPr>
              <w:rStyle w:val="Antwort"/>
            </w:rPr>
            <w:t>Anzahl Kursleiter.</w:t>
          </w:r>
        </w:sdtContent>
      </w:sdt>
      <w:bookmarkEnd w:id="1"/>
    </w:p>
    <w:p w:rsidR="00AA026C" w:rsidRPr="00AA026C" w:rsidRDefault="00AA026C" w:rsidP="00E42CA3">
      <w:pPr>
        <w:pStyle w:val="Listenabsatz"/>
        <w:numPr>
          <w:ilvl w:val="0"/>
          <w:numId w:val="1"/>
        </w:numPr>
      </w:pPr>
      <w:r w:rsidRPr="00AA026C">
        <w:t xml:space="preserve">Erstellen Sie im Ordner </w:t>
      </w:r>
      <w:r w:rsidRPr="00C958EA">
        <w:rPr>
          <w:b/>
        </w:rPr>
        <w:t>Schule</w:t>
      </w:r>
      <w:r w:rsidRPr="00AA026C">
        <w:t xml:space="preserve"> drei weitere Kontaktordner: </w:t>
      </w:r>
      <w:r w:rsidRPr="00C958EA">
        <w:rPr>
          <w:b/>
        </w:rPr>
        <w:t>Kunden, Kursleiter, Personal</w:t>
      </w:r>
      <w:r w:rsidRPr="00AA026C">
        <w:t>. Verschieben Sie die dazugehörigen Adressen in die entsprechenden Kontaktor</w:t>
      </w:r>
      <w:r w:rsidR="00C958EA">
        <w:t>dner.</w:t>
      </w:r>
    </w:p>
    <w:p w:rsidR="00AA026C" w:rsidRPr="00C958EA" w:rsidRDefault="00AA026C" w:rsidP="00303B93">
      <w:pPr>
        <w:pStyle w:val="Listenabsatz"/>
        <w:numPr>
          <w:ilvl w:val="0"/>
          <w:numId w:val="1"/>
        </w:numPr>
        <w:rPr>
          <w:rStyle w:val="Fett"/>
          <w:b w:val="0"/>
          <w:bCs w:val="0"/>
        </w:rPr>
      </w:pPr>
      <w:bookmarkStart w:id="2" w:name="_Ref401127383"/>
      <w:r w:rsidRPr="00AA026C">
        <w:lastRenderedPageBreak/>
        <w:t>Sie suchen nach verschiedenen E-Mailadressen und möchten wissen, wie viele hotmail-Adressen sich im Schulord</w:t>
      </w:r>
      <w:r w:rsidR="00C958EA">
        <w:t>ner (mit Unterordner) befinden.</w:t>
      </w:r>
      <w:r w:rsidR="00C958EA">
        <w:br/>
        <w:t xml:space="preserve">Ihr Suchergebnis: </w:t>
      </w:r>
      <w:sdt>
        <w:sdtPr>
          <w:rPr>
            <w:rStyle w:val="Antwort"/>
          </w:rPr>
          <w:id w:val="-1442455057"/>
          <w:placeholder>
            <w:docPart w:val="3367603D80FC4D53A0FDBB69224581B0"/>
          </w:placeholder>
          <w:showingPlcHdr/>
        </w:sdtPr>
        <w:sdtEndPr>
          <w:rPr>
            <w:rStyle w:val="Antwort"/>
          </w:rPr>
        </w:sdtEndPr>
        <w:sdtContent>
          <w:r w:rsidR="00C958EA" w:rsidRPr="002E44BA">
            <w:rPr>
              <w:rStyle w:val="Antwort"/>
            </w:rPr>
            <w:t>Anzahl hotmail-Adressen.</w:t>
          </w:r>
        </w:sdtContent>
      </w:sdt>
      <w:bookmarkEnd w:id="2"/>
    </w:p>
    <w:p w:rsidR="00AA026C" w:rsidRPr="00AA026C" w:rsidRDefault="00C958EA" w:rsidP="00780997">
      <w:pPr>
        <w:pStyle w:val="Listenabsatz"/>
        <w:numPr>
          <w:ilvl w:val="0"/>
          <w:numId w:val="1"/>
        </w:numPr>
      </w:pPr>
      <w:r>
        <w:t>Gaby Bühler</w:t>
      </w:r>
      <w:r w:rsidR="00AA026C" w:rsidRPr="00AA026C">
        <w:t>s E-Mailadresse wurde nicht korrekt erfasst. Änder</w:t>
      </w:r>
      <w:r w:rsidR="002E44BA">
        <w:t>n Sie von «</w:t>
      </w:r>
      <w:proofErr w:type="spellStart"/>
      <w:r w:rsidR="002E44BA">
        <w:t>cablecom</w:t>
      </w:r>
      <w:proofErr w:type="spellEnd"/>
      <w:r w:rsidR="002E44BA">
        <w:t>» auf «</w:t>
      </w:r>
      <w:proofErr w:type="spellStart"/>
      <w:r w:rsidR="002E44BA">
        <w:t>bluewin</w:t>
      </w:r>
      <w:proofErr w:type="spellEnd"/>
      <w:r w:rsidR="002E44BA">
        <w:t>».</w:t>
      </w:r>
      <w:bookmarkStart w:id="3" w:name="_Ref401127400"/>
      <w:r w:rsidR="002E44BA">
        <w:t xml:space="preserve"> </w:t>
      </w:r>
      <w:r w:rsidR="00AA026C" w:rsidRPr="00AA026C">
        <w:t>Wie viele Bluewin-Adressen befinde</w:t>
      </w:r>
      <w:r w:rsidR="002E44BA">
        <w:t xml:space="preserve">n sich im Kontaktordner </w:t>
      </w:r>
      <w:r w:rsidR="002E44BA" w:rsidRPr="002E44BA">
        <w:rPr>
          <w:b/>
        </w:rPr>
        <w:t>Kunden</w:t>
      </w:r>
      <w:r w:rsidR="002E44BA">
        <w:t xml:space="preserve">? </w:t>
      </w:r>
      <w:sdt>
        <w:sdtPr>
          <w:rPr>
            <w:rStyle w:val="Antwort"/>
          </w:rPr>
          <w:id w:val="-979850177"/>
          <w:placeholder>
            <w:docPart w:val="0A8B645655684034AE1BB88FAF07ED4E"/>
          </w:placeholder>
          <w:showingPlcHdr/>
        </w:sdtPr>
        <w:sdtEndPr>
          <w:rPr>
            <w:rStyle w:val="Antwort"/>
          </w:rPr>
        </w:sdtEndPr>
        <w:sdtContent>
          <w:r w:rsidR="002E44BA" w:rsidRPr="002E44BA">
            <w:rPr>
              <w:rStyle w:val="Antwort"/>
            </w:rPr>
            <w:t>Anzahl bluewin-Kundenadressen.</w:t>
          </w:r>
        </w:sdtContent>
      </w:sdt>
      <w:bookmarkEnd w:id="3"/>
    </w:p>
    <w:p w:rsidR="00AA026C" w:rsidRPr="00AA026C" w:rsidRDefault="00AA026C" w:rsidP="00C958EA">
      <w:pPr>
        <w:pStyle w:val="Listenabsatz"/>
        <w:numPr>
          <w:ilvl w:val="0"/>
          <w:numId w:val="1"/>
        </w:numPr>
      </w:pPr>
      <w:r w:rsidRPr="00AA026C">
        <w:t xml:space="preserve">Erstellen Sie eine </w:t>
      </w:r>
      <w:r w:rsidRPr="002E44BA">
        <w:rPr>
          <w:rStyle w:val="IntensiverVerweis"/>
        </w:rPr>
        <w:t>Verteilerliste</w:t>
      </w:r>
      <w:r w:rsidRPr="00AA026C">
        <w:t xml:space="preserve"> aus allen Adressen in der Kategorie </w:t>
      </w:r>
      <w:r w:rsidRPr="002E44BA">
        <w:rPr>
          <w:b/>
        </w:rPr>
        <w:t>Personal</w:t>
      </w:r>
      <w:r w:rsidRPr="00AA026C">
        <w:t xml:space="preserve"> und speichern Sie diese unter dem Namen </w:t>
      </w:r>
      <w:r w:rsidRPr="002E44BA">
        <w:rPr>
          <w:b/>
        </w:rPr>
        <w:t>Mitarbeiter</w:t>
      </w:r>
      <w:r w:rsidR="002E44BA">
        <w:t>.</w:t>
      </w:r>
    </w:p>
    <w:p w:rsidR="00AA026C" w:rsidRDefault="00AA026C" w:rsidP="00C958EA">
      <w:pPr>
        <w:pStyle w:val="Listenabsatz"/>
        <w:numPr>
          <w:ilvl w:val="0"/>
          <w:numId w:val="1"/>
        </w:numPr>
      </w:pPr>
      <w:r w:rsidRPr="00AA026C">
        <w:t xml:space="preserve">Schreiben Sie ein E-Mail an alle Mitarbeiter mit dem Betreff </w:t>
      </w:r>
      <w:r w:rsidR="002E44BA">
        <w:t>«</w:t>
      </w:r>
      <w:r w:rsidRPr="00AA026C">
        <w:t>Einladung Mitarbeiterveranstaltung</w:t>
      </w:r>
      <w:r w:rsidR="002E44BA">
        <w:t>»</w:t>
      </w:r>
      <w:r w:rsidRPr="00AA026C">
        <w:t xml:space="preserve"> und speichern Sie </w:t>
      </w:r>
      <w:r w:rsidR="002E44BA">
        <w:t>dieses im Nachrichtenformat ab.</w:t>
      </w:r>
    </w:p>
    <w:p w:rsidR="002E44BA" w:rsidRDefault="002E44BA" w:rsidP="002E44BA"/>
    <w:p w:rsidR="002E44BA" w:rsidRDefault="002E44BA" w:rsidP="002E44BA">
      <w:pPr>
        <w:pStyle w:val="berschrift2"/>
      </w:pPr>
      <w:r>
        <w:t>Lösungen zur Kontrolle</w:t>
      </w:r>
    </w:p>
    <w:p w:rsidR="002E44BA" w:rsidRDefault="002E44BA" w:rsidP="002E44BA">
      <w:r>
        <w:fldChar w:fldCharType="begin"/>
      </w:r>
      <w:r>
        <w:instrText xml:space="preserve"> REF _Ref401127281 \r \h </w:instrText>
      </w:r>
      <w:r>
        <w:fldChar w:fldCharType="separate"/>
      </w:r>
      <w:r>
        <w:t>9</w:t>
      </w:r>
      <w:r>
        <w:fldChar w:fldCharType="end"/>
      </w:r>
      <w:r>
        <w:tab/>
        <w:t>56 Adressen</w:t>
      </w:r>
    </w:p>
    <w:p w:rsidR="002E44BA" w:rsidRDefault="002E44BA" w:rsidP="002E44BA">
      <w:r>
        <w:fldChar w:fldCharType="begin"/>
      </w:r>
      <w:r>
        <w:instrText xml:space="preserve"> REF _Ref401127341 \r \h </w:instrText>
      </w:r>
      <w:r>
        <w:fldChar w:fldCharType="separate"/>
      </w:r>
      <w:r>
        <w:t>10</w:t>
      </w:r>
      <w:r>
        <w:fldChar w:fldCharType="end"/>
      </w:r>
      <w:r>
        <w:tab/>
        <w:t>8 Kursleiter</w:t>
      </w:r>
    </w:p>
    <w:p w:rsidR="002E44BA" w:rsidRDefault="002E44BA" w:rsidP="002E44BA">
      <w:r>
        <w:fldChar w:fldCharType="begin"/>
      </w:r>
      <w:r>
        <w:instrText xml:space="preserve"> REF _Ref401127383 \r \h </w:instrText>
      </w:r>
      <w:r>
        <w:fldChar w:fldCharType="separate"/>
      </w:r>
      <w:r>
        <w:t>12</w:t>
      </w:r>
      <w:r>
        <w:fldChar w:fldCharType="end"/>
      </w:r>
      <w:r>
        <w:tab/>
        <w:t>7 Hotmail-Adressen</w:t>
      </w:r>
    </w:p>
    <w:p w:rsidR="002E44BA" w:rsidRPr="00AA026C" w:rsidRDefault="002E44BA" w:rsidP="002E44BA">
      <w:r>
        <w:fldChar w:fldCharType="begin"/>
      </w:r>
      <w:r>
        <w:instrText xml:space="preserve"> REF _Ref401127400 \r \h </w:instrText>
      </w:r>
      <w:r>
        <w:fldChar w:fldCharType="separate"/>
      </w:r>
      <w:r>
        <w:t>13</w:t>
      </w:r>
      <w:r>
        <w:fldChar w:fldCharType="end"/>
      </w:r>
      <w:r>
        <w:tab/>
      </w:r>
      <w:r w:rsidR="00EA5F35">
        <w:t>12</w:t>
      </w:r>
      <w:bookmarkStart w:id="4" w:name="_GoBack"/>
      <w:bookmarkEnd w:id="4"/>
      <w:r>
        <w:t xml:space="preserve"> Bluewin-Adressen</w:t>
      </w:r>
    </w:p>
    <w:sectPr w:rsidR="002E44BA" w:rsidRPr="00AA026C" w:rsidSect="009F4515">
      <w:pgSz w:w="11906" w:h="16841"/>
      <w:pgMar w:top="1701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F0818"/>
    <w:multiLevelType w:val="hybridMultilevel"/>
    <w:tmpl w:val="31B2F10E"/>
    <w:lvl w:ilvl="0" w:tplc="54D00C84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07B"/>
    <w:rsid w:val="002E44BA"/>
    <w:rsid w:val="0090307B"/>
    <w:rsid w:val="009F4515"/>
    <w:rsid w:val="00A22C9A"/>
    <w:rsid w:val="00AA026C"/>
    <w:rsid w:val="00C958EA"/>
    <w:rsid w:val="00E36584"/>
    <w:rsid w:val="00E42CA3"/>
    <w:rsid w:val="00EA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84B9C72-F33F-4901-82EA-BEB1A6957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22C9A"/>
    <w:pPr>
      <w:spacing w:before="80" w:after="80" w:line="288" w:lineRule="auto"/>
    </w:pPr>
    <w:rPr>
      <w:rFonts w:ascii="Calibri" w:eastAsia="Calibri" w:hAnsi="Calibri" w:cs="Calibri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2C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E44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30F0E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A22C9A"/>
    <w:pPr>
      <w:spacing w:after="360" w:line="240" w:lineRule="auto"/>
      <w:contextualSpacing/>
    </w:pPr>
    <w:rPr>
      <w:rFonts w:asciiTheme="majorHAnsi" w:eastAsia="Myriad Pro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22C9A"/>
    <w:rPr>
      <w:rFonts w:asciiTheme="majorHAnsi" w:eastAsia="Myriad Pro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22C9A"/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A22C9A"/>
    <w:pPr>
      <w:ind w:left="720"/>
      <w:contextualSpacing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42CA3"/>
    <w:pPr>
      <w:pBdr>
        <w:top w:val="single" w:sz="4" w:space="10" w:color="B01513" w:themeColor="accent1"/>
        <w:bottom w:val="single" w:sz="4" w:space="10" w:color="B01513" w:themeColor="accent1"/>
      </w:pBdr>
      <w:spacing w:before="360" w:after="360"/>
      <w:ind w:left="864" w:right="864"/>
      <w:jc w:val="center"/>
    </w:pPr>
    <w:rPr>
      <w:i/>
      <w:iCs/>
      <w:color w:val="B01513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42CA3"/>
    <w:rPr>
      <w:rFonts w:ascii="Calibri" w:eastAsia="Calibri" w:hAnsi="Calibri" w:cs="Calibri"/>
      <w:i/>
      <w:iCs/>
      <w:color w:val="B01513" w:themeColor="accent1"/>
      <w:sz w:val="24"/>
    </w:rPr>
  </w:style>
  <w:style w:type="character" w:styleId="IntensiveHervorhebung">
    <w:name w:val="Intense Emphasis"/>
    <w:basedOn w:val="Absatz-Standardschriftart"/>
    <w:uiPriority w:val="21"/>
    <w:qFormat/>
    <w:rsid w:val="00E42CA3"/>
    <w:rPr>
      <w:i/>
      <w:iCs/>
      <w:color w:val="B01513" w:themeColor="accent1"/>
    </w:rPr>
  </w:style>
  <w:style w:type="character" w:styleId="Platzhaltertext">
    <w:name w:val="Placeholder Text"/>
    <w:basedOn w:val="Absatz-Standardschriftart"/>
    <w:uiPriority w:val="99"/>
    <w:semiHidden/>
    <w:rsid w:val="00C958EA"/>
    <w:rPr>
      <w:color w:val="808080"/>
    </w:rPr>
  </w:style>
  <w:style w:type="character" w:styleId="Fett">
    <w:name w:val="Strong"/>
    <w:basedOn w:val="Absatz-Standardschriftart"/>
    <w:uiPriority w:val="22"/>
    <w:qFormat/>
    <w:rsid w:val="00C958EA"/>
    <w:rPr>
      <w:b/>
      <w:bCs/>
    </w:rPr>
  </w:style>
  <w:style w:type="character" w:styleId="IntensiverVerweis">
    <w:name w:val="Intense Reference"/>
    <w:basedOn w:val="Absatz-Standardschriftart"/>
    <w:uiPriority w:val="32"/>
    <w:qFormat/>
    <w:rsid w:val="002E44BA"/>
    <w:rPr>
      <w:b/>
      <w:bCs/>
      <w:smallCaps/>
      <w:color w:val="B01513" w:themeColor="accent1"/>
      <w:spacing w:val="5"/>
    </w:rPr>
  </w:style>
  <w:style w:type="character" w:customStyle="1" w:styleId="Antwort">
    <w:name w:val="Antwort"/>
    <w:basedOn w:val="Fett"/>
    <w:uiPriority w:val="1"/>
    <w:qFormat/>
    <w:rsid w:val="002E44BA"/>
    <w:rPr>
      <w:b/>
      <w:bCs/>
      <w:color w:val="0070C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44BA"/>
    <w:rPr>
      <w:rFonts w:asciiTheme="majorHAnsi" w:eastAsiaTheme="majorEastAsia" w:hAnsiTheme="majorHAnsi" w:cstheme="majorBidi"/>
      <w:color w:val="830F0E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A61462829B346829416B1DC4A2383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912EDC-7D95-4A39-A3F6-B12DCA733D05}"/>
      </w:docPartPr>
      <w:docPartBody>
        <w:p w:rsidR="00947D7C" w:rsidRDefault="006B5BBC" w:rsidP="006B5BBC">
          <w:pPr>
            <w:pStyle w:val="BA61462829B346829416B1DC4A23832F1"/>
          </w:pPr>
          <w:r>
            <w:rPr>
              <w:rStyle w:val="Fett"/>
            </w:rPr>
            <w:t>Anzahl Kursleiter</w:t>
          </w:r>
          <w:r w:rsidRPr="00C958EA">
            <w:rPr>
              <w:rStyle w:val="Fett"/>
            </w:rPr>
            <w:t>.</w:t>
          </w:r>
        </w:p>
      </w:docPartBody>
    </w:docPart>
    <w:docPart>
      <w:docPartPr>
        <w:name w:val="3367603D80FC4D53A0FDBB69224581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A50EB2-FD86-4482-A417-2BD93284A8C0}"/>
      </w:docPartPr>
      <w:docPartBody>
        <w:p w:rsidR="00947D7C" w:rsidRDefault="006B5BBC" w:rsidP="006B5BBC">
          <w:pPr>
            <w:pStyle w:val="3367603D80FC4D53A0FDBB69224581B01"/>
          </w:pPr>
          <w:r>
            <w:rPr>
              <w:rStyle w:val="Fett"/>
            </w:rPr>
            <w:t>Anzahl hotmail-Adressen</w:t>
          </w:r>
          <w:r w:rsidRPr="00C958EA">
            <w:rPr>
              <w:rStyle w:val="Fett"/>
            </w:rPr>
            <w:t>.</w:t>
          </w:r>
        </w:p>
      </w:docPartBody>
    </w:docPart>
    <w:docPart>
      <w:docPartPr>
        <w:name w:val="0A8B645655684034AE1BB88FAF07ED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8129A5-F8CE-4FAD-B501-21F9476FB865}"/>
      </w:docPartPr>
      <w:docPartBody>
        <w:p w:rsidR="00947D7C" w:rsidRDefault="006B5BBC" w:rsidP="006B5BBC">
          <w:pPr>
            <w:pStyle w:val="0A8B645655684034AE1BB88FAF07ED4E1"/>
          </w:pPr>
          <w:r>
            <w:rPr>
              <w:rStyle w:val="Fett"/>
            </w:rPr>
            <w:t>Anzahl bluewin-Kundenadressen</w:t>
          </w:r>
          <w:r w:rsidRPr="00C958EA">
            <w:rPr>
              <w:rStyle w:val="Fett"/>
            </w:rPr>
            <w:t>.</w:t>
          </w:r>
        </w:p>
      </w:docPartBody>
    </w:docPart>
    <w:docPart>
      <w:docPartPr>
        <w:name w:val="7AE2AD803BD44CDEBE37A6BB37929D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16604C-5CB8-4B6B-B914-B22E27AB996D}"/>
      </w:docPartPr>
      <w:docPartBody>
        <w:p w:rsidR="00947D7C" w:rsidRDefault="006B5BBC" w:rsidP="006B5BBC">
          <w:pPr>
            <w:pStyle w:val="7AE2AD803BD44CDEBE37A6BB37929DB0"/>
          </w:pPr>
          <w:r>
            <w:rPr>
              <w:rStyle w:val="Fett"/>
            </w:rPr>
            <w:t>Anzahl Adressen</w:t>
          </w:r>
          <w:r w:rsidRPr="00C958EA">
            <w:rPr>
              <w:rStyle w:val="Fet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BBC"/>
    <w:rsid w:val="004457F4"/>
    <w:rsid w:val="006B5BBC"/>
    <w:rsid w:val="0094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B5BBC"/>
    <w:rPr>
      <w:color w:val="808080"/>
    </w:rPr>
  </w:style>
  <w:style w:type="paragraph" w:customStyle="1" w:styleId="BA61462829B346829416B1DC4A23832F">
    <w:name w:val="BA61462829B346829416B1DC4A23832F"/>
    <w:rsid w:val="006B5BBC"/>
  </w:style>
  <w:style w:type="paragraph" w:customStyle="1" w:styleId="3367603D80FC4D53A0FDBB69224581B0">
    <w:name w:val="3367603D80FC4D53A0FDBB69224581B0"/>
    <w:rsid w:val="006B5BBC"/>
  </w:style>
  <w:style w:type="paragraph" w:customStyle="1" w:styleId="0A8B645655684034AE1BB88FAF07ED4E">
    <w:name w:val="0A8B645655684034AE1BB88FAF07ED4E"/>
    <w:rsid w:val="006B5BBC"/>
  </w:style>
  <w:style w:type="character" w:styleId="Fett">
    <w:name w:val="Strong"/>
    <w:basedOn w:val="Absatz-Standardschriftart"/>
    <w:uiPriority w:val="22"/>
    <w:qFormat/>
    <w:rsid w:val="006B5BBC"/>
    <w:rPr>
      <w:b/>
      <w:bCs/>
    </w:rPr>
  </w:style>
  <w:style w:type="paragraph" w:customStyle="1" w:styleId="7AE2AD803BD44CDEBE37A6BB37929DB0">
    <w:name w:val="7AE2AD803BD44CDEBE37A6BB37929DB0"/>
    <w:rsid w:val="006B5BBC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BA61462829B346829416B1DC4A23832F1">
    <w:name w:val="BA61462829B346829416B1DC4A23832F1"/>
    <w:rsid w:val="006B5BBC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3367603D80FC4D53A0FDBB69224581B01">
    <w:name w:val="3367603D80FC4D53A0FDBB69224581B01"/>
    <w:rsid w:val="006B5BBC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0A8B645655684034AE1BB88FAF07ED4E1">
    <w:name w:val="0A8B645655684034AE1BB88FAF07ED4E1"/>
    <w:rsid w:val="006B5BBC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2014.xsl" StyleName="Zitation SUI" Version="2014"/>
</file>

<file path=customXml/itemProps1.xml><?xml version="1.0" encoding="utf-8"?>
<ds:datastoreItem xmlns:ds="http://schemas.openxmlformats.org/officeDocument/2006/customXml" ds:itemID="{532175DE-5DD7-44AD-9DFE-1C0A5D21C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54F1523E.dotm</Template>
  <TotalTime>0</TotalTime>
  <Pages>2</Pages>
  <Words>355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Übung der Woche 33</vt:lpstr>
    </vt:vector>
  </TitlesOfParts>
  <Company>Cluster 06 BLD SG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der Woche 33</dc:title>
  <dc:subject>Outlook Import</dc:subject>
  <dc:creator>Mirjam Landert</dc:creator>
  <cp:keywords/>
  <cp:lastModifiedBy>Lippuner Jürg</cp:lastModifiedBy>
  <cp:revision>5</cp:revision>
  <dcterms:created xsi:type="dcterms:W3CDTF">2014-10-15T07:09:00Z</dcterms:created>
  <dcterms:modified xsi:type="dcterms:W3CDTF">2014-11-10T14:29:00Z</dcterms:modified>
</cp:coreProperties>
</file>