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18BF" w14:textId="7C447D29" w:rsidR="00AA5DAF" w:rsidRDefault="00CB0FA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828EB2" wp14:editId="4F2E2C74">
                <wp:simplePos x="0" y="0"/>
                <wp:positionH relativeFrom="column">
                  <wp:posOffset>839767</wp:posOffset>
                </wp:positionH>
                <wp:positionV relativeFrom="paragraph">
                  <wp:posOffset>1865164</wp:posOffset>
                </wp:positionV>
                <wp:extent cx="3813197" cy="1708892"/>
                <wp:effectExtent l="19050" t="0" r="15875" b="1624965"/>
                <wp:wrapNone/>
                <wp:docPr id="465176423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3197" cy="1708892"/>
                          <a:chOff x="0" y="0"/>
                          <a:chExt cx="3813197" cy="1708892"/>
                        </a:xfrm>
                        <a:effectLst>
                          <a:reflection blurRad="6350" stA="50000" endA="300" endPos="90000" dist="50800" dir="5400000" sy="-100000" algn="bl" rotWithShape="0"/>
                        </a:effectLst>
                      </wpg:grpSpPr>
                      <pic:pic xmlns:pic="http://schemas.openxmlformats.org/drawingml/2006/picture">
                        <pic:nvPicPr>
                          <pic:cNvPr id="629" name="Grafik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792" b="39125" l="23834" r="97386">
                                        <a14:foregroundMark x1="27102" y1="21875" x2="55556" y2="26417"/>
                                        <a14:foregroundMark x1="55556" y1="26417" x2="74292" y2="25875"/>
                                        <a14:foregroundMark x1="88235" y1="11083" x2="92810" y2="20708"/>
                                        <a14:foregroundMark x1="92810" y1="20708" x2="84183" y2="28750"/>
                                        <a14:foregroundMark x1="84183" y1="28750" x2="52157" y2="33625"/>
                                        <a14:foregroundMark x1="94815" y1="8750" x2="97386" y2="18750"/>
                                        <a14:foregroundMark x1="73987" y1="833" x2="76427" y2="8208"/>
                                        <a14:foregroundMark x1="23834" y1="17917" x2="24009" y2="32042"/>
                                        <a14:foregroundMark x1="26100" y1="15417" x2="28802" y2="15292"/>
                                        <a14:foregroundMark x1="41394" y1="11458" x2="42309" y2="11333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98" b="56509"/>
                          <a:stretch/>
                        </pic:blipFill>
                        <pic:spPr bwMode="auto">
                          <a:xfrm>
                            <a:off x="0" y="623695"/>
                            <a:ext cx="1820545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0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676" b="39189" l="23675" r="97350">
                                        <a14:foregroundMark x1="27102" y1="21875" x2="55556" y2="26417"/>
                                        <a14:foregroundMark x1="55556" y1="26417" x2="74292" y2="25875"/>
                                        <a14:foregroundMark x1="88235" y1="11083" x2="92810" y2="20708"/>
                                        <a14:foregroundMark x1="92810" y1="20708" x2="84183" y2="28750"/>
                                        <a14:foregroundMark x1="84183" y1="28750" x2="52157" y2="33625"/>
                                        <a14:foregroundMark x1="94815" y1="8750" x2="97386" y2="18750"/>
                                        <a14:foregroundMark x1="73987" y1="833" x2="76427" y2="8208"/>
                                        <a14:foregroundMark x1="23834" y1="17917" x2="24009" y2="32042"/>
                                        <a14:foregroundMark x1="26100" y1="15417" x2="28802" y2="15292"/>
                                        <a14:foregroundMark x1="41394" y1="11458" x2="42309" y2="11333"/>
                                        <a14:foregroundMark x1="43286" y1="38514" x2="46820" y2="3918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98" b="56509"/>
                          <a:stretch/>
                        </pic:blipFill>
                        <pic:spPr bwMode="auto">
                          <a:xfrm>
                            <a:off x="734692" y="0"/>
                            <a:ext cx="1820545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4" name="Grafik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duotone>
                              <a:prstClr val="black"/>
                              <a:srgbClr val="FFCCFF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676" b="39189" l="23675" r="97350">
                                        <a14:foregroundMark x1="27102" y1="21875" x2="55556" y2="26417"/>
                                        <a14:foregroundMark x1="55556" y1="26417" x2="74292" y2="25875"/>
                                        <a14:foregroundMark x1="88235" y1="11083" x2="92810" y2="20708"/>
                                        <a14:foregroundMark x1="92810" y1="20708" x2="84183" y2="28750"/>
                                        <a14:foregroundMark x1="84183" y1="28750" x2="52157" y2="33625"/>
                                        <a14:foregroundMark x1="94815" y1="8750" x2="97386" y2="18750"/>
                                        <a14:foregroundMark x1="73987" y1="833" x2="76427" y2="8208"/>
                                        <a14:foregroundMark x1="23834" y1="17917" x2="24009" y2="32042"/>
                                        <a14:foregroundMark x1="26100" y1="15417" x2="28802" y2="15292"/>
                                        <a14:foregroundMark x1="41394" y1="11458" x2="42309" y2="11333"/>
                                        <a14:foregroundMark x1="43286" y1="38514" x2="46820" y2="3918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98" b="56509"/>
                          <a:stretch/>
                        </pic:blipFill>
                        <pic:spPr bwMode="auto">
                          <a:xfrm>
                            <a:off x="1268532" y="639552"/>
                            <a:ext cx="1820545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5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676" b="39189" l="23675" r="97350">
                                        <a14:foregroundMark x1="27102" y1="21875" x2="55556" y2="26417"/>
                                        <a14:foregroundMark x1="55556" y1="26417" x2="74292" y2="25875"/>
                                        <a14:foregroundMark x1="88235" y1="11083" x2="92810" y2="20708"/>
                                        <a14:foregroundMark x1="92810" y1="20708" x2="84183" y2="28750"/>
                                        <a14:foregroundMark x1="84183" y1="28750" x2="52157" y2="33625"/>
                                        <a14:foregroundMark x1="94815" y1="8750" x2="97386" y2="18750"/>
                                        <a14:foregroundMark x1="73987" y1="833" x2="76427" y2="8208"/>
                                        <a14:foregroundMark x1="23834" y1="17917" x2="24009" y2="32042"/>
                                        <a14:foregroundMark x1="26100" y1="15417" x2="28802" y2="15292"/>
                                        <a14:foregroundMark x1="41394" y1="11458" x2="42309" y2="11333"/>
                                        <a14:foregroundMark x1="43286" y1="38514" x2="46820" y2="3918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98" b="56509"/>
                          <a:stretch/>
                        </pic:blipFill>
                        <pic:spPr bwMode="auto">
                          <a:xfrm>
                            <a:off x="1992652" y="0"/>
                            <a:ext cx="1820545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F9C7BA" id="Gruppieren 11" o:spid="_x0000_s1026" style="position:absolute;margin-left:66.1pt;margin-top:146.85pt;width:300.25pt;height:134.55pt;z-index:251659264" coordsize="38131,17088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style="position:absolute;top:6236;width:18205;height:106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">
                  <v:imagedata r:id="rId8" o:title="" cropbottom="37034f" cropleft="14810f"/>
                </v:shape>
                <v:shape id="Grafik 8" o:spid="_x0000_s1028" type="#_x0000_t75" style="position:absolute;left:7346;width:18206;height:10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">
                  <v:imagedata r:id="rId9" o:title="" cropbottom="37034f" cropleft="14810f" recolortarget="#725500 [1447]"/>
                </v:shape>
                <v:shape id="Grafik 9" o:spid="_x0000_s1029" type="#_x0000_t75" style="position:absolute;left:12685;top:6395;width:18205;height:10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">
                  <v:imagedata r:id="rId9" o:title="" cropbottom="37034f" cropleft="14810f" recolortarget="black"/>
                </v:shape>
                <v:shape id="Grafik 10" o:spid="_x0000_s1030" type="#_x0000_t75" style="position:absolute;left:19926;width:18205;height:10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">
                  <v:imagedata r:id="rId9" o:title="" cropbottom="37034f" cropleft="14810f" recolortarget="#1b456c [1448]"/>
                </v:shape>
              </v:group>
            </w:pict>
          </mc:Fallback>
        </mc:AlternateContent>
      </w:r>
    </w:p>
    <w:sectPr w:rsidR="00AA5D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90"/>
    <w:rsid w:val="00374DFE"/>
    <w:rsid w:val="0043563F"/>
    <w:rsid w:val="007B0765"/>
    <w:rsid w:val="00AA5DAF"/>
    <w:rsid w:val="00B74E90"/>
    <w:rsid w:val="00CB0FAD"/>
    <w:rsid w:val="00D7727C"/>
    <w:rsid w:val="00D8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D5297E"/>
  <w15:chartTrackingRefBased/>
  <w15:docId w15:val="{39B325C3-F549-407A-91F8-FF07A56C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Theme="minorHAnsi" w:hAnsi="Aptos" w:cstheme="minorBidi"/>
        <w:kern w:val="2"/>
        <w:sz w:val="22"/>
        <w:szCs w:val="24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563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4</cp:revision>
  <dcterms:created xsi:type="dcterms:W3CDTF">2023-12-12T17:48:00Z</dcterms:created>
  <dcterms:modified xsi:type="dcterms:W3CDTF">2023-12-12T18:00:00Z</dcterms:modified>
</cp:coreProperties>
</file>