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1"/>
        <w:gridCol w:w="1053"/>
        <w:gridCol w:w="1328"/>
        <w:gridCol w:w="729"/>
      </w:tblGrid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0F40" w:rsidRPr="006515B8" w:rsidRDefault="00540F40" w:rsidP="006515B8">
            <w:pPr>
              <w:rPr>
                <w:b/>
              </w:rPr>
            </w:pPr>
            <w:r w:rsidRPr="006515B8">
              <w:rPr>
                <w:b/>
              </w:rPr>
              <w:t>Zeit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0F40" w:rsidRPr="006515B8" w:rsidRDefault="00540F40" w:rsidP="006515B8">
            <w:pPr>
              <w:rPr>
                <w:b/>
              </w:rPr>
            </w:pPr>
            <w:r w:rsidRPr="006515B8">
              <w:rPr>
                <w:b/>
              </w:rPr>
              <w:t>Verkäufer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0F40" w:rsidRPr="006515B8" w:rsidRDefault="00540F40" w:rsidP="006515B8">
            <w:pPr>
              <w:rPr>
                <w:b/>
              </w:rPr>
            </w:pPr>
            <w:r w:rsidRPr="006515B8">
              <w:rPr>
                <w:b/>
              </w:rPr>
              <w:t>Abteilu</w:t>
            </w:r>
            <w:bookmarkStart w:id="0" w:name="_GoBack"/>
            <w:bookmarkEnd w:id="0"/>
            <w:r w:rsidRPr="006515B8">
              <w:rPr>
                <w:b/>
              </w:rPr>
              <w:t>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0F40" w:rsidRPr="006515B8" w:rsidRDefault="00540F40" w:rsidP="006515B8">
            <w:pPr>
              <w:rPr>
                <w:b/>
              </w:rPr>
            </w:pPr>
            <w:r w:rsidRPr="006515B8">
              <w:rPr>
                <w:b/>
              </w:rPr>
              <w:t>Betrag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07:13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Kahn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Lebensmittel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156.30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07:19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Gates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Bekleidung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256.70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07:22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Gerstner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roofErr w:type="spellStart"/>
            <w:r w:rsidRPr="006515B8">
              <w:t>Nonfood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24.50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07:30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roofErr w:type="spellStart"/>
            <w:r w:rsidRPr="006515B8">
              <w:t>Wetsel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roofErr w:type="spellStart"/>
            <w:r w:rsidRPr="006515B8">
              <w:t>Elektro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157.00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07:35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Kleiner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roofErr w:type="spellStart"/>
            <w:r w:rsidRPr="006515B8">
              <w:t>PC's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568.60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07:37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Kahn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Bekleidung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Pr>
              <w:rPr>
                <w:lang w:val="en-GB"/>
              </w:rPr>
            </w:pPr>
            <w:r w:rsidRPr="006515B8">
              <w:rPr>
                <w:lang w:val="en-GB"/>
              </w:rPr>
              <w:t xml:space="preserve">345.80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Pr>
              <w:rPr>
                <w:lang w:val="en-GB"/>
              </w:rPr>
            </w:pPr>
            <w:r w:rsidRPr="006515B8">
              <w:rPr>
                <w:lang w:val="en-GB"/>
              </w:rPr>
              <w:t>07:45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Pr>
              <w:rPr>
                <w:lang w:val="en-GB"/>
              </w:rPr>
            </w:pPr>
            <w:r w:rsidRPr="006515B8">
              <w:rPr>
                <w:lang w:val="en-GB"/>
              </w:rPr>
              <w:t>Gates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Pr>
              <w:rPr>
                <w:lang w:val="en-GB"/>
              </w:rPr>
            </w:pPr>
            <w:proofErr w:type="spellStart"/>
            <w:r w:rsidRPr="006515B8">
              <w:rPr>
                <w:lang w:val="en-GB"/>
              </w:rPr>
              <w:t>Nonfood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235.70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07:53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Gerstner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roofErr w:type="spellStart"/>
            <w:r w:rsidRPr="006515B8">
              <w:t>Elektro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145.70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07:57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roofErr w:type="spellStart"/>
            <w:r w:rsidRPr="006515B8">
              <w:t>Wetsel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roofErr w:type="spellStart"/>
            <w:r w:rsidRPr="006515B8">
              <w:t>Elektro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256.80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08:01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Kleiner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Lebensmittel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24.60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08:10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Kahn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Bekleidung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Pr>
              <w:rPr>
                <w:lang w:val="en-GB"/>
              </w:rPr>
            </w:pPr>
            <w:r w:rsidRPr="006515B8">
              <w:rPr>
                <w:lang w:val="en-GB"/>
              </w:rPr>
              <w:t xml:space="preserve">568.90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Pr>
              <w:rPr>
                <w:lang w:val="en-GB"/>
              </w:rPr>
            </w:pPr>
            <w:r w:rsidRPr="006515B8">
              <w:rPr>
                <w:lang w:val="en-GB"/>
              </w:rPr>
              <w:t>08:13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Pr>
              <w:rPr>
                <w:lang w:val="en-GB"/>
              </w:rPr>
            </w:pPr>
            <w:r w:rsidRPr="006515B8">
              <w:rPr>
                <w:lang w:val="en-GB"/>
              </w:rPr>
              <w:t>Gates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Pr>
              <w:rPr>
                <w:lang w:val="en-GB"/>
              </w:rPr>
            </w:pPr>
            <w:proofErr w:type="spellStart"/>
            <w:r w:rsidRPr="006515B8">
              <w:rPr>
                <w:lang w:val="en-GB"/>
              </w:rPr>
              <w:t>Nonfood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234.00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08:18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Gerstner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roofErr w:type="spellStart"/>
            <w:r w:rsidRPr="006515B8">
              <w:t>Elektro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367.00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08:21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roofErr w:type="spellStart"/>
            <w:r w:rsidRPr="006515B8">
              <w:t>Wetsel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Lebensmittel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123.40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08:33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Kleiner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Lebensmittel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234.50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08:37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Kahn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Lebensmittel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Pr>
              <w:rPr>
                <w:lang w:val="en-GB"/>
              </w:rPr>
            </w:pPr>
            <w:r w:rsidRPr="006515B8">
              <w:rPr>
                <w:lang w:val="en-GB"/>
              </w:rPr>
              <w:t xml:space="preserve">300.80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Pr>
              <w:rPr>
                <w:lang w:val="en-GB"/>
              </w:rPr>
            </w:pPr>
            <w:r w:rsidRPr="006515B8">
              <w:rPr>
                <w:lang w:val="en-GB"/>
              </w:rPr>
              <w:t>08:39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Pr>
              <w:rPr>
                <w:lang w:val="en-GB"/>
              </w:rPr>
            </w:pPr>
            <w:r w:rsidRPr="006515B8">
              <w:rPr>
                <w:lang w:val="en-GB"/>
              </w:rPr>
              <w:t>Gates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Pr>
              <w:rPr>
                <w:lang w:val="en-GB"/>
              </w:rPr>
            </w:pPr>
            <w:proofErr w:type="spellStart"/>
            <w:r w:rsidRPr="006515B8">
              <w:rPr>
                <w:lang w:val="en-GB"/>
              </w:rPr>
              <w:t>Nonfood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12.50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08:41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Gerstner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roofErr w:type="spellStart"/>
            <w:r w:rsidRPr="006515B8">
              <w:t>Elektro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234.60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08:43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proofErr w:type="spellStart"/>
            <w:r w:rsidRPr="006515B8">
              <w:t>Wetsel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Lebensmittel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123.50 </w:t>
            </w:r>
          </w:p>
        </w:tc>
      </w:tr>
      <w:tr w:rsidR="00540F40" w:rsidRPr="006515B8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08:47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>Kleiner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6515B8" w:rsidP="006515B8">
            <w:r>
              <w:t>PC</w:t>
            </w:r>
            <w:r w:rsidR="00540F40" w:rsidRPr="006515B8"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40F40" w:rsidRPr="006515B8" w:rsidRDefault="00540F40" w:rsidP="006515B8">
            <w:r w:rsidRPr="006515B8">
              <w:t xml:space="preserve">408.70 </w:t>
            </w:r>
          </w:p>
        </w:tc>
      </w:tr>
    </w:tbl>
    <w:p w:rsidR="00540F40" w:rsidRDefault="00540F40"/>
    <w:sectPr w:rsidR="00540F40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7C0" w:rsidRDefault="006515B8">
      <w:r>
        <w:separator/>
      </w:r>
    </w:p>
  </w:endnote>
  <w:endnote w:type="continuationSeparator" w:id="0">
    <w:p w:rsidR="007047C0" w:rsidRDefault="00651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F40" w:rsidRDefault="00540F40">
    <w:pPr>
      <w:pStyle w:val="Fuzeile"/>
      <w:pBdr>
        <w:top w:val="single" w:sz="4" w:space="1" w:color="auto"/>
      </w:pBdr>
      <w:rPr>
        <w:b/>
        <w:bCs/>
        <w:i/>
        <w:iCs/>
        <w:sz w:val="16"/>
        <w:lang w:val="de-CH"/>
      </w:rPr>
    </w:pPr>
    <w:r>
      <w:rPr>
        <w:b/>
        <w:bCs/>
        <w:i/>
        <w:iCs/>
        <w:sz w:val="16"/>
        <w:lang w:val="de-CH"/>
      </w:rPr>
      <w:t>© Jürg Lippuner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7C0" w:rsidRDefault="006515B8">
      <w:r>
        <w:separator/>
      </w:r>
    </w:p>
  </w:footnote>
  <w:footnote w:type="continuationSeparator" w:id="0">
    <w:p w:rsidR="007047C0" w:rsidRDefault="006515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67"/>
    <w:rsid w:val="00141A67"/>
    <w:rsid w:val="003229E6"/>
    <w:rsid w:val="00540F40"/>
    <w:rsid w:val="006515B8"/>
    <w:rsid w:val="007047C0"/>
    <w:rsid w:val="00B5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29E6"/>
    <w:pPr>
      <w:spacing w:before="80" w:after="80" w:line="300" w:lineRule="exact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onderangebot">
    <w:name w:val="Sonderangebot"/>
    <w:basedOn w:val="Absatz-Standardschriftart"/>
    <w:rPr>
      <w:rFonts w:ascii="Andale Mono" w:hAnsi="Andale Mono" w:cs="Arial"/>
      <w:b/>
      <w:color w:val="000000"/>
      <w:sz w:val="32"/>
      <w:szCs w:val="17"/>
    </w:rPr>
  </w:style>
  <w:style w:type="paragraph" w:customStyle="1" w:styleId="Einzug">
    <w:name w:val="Einzug"/>
    <w:basedOn w:val="Kopfzeile"/>
    <w:pPr>
      <w:tabs>
        <w:tab w:val="clear" w:pos="4536"/>
        <w:tab w:val="clear" w:pos="9072"/>
        <w:tab w:val="left" w:pos="284"/>
      </w:tabs>
    </w:pPr>
    <w:rPr>
      <w:rFonts w:ascii="Andale Mono" w:hAnsi="Andale Mono" w:cs="Arial"/>
      <w:b/>
      <w:bCs/>
      <w:sz w:val="3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29E6"/>
    <w:pPr>
      <w:spacing w:before="80" w:after="80" w:line="300" w:lineRule="exact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onderangebot">
    <w:name w:val="Sonderangebot"/>
    <w:basedOn w:val="Absatz-Standardschriftart"/>
    <w:rPr>
      <w:rFonts w:ascii="Andale Mono" w:hAnsi="Andale Mono" w:cs="Arial"/>
      <w:b/>
      <w:color w:val="000000"/>
      <w:sz w:val="32"/>
      <w:szCs w:val="17"/>
    </w:rPr>
  </w:style>
  <w:style w:type="paragraph" w:customStyle="1" w:styleId="Einzug">
    <w:name w:val="Einzug"/>
    <w:basedOn w:val="Kopfzeile"/>
    <w:pPr>
      <w:tabs>
        <w:tab w:val="clear" w:pos="4536"/>
        <w:tab w:val="clear" w:pos="9072"/>
        <w:tab w:val="left" w:pos="284"/>
      </w:tabs>
    </w:pPr>
    <w:rPr>
      <w:rFonts w:ascii="Andale Mono" w:hAnsi="Andale Mono" w:cs="Arial"/>
      <w:b/>
      <w:bCs/>
      <w:sz w:val="3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3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A9BC5F19.dotm</Template>
  <TotalTime>0</TotalTime>
  <Pages>1</Pages>
  <Words>84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Zeit</vt:lpstr>
    </vt:vector>
  </TitlesOfParts>
  <Company>Cluster 06 BLD SG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Zeit</dc:title>
  <dc:creator>Jürg Lippuner</dc:creator>
  <cp:lastModifiedBy>Lippuner Jürg</cp:lastModifiedBy>
  <cp:revision>4</cp:revision>
  <dcterms:created xsi:type="dcterms:W3CDTF">2013-02-17T09:04:00Z</dcterms:created>
  <dcterms:modified xsi:type="dcterms:W3CDTF">2013-02-17T09:05:00Z</dcterms:modified>
</cp:coreProperties>
</file>