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bookmarkStart w:id="0" w:name="_GoBack"/>
            <w:bookmarkEnd w:id="0"/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Dunja</w:t>
            </w:r>
            <w:r>
              <w:t xml:space="preserve"> </w:t>
            </w:r>
            <w:r w:rsidRPr="00344605">
              <w:rPr>
                <w:noProof/>
              </w:rPr>
              <w:t>Bosshard</w:t>
            </w:r>
          </w:p>
          <w:p w:rsidR="00B17B1F" w:rsidRDefault="00B17B1F" w:rsidP="0031781E">
            <w:r w:rsidRPr="00344605">
              <w:rPr>
                <w:noProof/>
              </w:rPr>
              <w:t>Bahnweg 47</w:t>
            </w:r>
          </w:p>
          <w:p w:rsidR="00B17B1F" w:rsidRDefault="00B17B1F" w:rsidP="0031781E">
            <w:r w:rsidRPr="00344605">
              <w:rPr>
                <w:noProof/>
              </w:rPr>
              <w:t>8887</w:t>
            </w:r>
            <w:r>
              <w:t xml:space="preserve"> </w:t>
            </w:r>
            <w:r w:rsidRPr="00344605">
              <w:rPr>
                <w:noProof/>
              </w:rPr>
              <w:t>Mels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Erich</w:t>
            </w:r>
            <w:r>
              <w:t xml:space="preserve"> </w:t>
            </w:r>
            <w:r w:rsidRPr="00344605">
              <w:rPr>
                <w:noProof/>
              </w:rPr>
              <w:t>Dietsche</w:t>
            </w:r>
          </w:p>
          <w:p w:rsidR="00B17B1F" w:rsidRDefault="00B17B1F" w:rsidP="0031781E">
            <w:r w:rsidRPr="00344605">
              <w:rPr>
                <w:noProof/>
              </w:rPr>
              <w:t>Alpenblickstrasse 22</w:t>
            </w:r>
          </w:p>
          <w:p w:rsidR="00B17B1F" w:rsidRDefault="00B17B1F" w:rsidP="0031781E">
            <w:r w:rsidRPr="00344605">
              <w:rPr>
                <w:noProof/>
              </w:rPr>
              <w:t>8853</w:t>
            </w:r>
            <w:r>
              <w:t xml:space="preserve"> </w:t>
            </w:r>
            <w:r w:rsidRPr="00344605">
              <w:rPr>
                <w:noProof/>
              </w:rPr>
              <w:t>Lachen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Margrit</w:t>
            </w:r>
            <w:r>
              <w:t xml:space="preserve"> </w:t>
            </w:r>
            <w:r w:rsidRPr="00344605">
              <w:rPr>
                <w:noProof/>
              </w:rPr>
              <w:t>Frommelt</w:t>
            </w:r>
          </w:p>
          <w:p w:rsidR="00B17B1F" w:rsidRDefault="00B17B1F" w:rsidP="0031781E">
            <w:r w:rsidRPr="00344605">
              <w:rPr>
                <w:noProof/>
              </w:rPr>
              <w:t>Alte Landstrasse 14a</w:t>
            </w:r>
          </w:p>
          <w:p w:rsidR="00B17B1F" w:rsidRDefault="00B17B1F" w:rsidP="0031781E">
            <w:r w:rsidRPr="00344605">
              <w:rPr>
                <w:noProof/>
              </w:rPr>
              <w:t>8880</w:t>
            </w:r>
            <w:r>
              <w:t xml:space="preserve"> </w:t>
            </w:r>
            <w:r w:rsidRPr="00344605">
              <w:rPr>
                <w:noProof/>
              </w:rPr>
              <w:t>Walenstadt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Christian</w:t>
            </w:r>
            <w:r>
              <w:t xml:space="preserve"> </w:t>
            </w:r>
            <w:r w:rsidRPr="00344605">
              <w:rPr>
                <w:noProof/>
              </w:rPr>
              <w:t>Gubser</w:t>
            </w:r>
          </w:p>
          <w:p w:rsidR="00B17B1F" w:rsidRDefault="00B17B1F" w:rsidP="0031781E">
            <w:r w:rsidRPr="00344605">
              <w:rPr>
                <w:noProof/>
              </w:rPr>
              <w:t>Amselweg 19</w:t>
            </w:r>
          </w:p>
          <w:p w:rsidR="00B17B1F" w:rsidRDefault="00B17B1F" w:rsidP="0031781E">
            <w:r w:rsidRPr="00344605">
              <w:rPr>
                <w:noProof/>
              </w:rPr>
              <w:t>8887</w:t>
            </w:r>
            <w:r>
              <w:t xml:space="preserve"> </w:t>
            </w:r>
            <w:r w:rsidRPr="00344605">
              <w:rPr>
                <w:noProof/>
              </w:rPr>
              <w:t>Mels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Harrald</w:t>
            </w:r>
            <w:r>
              <w:t xml:space="preserve"> </w:t>
            </w:r>
            <w:r w:rsidRPr="00344605">
              <w:rPr>
                <w:noProof/>
              </w:rPr>
              <w:t>Hilti</w:t>
            </w:r>
          </w:p>
          <w:p w:rsidR="00B17B1F" w:rsidRDefault="00B17B1F" w:rsidP="0031781E">
            <w:r w:rsidRPr="00344605">
              <w:rPr>
                <w:noProof/>
              </w:rPr>
              <w:t>Calandastrasse 16</w:t>
            </w:r>
          </w:p>
          <w:p w:rsidR="00B17B1F" w:rsidRDefault="00B17B1F" w:rsidP="0031781E">
            <w:r w:rsidRPr="00344605">
              <w:rPr>
                <w:noProof/>
              </w:rPr>
              <w:t>7320</w:t>
            </w:r>
            <w:r>
              <w:t xml:space="preserve"> </w:t>
            </w:r>
            <w:r w:rsidRPr="00344605">
              <w:rPr>
                <w:noProof/>
              </w:rPr>
              <w:t>Sargans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Jürg</w:t>
            </w:r>
            <w:r>
              <w:t xml:space="preserve"> </w:t>
            </w:r>
            <w:r w:rsidRPr="00344605">
              <w:rPr>
                <w:noProof/>
              </w:rPr>
              <w:t>Kind</w:t>
            </w:r>
          </w:p>
          <w:p w:rsidR="00B17B1F" w:rsidRDefault="00B17B1F" w:rsidP="0031781E">
            <w:r w:rsidRPr="00344605">
              <w:rPr>
                <w:noProof/>
              </w:rPr>
              <w:t>Chnobelbodenstrasse 5</w:t>
            </w:r>
          </w:p>
          <w:p w:rsidR="00B17B1F" w:rsidRDefault="00B17B1F" w:rsidP="0031781E">
            <w:r w:rsidRPr="00344605">
              <w:rPr>
                <w:noProof/>
              </w:rPr>
              <w:t>8884</w:t>
            </w:r>
            <w:r>
              <w:t xml:space="preserve"> </w:t>
            </w:r>
            <w:r w:rsidRPr="00344605">
              <w:rPr>
                <w:noProof/>
              </w:rPr>
              <w:t>Oberterzen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Reto</w:t>
            </w:r>
            <w:r>
              <w:t xml:space="preserve"> </w:t>
            </w:r>
            <w:r w:rsidRPr="00344605">
              <w:rPr>
                <w:noProof/>
              </w:rPr>
              <w:t>Kohler</w:t>
            </w:r>
          </w:p>
          <w:p w:rsidR="00B17B1F" w:rsidRDefault="00B17B1F" w:rsidP="0031781E">
            <w:r w:rsidRPr="00344605">
              <w:rPr>
                <w:noProof/>
              </w:rPr>
              <w:t>Gartenstrasse 18</w:t>
            </w:r>
          </w:p>
          <w:p w:rsidR="00B17B1F" w:rsidRDefault="00B17B1F" w:rsidP="0031781E">
            <w:r w:rsidRPr="00344605">
              <w:rPr>
                <w:noProof/>
              </w:rPr>
              <w:t>8890</w:t>
            </w:r>
            <w:r>
              <w:t xml:space="preserve"> </w:t>
            </w:r>
            <w:r w:rsidRPr="00344605">
              <w:rPr>
                <w:noProof/>
              </w:rPr>
              <w:t>Flums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Arthur</w:t>
            </w:r>
            <w:r>
              <w:t xml:space="preserve"> </w:t>
            </w:r>
            <w:r w:rsidRPr="00344605">
              <w:rPr>
                <w:noProof/>
              </w:rPr>
              <w:t>Leutenegger</w:t>
            </w:r>
          </w:p>
          <w:p w:rsidR="00B17B1F" w:rsidRDefault="00B17B1F" w:rsidP="0031781E">
            <w:r w:rsidRPr="00344605">
              <w:rPr>
                <w:noProof/>
              </w:rPr>
              <w:t>Gräpplangstr.1</w:t>
            </w:r>
          </w:p>
          <w:p w:rsidR="00B17B1F" w:rsidRDefault="00B17B1F" w:rsidP="0031781E">
            <w:r w:rsidRPr="00344605">
              <w:rPr>
                <w:noProof/>
              </w:rPr>
              <w:t>8890</w:t>
            </w:r>
            <w:r>
              <w:t xml:space="preserve"> </w:t>
            </w:r>
            <w:r w:rsidRPr="00344605">
              <w:rPr>
                <w:noProof/>
              </w:rPr>
              <w:t>Flums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Herbert</w:t>
            </w:r>
            <w:r>
              <w:t xml:space="preserve"> </w:t>
            </w:r>
            <w:r w:rsidRPr="00344605">
              <w:rPr>
                <w:noProof/>
              </w:rPr>
              <w:t>Marti</w:t>
            </w:r>
          </w:p>
          <w:p w:rsidR="00B17B1F" w:rsidRDefault="00B17B1F" w:rsidP="0031781E">
            <w:r w:rsidRPr="00344605">
              <w:rPr>
                <w:noProof/>
              </w:rPr>
              <w:t>Grossau 9</w:t>
            </w:r>
          </w:p>
          <w:p w:rsidR="00B17B1F" w:rsidRDefault="00B17B1F" w:rsidP="0031781E">
            <w:r w:rsidRPr="00344605">
              <w:rPr>
                <w:noProof/>
              </w:rPr>
              <w:t>7315</w:t>
            </w:r>
            <w:r>
              <w:t xml:space="preserve"> </w:t>
            </w:r>
            <w:r w:rsidRPr="00344605">
              <w:rPr>
                <w:noProof/>
              </w:rPr>
              <w:t>Vättis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Lilli</w:t>
            </w:r>
            <w:r>
              <w:t xml:space="preserve"> </w:t>
            </w:r>
            <w:r w:rsidRPr="00344605">
              <w:rPr>
                <w:noProof/>
              </w:rPr>
              <w:t>Neuenschwander</w:t>
            </w:r>
          </w:p>
          <w:p w:rsidR="00B17B1F" w:rsidRDefault="00B17B1F" w:rsidP="0031781E">
            <w:r w:rsidRPr="00344605">
              <w:rPr>
                <w:noProof/>
              </w:rPr>
              <w:t>Haldenstrasse 5</w:t>
            </w:r>
          </w:p>
          <w:p w:rsidR="00B17B1F" w:rsidRDefault="00B17B1F" w:rsidP="0031781E">
            <w:r w:rsidRPr="00344605">
              <w:rPr>
                <w:noProof/>
              </w:rPr>
              <w:t>7323</w:t>
            </w:r>
            <w:r>
              <w:t xml:space="preserve"> </w:t>
            </w:r>
            <w:r w:rsidRPr="00344605">
              <w:rPr>
                <w:noProof/>
              </w:rPr>
              <w:t>Wangs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Beda</w:t>
            </w:r>
            <w:r>
              <w:t xml:space="preserve"> </w:t>
            </w:r>
            <w:r w:rsidRPr="00344605">
              <w:rPr>
                <w:noProof/>
              </w:rPr>
              <w:t>Rohr</w:t>
            </w:r>
          </w:p>
          <w:p w:rsidR="00B17B1F" w:rsidRDefault="00B17B1F" w:rsidP="0031781E">
            <w:r w:rsidRPr="00344605">
              <w:rPr>
                <w:noProof/>
              </w:rPr>
              <w:t>Hof 78</w:t>
            </w:r>
          </w:p>
          <w:p w:rsidR="00B17B1F" w:rsidRDefault="00B17B1F" w:rsidP="0031781E">
            <w:r w:rsidRPr="00344605">
              <w:rPr>
                <w:noProof/>
              </w:rPr>
              <w:t>9478</w:t>
            </w:r>
            <w:r>
              <w:t xml:space="preserve"> </w:t>
            </w:r>
            <w:r w:rsidRPr="00344605">
              <w:rPr>
                <w:noProof/>
              </w:rPr>
              <w:t>Azmoos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Ursula</w:t>
            </w:r>
            <w:r>
              <w:t xml:space="preserve"> </w:t>
            </w:r>
            <w:r w:rsidRPr="00344605">
              <w:rPr>
                <w:noProof/>
              </w:rPr>
              <w:t>Rutz</w:t>
            </w:r>
          </w:p>
          <w:p w:rsidR="00B17B1F" w:rsidRDefault="00B17B1F" w:rsidP="0031781E">
            <w:r w:rsidRPr="00344605">
              <w:rPr>
                <w:noProof/>
              </w:rPr>
              <w:t>kohlgasse</w:t>
            </w:r>
          </w:p>
          <w:p w:rsidR="00B17B1F" w:rsidRDefault="00B17B1F" w:rsidP="0031781E">
            <w:r w:rsidRPr="00344605">
              <w:rPr>
                <w:noProof/>
              </w:rPr>
              <w:t>8893</w:t>
            </w:r>
            <w:r>
              <w:t xml:space="preserve"> </w:t>
            </w:r>
            <w:r w:rsidRPr="00344605">
              <w:rPr>
                <w:noProof/>
              </w:rPr>
              <w:t>Flums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Carmela</w:t>
            </w:r>
            <w:r>
              <w:t xml:space="preserve"> </w:t>
            </w:r>
            <w:r w:rsidRPr="00344605">
              <w:rPr>
                <w:noProof/>
              </w:rPr>
              <w:t>Schlegel</w:t>
            </w:r>
          </w:p>
          <w:p w:rsidR="00B17B1F" w:rsidRDefault="00B17B1F" w:rsidP="0031781E">
            <w:r w:rsidRPr="00344605">
              <w:rPr>
                <w:noProof/>
              </w:rPr>
              <w:t>Kohlgasse 89</w:t>
            </w:r>
          </w:p>
          <w:p w:rsidR="00B17B1F" w:rsidRDefault="00B17B1F" w:rsidP="0031781E">
            <w:r w:rsidRPr="00344605">
              <w:rPr>
                <w:noProof/>
              </w:rPr>
              <w:t>8893</w:t>
            </w:r>
            <w:r>
              <w:t xml:space="preserve"> </w:t>
            </w:r>
            <w:r w:rsidRPr="00344605">
              <w:rPr>
                <w:noProof/>
              </w:rPr>
              <w:t>Flums-Hochwiese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Liselotte</w:t>
            </w:r>
            <w:r>
              <w:t xml:space="preserve"> </w:t>
            </w:r>
            <w:r w:rsidRPr="00344605">
              <w:rPr>
                <w:noProof/>
              </w:rPr>
              <w:t>Stirnimann</w:t>
            </w:r>
          </w:p>
          <w:p w:rsidR="00B17B1F" w:rsidRDefault="00B17B1F" w:rsidP="0031781E">
            <w:r w:rsidRPr="00344605">
              <w:rPr>
                <w:noProof/>
              </w:rPr>
              <w:t>Leginglenstrasse 19</w:t>
            </w:r>
          </w:p>
          <w:p w:rsidR="00B17B1F" w:rsidRDefault="00B17B1F" w:rsidP="0031781E">
            <w:r w:rsidRPr="00344605">
              <w:rPr>
                <w:noProof/>
              </w:rPr>
              <w:t>7320</w:t>
            </w:r>
            <w:r>
              <w:t xml:space="preserve"> </w:t>
            </w:r>
            <w:r w:rsidRPr="00344605">
              <w:rPr>
                <w:noProof/>
              </w:rPr>
              <w:t>Sargans</w:t>
            </w:r>
          </w:p>
        </w:tc>
      </w:tr>
    </w:tbl>
    <w:p w:rsidR="00B17B1F" w:rsidRDefault="00B17B1F" w:rsidP="0031781E">
      <w:pPr>
        <w:ind w:left="359" w:right="359"/>
        <w:rPr>
          <w:vanish/>
        </w:rPr>
        <w:sectPr w:rsidR="00B17B1F" w:rsidSect="00B17B1F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lastRenderedPageBreak/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Heinz</w:t>
            </w:r>
            <w:r>
              <w:t xml:space="preserve"> </w:t>
            </w:r>
            <w:r w:rsidRPr="00344605">
              <w:rPr>
                <w:noProof/>
              </w:rPr>
              <w:t>Stoop</w:t>
            </w:r>
          </w:p>
          <w:p w:rsidR="00B17B1F" w:rsidRDefault="00B17B1F" w:rsidP="0031781E">
            <w:r w:rsidRPr="00344605">
              <w:rPr>
                <w:noProof/>
              </w:rPr>
              <w:t>Malezweg 2B</w:t>
            </w:r>
          </w:p>
          <w:p w:rsidR="00B17B1F" w:rsidRDefault="00B17B1F" w:rsidP="0031781E">
            <w:r w:rsidRPr="00344605">
              <w:rPr>
                <w:noProof/>
              </w:rPr>
              <w:t>7310</w:t>
            </w:r>
            <w:r>
              <w:t xml:space="preserve"> </w:t>
            </w:r>
            <w:r w:rsidRPr="00344605">
              <w:rPr>
                <w:noProof/>
              </w:rPr>
              <w:t>Bad Ragaz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Willi</w:t>
            </w:r>
            <w:r>
              <w:t xml:space="preserve"> </w:t>
            </w:r>
            <w:r w:rsidRPr="00344605">
              <w:rPr>
                <w:noProof/>
              </w:rPr>
              <w:t>Uhlmann</w:t>
            </w:r>
          </w:p>
          <w:p w:rsidR="00B17B1F" w:rsidRDefault="00B17B1F" w:rsidP="0031781E">
            <w:r w:rsidRPr="00344605">
              <w:rPr>
                <w:noProof/>
              </w:rPr>
              <w:t>Markthallenstrasse 12</w:t>
            </w:r>
          </w:p>
          <w:p w:rsidR="00B17B1F" w:rsidRDefault="00B17B1F" w:rsidP="0031781E">
            <w:r w:rsidRPr="00344605">
              <w:rPr>
                <w:noProof/>
              </w:rPr>
              <w:t>7320</w:t>
            </w:r>
            <w:r>
              <w:t xml:space="preserve"> </w:t>
            </w:r>
            <w:r w:rsidRPr="00344605">
              <w:rPr>
                <w:noProof/>
              </w:rPr>
              <w:t>Sargans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Hanni</w:t>
            </w:r>
            <w:r>
              <w:t xml:space="preserve"> </w:t>
            </w:r>
            <w:r w:rsidRPr="00344605">
              <w:rPr>
                <w:noProof/>
              </w:rPr>
              <w:t>Verdon</w:t>
            </w:r>
          </w:p>
          <w:p w:rsidR="00B17B1F" w:rsidRDefault="00B17B1F" w:rsidP="0031781E">
            <w:r w:rsidRPr="00344605">
              <w:rPr>
                <w:noProof/>
              </w:rPr>
              <w:t>Pizolstrasse 21</w:t>
            </w:r>
          </w:p>
          <w:p w:rsidR="00B17B1F" w:rsidRDefault="00B17B1F" w:rsidP="0031781E">
            <w:r w:rsidRPr="00344605">
              <w:rPr>
                <w:noProof/>
              </w:rPr>
              <w:t>7310</w:t>
            </w:r>
            <w:r>
              <w:t xml:space="preserve"> </w:t>
            </w:r>
            <w:r w:rsidRPr="00344605">
              <w:rPr>
                <w:noProof/>
              </w:rPr>
              <w:t>Bad Ragaz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Renate</w:t>
            </w:r>
            <w:r>
              <w:t xml:space="preserve"> </w:t>
            </w:r>
            <w:r w:rsidRPr="00344605">
              <w:rPr>
                <w:noProof/>
              </w:rPr>
              <w:t>Wälti</w:t>
            </w:r>
          </w:p>
          <w:p w:rsidR="00B17B1F" w:rsidRDefault="00B17B1F" w:rsidP="0031781E">
            <w:r w:rsidRPr="00344605">
              <w:rPr>
                <w:noProof/>
              </w:rPr>
              <w:t>Ranssteinweg 4</w:t>
            </w:r>
          </w:p>
          <w:p w:rsidR="00B17B1F" w:rsidRDefault="00B17B1F" w:rsidP="0031781E">
            <w:r w:rsidRPr="00344605">
              <w:rPr>
                <w:noProof/>
              </w:rPr>
              <w:t>9475</w:t>
            </w:r>
            <w:r>
              <w:t xml:space="preserve"> </w:t>
            </w:r>
            <w:r w:rsidRPr="00344605">
              <w:rPr>
                <w:noProof/>
              </w:rPr>
              <w:t>Sevelen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Siglinde</w:t>
            </w:r>
            <w:r>
              <w:t xml:space="preserve"> </w:t>
            </w:r>
            <w:r w:rsidRPr="00344605">
              <w:rPr>
                <w:noProof/>
              </w:rPr>
              <w:t>Weiss-Biedermann</w:t>
            </w:r>
          </w:p>
          <w:p w:rsidR="00B17B1F" w:rsidRDefault="00B17B1F" w:rsidP="0031781E">
            <w:r w:rsidRPr="00344605">
              <w:rPr>
                <w:noProof/>
              </w:rPr>
              <w:t>Ringstrasse 16</w:t>
            </w:r>
          </w:p>
          <w:p w:rsidR="00B17B1F" w:rsidRDefault="00B17B1F" w:rsidP="0031781E">
            <w:r w:rsidRPr="00344605">
              <w:rPr>
                <w:noProof/>
              </w:rPr>
              <w:t>9477</w:t>
            </w:r>
            <w:r>
              <w:t xml:space="preserve"> </w:t>
            </w:r>
            <w:r w:rsidRPr="00344605">
              <w:rPr>
                <w:noProof/>
              </w:rPr>
              <w:t>Trübbach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Brigitte</w:t>
            </w:r>
            <w:r>
              <w:t xml:space="preserve"> </w:t>
            </w:r>
            <w:r w:rsidRPr="00344605">
              <w:rPr>
                <w:noProof/>
              </w:rPr>
              <w:t>Wildhaber-Ulrich</w:t>
            </w:r>
          </w:p>
          <w:p w:rsidR="00B17B1F" w:rsidRDefault="00B17B1F" w:rsidP="0031781E">
            <w:r w:rsidRPr="00344605">
              <w:rPr>
                <w:noProof/>
              </w:rPr>
              <w:t>Ringstrasse 17</w:t>
            </w:r>
          </w:p>
          <w:p w:rsidR="00B17B1F" w:rsidRDefault="00B17B1F" w:rsidP="0031781E">
            <w:r w:rsidRPr="00344605">
              <w:rPr>
                <w:noProof/>
              </w:rPr>
              <w:t>8887</w:t>
            </w:r>
            <w:r>
              <w:t xml:space="preserve"> </w:t>
            </w:r>
            <w:r w:rsidRPr="00344605">
              <w:rPr>
                <w:noProof/>
              </w:rPr>
              <w:t>Mels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Tobias</w:t>
            </w:r>
            <w:r>
              <w:t xml:space="preserve"> </w:t>
            </w:r>
            <w:r w:rsidRPr="00344605">
              <w:rPr>
                <w:noProof/>
              </w:rPr>
              <w:t>Bärtsch</w:t>
            </w:r>
          </w:p>
          <w:p w:rsidR="00B17B1F" w:rsidRDefault="00B17B1F" w:rsidP="0031781E">
            <w:r w:rsidRPr="00344605">
              <w:rPr>
                <w:noProof/>
              </w:rPr>
              <w:t>Scadonsstrasse 3</w:t>
            </w:r>
          </w:p>
          <w:p w:rsidR="00B17B1F" w:rsidRDefault="00B17B1F" w:rsidP="0031781E">
            <w:r w:rsidRPr="00344605">
              <w:rPr>
                <w:noProof/>
              </w:rPr>
              <w:t>7310</w:t>
            </w:r>
            <w:r>
              <w:t xml:space="preserve"> </w:t>
            </w:r>
            <w:r w:rsidRPr="00344605">
              <w:rPr>
                <w:noProof/>
              </w:rPr>
              <w:t>Bad Ragaz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Sabrina</w:t>
            </w:r>
            <w:r>
              <w:t xml:space="preserve"> </w:t>
            </w:r>
            <w:r w:rsidRPr="00344605">
              <w:rPr>
                <w:noProof/>
              </w:rPr>
              <w:t>Bründler</w:t>
            </w:r>
          </w:p>
          <w:p w:rsidR="00B17B1F" w:rsidRDefault="00B17B1F" w:rsidP="0031781E">
            <w:r w:rsidRPr="00344605">
              <w:rPr>
                <w:noProof/>
              </w:rPr>
              <w:t>Schickgasse 7</w:t>
            </w:r>
          </w:p>
          <w:p w:rsidR="00B17B1F" w:rsidRDefault="00B17B1F" w:rsidP="0031781E">
            <w:r w:rsidRPr="00344605">
              <w:rPr>
                <w:noProof/>
              </w:rPr>
              <w:t>8889</w:t>
            </w:r>
            <w:r>
              <w:t xml:space="preserve"> </w:t>
            </w:r>
            <w:r w:rsidRPr="00344605">
              <w:rPr>
                <w:noProof/>
              </w:rPr>
              <w:t>Plons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Jairo</w:t>
            </w:r>
            <w:r>
              <w:t xml:space="preserve"> </w:t>
            </w:r>
            <w:r w:rsidRPr="00344605">
              <w:rPr>
                <w:noProof/>
              </w:rPr>
              <w:t>Good</w:t>
            </w:r>
          </w:p>
          <w:p w:rsidR="00B17B1F" w:rsidRDefault="00B17B1F" w:rsidP="0031781E">
            <w:r w:rsidRPr="00344605">
              <w:rPr>
                <w:noProof/>
              </w:rPr>
              <w:t>Tilserstr.7</w:t>
            </w:r>
          </w:p>
          <w:p w:rsidR="00B17B1F" w:rsidRDefault="00B17B1F" w:rsidP="0031781E">
            <w:r w:rsidRPr="00344605">
              <w:rPr>
                <w:noProof/>
              </w:rPr>
              <w:t>8889</w:t>
            </w:r>
            <w:r>
              <w:t xml:space="preserve"> </w:t>
            </w:r>
            <w:r w:rsidRPr="00344605">
              <w:rPr>
                <w:noProof/>
              </w:rPr>
              <w:t>Plons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Dario</w:t>
            </w:r>
            <w:r>
              <w:t xml:space="preserve"> </w:t>
            </w:r>
            <w:r w:rsidRPr="00344605">
              <w:rPr>
                <w:noProof/>
              </w:rPr>
              <w:t>Gubser</w:t>
            </w:r>
          </w:p>
          <w:p w:rsidR="00B17B1F" w:rsidRDefault="00B17B1F" w:rsidP="0031781E">
            <w:r w:rsidRPr="00344605">
              <w:rPr>
                <w:noProof/>
              </w:rPr>
              <w:t>Tremlastrasse 21a</w:t>
            </w:r>
          </w:p>
          <w:p w:rsidR="00B17B1F" w:rsidRDefault="00B17B1F" w:rsidP="0031781E">
            <w:r w:rsidRPr="00344605">
              <w:rPr>
                <w:noProof/>
              </w:rPr>
              <w:t>8880</w:t>
            </w:r>
            <w:r>
              <w:t xml:space="preserve"> </w:t>
            </w:r>
            <w:r w:rsidRPr="00344605">
              <w:rPr>
                <w:noProof/>
              </w:rPr>
              <w:t>Walenstadt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Manuel</w:t>
            </w:r>
            <w:r>
              <w:t xml:space="preserve"> </w:t>
            </w:r>
            <w:r w:rsidRPr="00344605">
              <w:rPr>
                <w:noProof/>
              </w:rPr>
              <w:t>Kalberer</w:t>
            </w:r>
          </w:p>
          <w:p w:rsidR="00B17B1F" w:rsidRDefault="00B17B1F" w:rsidP="0031781E">
            <w:r w:rsidRPr="00344605">
              <w:rPr>
                <w:noProof/>
              </w:rPr>
              <w:t>Bafflesstrasse 29</w:t>
            </w:r>
          </w:p>
          <w:p w:rsidR="00B17B1F" w:rsidRDefault="00B17B1F" w:rsidP="0031781E">
            <w:r w:rsidRPr="00344605">
              <w:rPr>
                <w:noProof/>
              </w:rPr>
              <w:t>9450</w:t>
            </w:r>
            <w:r>
              <w:t xml:space="preserve"> </w:t>
            </w:r>
            <w:r w:rsidRPr="00344605">
              <w:rPr>
                <w:noProof/>
              </w:rPr>
              <w:t>Altstätten SG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Sandra</w:t>
            </w:r>
            <w:r>
              <w:t xml:space="preserve"> </w:t>
            </w:r>
            <w:r w:rsidRPr="00344605">
              <w:rPr>
                <w:noProof/>
              </w:rPr>
              <w:t>Kalberer</w:t>
            </w:r>
          </w:p>
          <w:p w:rsidR="00B17B1F" w:rsidRDefault="00B17B1F" w:rsidP="0031781E">
            <w:r w:rsidRPr="00344605">
              <w:rPr>
                <w:noProof/>
              </w:rPr>
              <w:t>Calandastrasse 20</w:t>
            </w:r>
          </w:p>
          <w:p w:rsidR="00B17B1F" w:rsidRDefault="00B17B1F" w:rsidP="0031781E">
            <w:r w:rsidRPr="00344605">
              <w:rPr>
                <w:noProof/>
              </w:rPr>
              <w:t>7302</w:t>
            </w:r>
            <w:r>
              <w:t xml:space="preserve"> </w:t>
            </w:r>
            <w:r w:rsidRPr="00344605">
              <w:rPr>
                <w:noProof/>
              </w:rPr>
              <w:t>Landquart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Simona</w:t>
            </w:r>
            <w:r>
              <w:t xml:space="preserve"> </w:t>
            </w:r>
            <w:r w:rsidRPr="00344605">
              <w:rPr>
                <w:noProof/>
              </w:rPr>
              <w:t>Kohler</w:t>
            </w:r>
          </w:p>
          <w:p w:rsidR="00B17B1F" w:rsidRDefault="00B17B1F" w:rsidP="0031781E">
            <w:r w:rsidRPr="00344605">
              <w:rPr>
                <w:noProof/>
              </w:rPr>
              <w:t>Chriesilöserstrasse 6</w:t>
            </w:r>
          </w:p>
          <w:p w:rsidR="00B17B1F" w:rsidRDefault="00B17B1F" w:rsidP="0031781E">
            <w:r w:rsidRPr="00344605">
              <w:rPr>
                <w:noProof/>
              </w:rPr>
              <w:t>7310</w:t>
            </w:r>
            <w:r>
              <w:t xml:space="preserve"> </w:t>
            </w:r>
            <w:r w:rsidRPr="00344605">
              <w:rPr>
                <w:noProof/>
              </w:rPr>
              <w:t>Bad Ragaz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Armend</w:t>
            </w:r>
            <w:r>
              <w:t xml:space="preserve"> </w:t>
            </w:r>
            <w:r w:rsidRPr="00344605">
              <w:rPr>
                <w:noProof/>
              </w:rPr>
              <w:t>Koxhaxhiku</w:t>
            </w:r>
          </w:p>
          <w:p w:rsidR="00B17B1F" w:rsidRDefault="00B17B1F" w:rsidP="0031781E">
            <w:r w:rsidRPr="00344605">
              <w:rPr>
                <w:noProof/>
              </w:rPr>
              <w:t>Eisenherrenhaus 1</w:t>
            </w:r>
          </w:p>
          <w:p w:rsidR="00B17B1F" w:rsidRDefault="00B17B1F" w:rsidP="0031781E">
            <w:r w:rsidRPr="00344605">
              <w:rPr>
                <w:noProof/>
              </w:rPr>
              <w:t>8890</w:t>
            </w:r>
            <w:r>
              <w:t xml:space="preserve"> </w:t>
            </w:r>
            <w:r w:rsidRPr="00344605">
              <w:rPr>
                <w:noProof/>
              </w:rPr>
              <w:t>Flums</w:t>
            </w:r>
          </w:p>
        </w:tc>
      </w:tr>
    </w:tbl>
    <w:p w:rsidR="00B17B1F" w:rsidRDefault="00B17B1F" w:rsidP="0031781E">
      <w:pPr>
        <w:ind w:left="359" w:right="359"/>
        <w:rPr>
          <w:vanish/>
        </w:rPr>
        <w:sectPr w:rsidR="00B17B1F" w:rsidSect="00B17B1F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lastRenderedPageBreak/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Melanie</w:t>
            </w:r>
            <w:r>
              <w:t xml:space="preserve"> </w:t>
            </w:r>
            <w:r w:rsidRPr="00344605">
              <w:rPr>
                <w:noProof/>
              </w:rPr>
              <w:t>Kunz</w:t>
            </w:r>
          </w:p>
          <w:p w:rsidR="00B17B1F" w:rsidRDefault="00B17B1F" w:rsidP="0031781E">
            <w:r w:rsidRPr="00344605">
              <w:rPr>
                <w:noProof/>
              </w:rPr>
              <w:t>Eisenherren-Strasse 54</w:t>
            </w:r>
          </w:p>
          <w:p w:rsidR="00B17B1F" w:rsidRDefault="00B17B1F" w:rsidP="0031781E">
            <w:r w:rsidRPr="00344605">
              <w:rPr>
                <w:noProof/>
              </w:rPr>
              <w:t>8890</w:t>
            </w:r>
            <w:r>
              <w:t xml:space="preserve"> </w:t>
            </w:r>
            <w:r w:rsidRPr="00344605">
              <w:rPr>
                <w:noProof/>
              </w:rPr>
              <w:t>Flums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Lorena</w:t>
            </w:r>
            <w:r>
              <w:t xml:space="preserve"> </w:t>
            </w:r>
            <w:r w:rsidRPr="00344605">
              <w:rPr>
                <w:noProof/>
              </w:rPr>
              <w:t>Morciano</w:t>
            </w:r>
          </w:p>
          <w:p w:rsidR="00B17B1F" w:rsidRDefault="00B17B1F" w:rsidP="0031781E">
            <w:r w:rsidRPr="00344605">
              <w:rPr>
                <w:noProof/>
              </w:rPr>
              <w:t>Escherfeldstrasse 18</w:t>
            </w:r>
          </w:p>
          <w:p w:rsidR="00B17B1F" w:rsidRDefault="00B17B1F" w:rsidP="0031781E">
            <w:r w:rsidRPr="00344605">
              <w:rPr>
                <w:noProof/>
              </w:rPr>
              <w:t>8880</w:t>
            </w:r>
            <w:r>
              <w:t xml:space="preserve"> </w:t>
            </w:r>
            <w:r w:rsidRPr="00344605">
              <w:rPr>
                <w:noProof/>
              </w:rPr>
              <w:t>Walenstadt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Sebastian</w:t>
            </w:r>
            <w:r>
              <w:t xml:space="preserve"> </w:t>
            </w:r>
            <w:r w:rsidRPr="00344605">
              <w:rPr>
                <w:noProof/>
              </w:rPr>
              <w:t>Müller</w:t>
            </w:r>
          </w:p>
          <w:p w:rsidR="00B17B1F" w:rsidRDefault="00B17B1F" w:rsidP="0031781E">
            <w:r w:rsidRPr="00344605">
              <w:rPr>
                <w:noProof/>
              </w:rPr>
              <w:t>Falknisstrasse 44</w:t>
            </w:r>
          </w:p>
          <w:p w:rsidR="00B17B1F" w:rsidRDefault="00B17B1F" w:rsidP="0031781E">
            <w:r w:rsidRPr="00344605">
              <w:rPr>
                <w:noProof/>
              </w:rPr>
              <w:t>7304</w:t>
            </w:r>
            <w:r>
              <w:t xml:space="preserve"> </w:t>
            </w:r>
            <w:r w:rsidRPr="00344605">
              <w:rPr>
                <w:noProof/>
              </w:rPr>
              <w:t>Maienfeld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Gürhan</w:t>
            </w:r>
            <w:r>
              <w:t xml:space="preserve"> </w:t>
            </w:r>
            <w:r w:rsidRPr="00344605">
              <w:rPr>
                <w:noProof/>
              </w:rPr>
              <w:t>Aytürk</w:t>
            </w:r>
          </w:p>
          <w:p w:rsidR="00B17B1F" w:rsidRDefault="00B17B1F" w:rsidP="0031781E">
            <w:r w:rsidRPr="00344605">
              <w:rPr>
                <w:noProof/>
              </w:rPr>
              <w:t>Güdigengasse 82</w:t>
            </w:r>
          </w:p>
          <w:p w:rsidR="00B17B1F" w:rsidRDefault="00B17B1F" w:rsidP="0031781E">
            <w:r w:rsidRPr="00344605">
              <w:rPr>
                <w:noProof/>
              </w:rPr>
              <w:t>9492</w:t>
            </w:r>
            <w:r>
              <w:t xml:space="preserve"> </w:t>
            </w:r>
            <w:r w:rsidRPr="00344605">
              <w:rPr>
                <w:noProof/>
              </w:rPr>
              <w:t>Eschen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Zoran</w:t>
            </w:r>
            <w:r>
              <w:t xml:space="preserve"> </w:t>
            </w:r>
            <w:r w:rsidRPr="00344605">
              <w:rPr>
                <w:noProof/>
              </w:rPr>
              <w:t>Novakovic</w:t>
            </w:r>
          </w:p>
          <w:p w:rsidR="00B17B1F" w:rsidRDefault="00B17B1F" w:rsidP="0031781E">
            <w:r w:rsidRPr="00344605">
              <w:rPr>
                <w:noProof/>
              </w:rPr>
              <w:t>Heidenerstrasse 76</w:t>
            </w:r>
          </w:p>
          <w:p w:rsidR="00B17B1F" w:rsidRDefault="00B17B1F" w:rsidP="0031781E">
            <w:r w:rsidRPr="00344605">
              <w:rPr>
                <w:noProof/>
              </w:rPr>
              <w:t>9450</w:t>
            </w:r>
            <w:r>
              <w:t xml:space="preserve"> </w:t>
            </w:r>
            <w:r w:rsidRPr="00344605">
              <w:rPr>
                <w:noProof/>
              </w:rPr>
              <w:t>Lüchingen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Corina</w:t>
            </w:r>
            <w:r>
              <w:t xml:space="preserve"> </w:t>
            </w:r>
            <w:r w:rsidRPr="00344605">
              <w:rPr>
                <w:noProof/>
              </w:rPr>
              <w:t>Pfiffner</w:t>
            </w:r>
          </w:p>
          <w:p w:rsidR="00B17B1F" w:rsidRDefault="00B17B1F" w:rsidP="0031781E">
            <w:r w:rsidRPr="00344605">
              <w:rPr>
                <w:noProof/>
              </w:rPr>
              <w:t>Hubstrasse 27</w:t>
            </w:r>
          </w:p>
          <w:p w:rsidR="00B17B1F" w:rsidRDefault="00B17B1F" w:rsidP="0031781E">
            <w:r w:rsidRPr="00344605">
              <w:rPr>
                <w:noProof/>
              </w:rPr>
              <w:t>9445</w:t>
            </w:r>
            <w:r>
              <w:t xml:space="preserve"> </w:t>
            </w:r>
            <w:r w:rsidRPr="00344605">
              <w:rPr>
                <w:noProof/>
              </w:rPr>
              <w:t>Rebstein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Christopher</w:t>
            </w:r>
            <w:r>
              <w:t xml:space="preserve"> </w:t>
            </w:r>
            <w:r w:rsidRPr="00344605">
              <w:rPr>
                <w:noProof/>
              </w:rPr>
              <w:t>Ramos</w:t>
            </w:r>
          </w:p>
          <w:p w:rsidR="00B17B1F" w:rsidRDefault="00B17B1F" w:rsidP="0031781E">
            <w:r w:rsidRPr="00344605">
              <w:rPr>
                <w:noProof/>
              </w:rPr>
              <w:t>Im Gapetsch 33</w:t>
            </w:r>
          </w:p>
          <w:p w:rsidR="00B17B1F" w:rsidRDefault="00B17B1F" w:rsidP="0031781E">
            <w:r w:rsidRPr="00344605">
              <w:rPr>
                <w:noProof/>
              </w:rPr>
              <w:t>9494</w:t>
            </w:r>
            <w:r>
              <w:t xml:space="preserve"> </w:t>
            </w:r>
            <w:r w:rsidRPr="00344605">
              <w:rPr>
                <w:noProof/>
              </w:rPr>
              <w:t>Schaan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Claudia</w:t>
            </w:r>
            <w:r>
              <w:t xml:space="preserve"> </w:t>
            </w:r>
            <w:r w:rsidRPr="00344605">
              <w:rPr>
                <w:noProof/>
              </w:rPr>
              <w:t>Reichlin</w:t>
            </w:r>
          </w:p>
          <w:p w:rsidR="00B17B1F" w:rsidRDefault="00B17B1F" w:rsidP="0031781E">
            <w:r w:rsidRPr="00344605">
              <w:rPr>
                <w:noProof/>
              </w:rPr>
              <w:t>Im Stutz 18</w:t>
            </w:r>
          </w:p>
          <w:p w:rsidR="00B17B1F" w:rsidRDefault="00B17B1F" w:rsidP="0031781E">
            <w:r w:rsidRPr="00344605">
              <w:rPr>
                <w:noProof/>
              </w:rPr>
              <w:t>9478</w:t>
            </w:r>
            <w:r>
              <w:t xml:space="preserve"> </w:t>
            </w:r>
            <w:r w:rsidRPr="00344605">
              <w:rPr>
                <w:noProof/>
              </w:rPr>
              <w:t>Azmoos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Silvia</w:t>
            </w:r>
            <w:r>
              <w:t xml:space="preserve"> </w:t>
            </w:r>
            <w:r w:rsidRPr="00344605">
              <w:rPr>
                <w:noProof/>
              </w:rPr>
              <w:t>Reinero</w:t>
            </w:r>
          </w:p>
          <w:p w:rsidR="00B17B1F" w:rsidRDefault="00B17B1F" w:rsidP="0031781E">
            <w:r w:rsidRPr="00344605">
              <w:rPr>
                <w:noProof/>
              </w:rPr>
              <w:t>Kloggerweg 4</w:t>
            </w:r>
          </w:p>
          <w:p w:rsidR="00B17B1F" w:rsidRDefault="00B17B1F" w:rsidP="0031781E">
            <w:r w:rsidRPr="00344605">
              <w:rPr>
                <w:noProof/>
              </w:rPr>
              <w:t>9488</w:t>
            </w:r>
            <w:r>
              <w:t xml:space="preserve"> </w:t>
            </w:r>
            <w:r w:rsidRPr="00344605">
              <w:rPr>
                <w:noProof/>
              </w:rPr>
              <w:t>Schellenberg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Chantal</w:t>
            </w:r>
            <w:r>
              <w:t xml:space="preserve"> </w:t>
            </w:r>
            <w:r w:rsidRPr="00344605">
              <w:rPr>
                <w:noProof/>
              </w:rPr>
              <w:t>Rohner</w:t>
            </w:r>
          </w:p>
          <w:p w:rsidR="00B17B1F" w:rsidRDefault="00B17B1F" w:rsidP="0031781E">
            <w:r w:rsidRPr="00344605">
              <w:rPr>
                <w:noProof/>
              </w:rPr>
              <w:t>Kornberg 28</w:t>
            </w:r>
          </w:p>
          <w:p w:rsidR="00B17B1F" w:rsidRDefault="00B17B1F" w:rsidP="0031781E">
            <w:r w:rsidRPr="00344605">
              <w:rPr>
                <w:noProof/>
              </w:rPr>
              <w:t>9450</w:t>
            </w:r>
            <w:r>
              <w:t xml:space="preserve"> </w:t>
            </w:r>
            <w:r w:rsidRPr="00344605">
              <w:rPr>
                <w:noProof/>
              </w:rPr>
              <w:t>Altstätten SG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Leandro</w:t>
            </w:r>
            <w:r>
              <w:t xml:space="preserve"> </w:t>
            </w:r>
            <w:r w:rsidRPr="00344605">
              <w:rPr>
                <w:noProof/>
              </w:rPr>
              <w:t>Rupp</w:t>
            </w:r>
          </w:p>
          <w:p w:rsidR="00B17B1F" w:rsidRDefault="00B17B1F" w:rsidP="0031781E">
            <w:r w:rsidRPr="00344605">
              <w:rPr>
                <w:noProof/>
              </w:rPr>
              <w:t>Oberfeld 32</w:t>
            </w:r>
          </w:p>
          <w:p w:rsidR="00B17B1F" w:rsidRDefault="00B17B1F" w:rsidP="0031781E">
            <w:r w:rsidRPr="00344605">
              <w:rPr>
                <w:noProof/>
              </w:rPr>
              <w:t>9495</w:t>
            </w:r>
            <w:r>
              <w:t xml:space="preserve"> </w:t>
            </w:r>
            <w:r w:rsidRPr="00344605">
              <w:rPr>
                <w:noProof/>
              </w:rPr>
              <w:t>Triesen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Thavin</w:t>
            </w:r>
            <w:r>
              <w:t xml:space="preserve"> </w:t>
            </w:r>
            <w:r w:rsidRPr="00344605">
              <w:rPr>
                <w:noProof/>
              </w:rPr>
              <w:t>Saverimuthu</w:t>
            </w:r>
          </w:p>
          <w:p w:rsidR="00B17B1F" w:rsidRDefault="00B17B1F" w:rsidP="0031781E">
            <w:r w:rsidRPr="00344605">
              <w:rPr>
                <w:noProof/>
              </w:rPr>
              <w:t>Otterstein 88</w:t>
            </w:r>
          </w:p>
          <w:p w:rsidR="00B17B1F" w:rsidRDefault="00B17B1F" w:rsidP="0031781E">
            <w:r w:rsidRPr="00344605">
              <w:rPr>
                <w:noProof/>
              </w:rPr>
              <w:t>8889</w:t>
            </w:r>
            <w:r>
              <w:t xml:space="preserve"> </w:t>
            </w:r>
            <w:r w:rsidRPr="00344605">
              <w:rPr>
                <w:noProof/>
              </w:rPr>
              <w:t>Plons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Nicole</w:t>
            </w:r>
            <w:r>
              <w:t xml:space="preserve"> </w:t>
            </w:r>
            <w:r w:rsidRPr="00344605">
              <w:rPr>
                <w:noProof/>
              </w:rPr>
              <w:t>Schlegel</w:t>
            </w:r>
          </w:p>
          <w:p w:rsidR="00B17B1F" w:rsidRDefault="00B17B1F" w:rsidP="0031781E">
            <w:r w:rsidRPr="00344605">
              <w:rPr>
                <w:noProof/>
              </w:rPr>
              <w:t>Rangsstrasse 2</w:t>
            </w:r>
          </w:p>
          <w:p w:rsidR="00B17B1F" w:rsidRDefault="00B17B1F" w:rsidP="0031781E">
            <w:r w:rsidRPr="00344605">
              <w:rPr>
                <w:noProof/>
              </w:rPr>
              <w:t>7205</w:t>
            </w:r>
            <w:r>
              <w:t xml:space="preserve"> </w:t>
            </w:r>
            <w:r w:rsidRPr="00344605">
              <w:rPr>
                <w:noProof/>
              </w:rPr>
              <w:t>Zizers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Herr</w:t>
            </w:r>
          </w:p>
          <w:p w:rsidR="00B17B1F" w:rsidRDefault="00B17B1F" w:rsidP="0031781E">
            <w:r w:rsidRPr="00344605">
              <w:rPr>
                <w:noProof/>
              </w:rPr>
              <w:t>Raphael</w:t>
            </w:r>
            <w:r>
              <w:t xml:space="preserve"> </w:t>
            </w:r>
            <w:r w:rsidRPr="00344605">
              <w:rPr>
                <w:noProof/>
              </w:rPr>
              <w:t>Schöni</w:t>
            </w:r>
          </w:p>
          <w:p w:rsidR="00B17B1F" w:rsidRDefault="00B17B1F" w:rsidP="0031781E">
            <w:r w:rsidRPr="00344605">
              <w:rPr>
                <w:noProof/>
              </w:rPr>
              <w:t>Rheinstrasse 12</w:t>
            </w:r>
          </w:p>
          <w:p w:rsidR="00B17B1F" w:rsidRDefault="00B17B1F" w:rsidP="0031781E">
            <w:r w:rsidRPr="00344605">
              <w:rPr>
                <w:noProof/>
              </w:rPr>
              <w:t>7000</w:t>
            </w:r>
            <w:r>
              <w:t xml:space="preserve"> </w:t>
            </w:r>
            <w:r w:rsidRPr="00344605">
              <w:rPr>
                <w:noProof/>
              </w:rPr>
              <w:t>Chur</w:t>
            </w:r>
          </w:p>
        </w:tc>
      </w:tr>
    </w:tbl>
    <w:p w:rsidR="00B17B1F" w:rsidRDefault="00B17B1F" w:rsidP="0031781E">
      <w:pPr>
        <w:ind w:left="359" w:right="359"/>
        <w:rPr>
          <w:vanish/>
        </w:rPr>
        <w:sectPr w:rsidR="00B17B1F" w:rsidSect="00B17B1F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lastRenderedPageBreak/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Aglaja</w:t>
            </w:r>
            <w:r>
              <w:t xml:space="preserve"> </w:t>
            </w:r>
            <w:r w:rsidRPr="00344605">
              <w:rPr>
                <w:noProof/>
              </w:rPr>
              <w:t>Specken</w:t>
            </w:r>
          </w:p>
          <w:p w:rsidR="00B17B1F" w:rsidRDefault="00B17B1F" w:rsidP="0031781E">
            <w:r w:rsidRPr="00344605">
              <w:rPr>
                <w:noProof/>
              </w:rPr>
              <w:t>Staatsstrasse 71</w:t>
            </w:r>
          </w:p>
          <w:p w:rsidR="00B17B1F" w:rsidRDefault="00B17B1F" w:rsidP="0031781E">
            <w:r w:rsidRPr="00344605">
              <w:rPr>
                <w:noProof/>
              </w:rPr>
              <w:t>9445</w:t>
            </w:r>
            <w:r>
              <w:t xml:space="preserve"> </w:t>
            </w:r>
            <w:r w:rsidRPr="00344605">
              <w:rPr>
                <w:noProof/>
              </w:rPr>
              <w:t>Rebstein</w:t>
            </w:r>
          </w:p>
        </w:tc>
        <w:tc>
          <w:tcPr>
            <w:tcW w:w="5952" w:type="dxa"/>
            <w:vAlign w:val="center"/>
          </w:tcPr>
          <w:p w:rsidR="00B17B1F" w:rsidRDefault="00B17B1F" w:rsidP="0031781E">
            <w:r w:rsidRPr="00344605">
              <w:rPr>
                <w:noProof/>
              </w:rPr>
              <w:t>Frau</w:t>
            </w:r>
          </w:p>
          <w:p w:rsidR="00B17B1F" w:rsidRDefault="00B17B1F" w:rsidP="0031781E">
            <w:r w:rsidRPr="00344605">
              <w:rPr>
                <w:noProof/>
              </w:rPr>
              <w:t>Samira</w:t>
            </w:r>
            <w:r>
              <w:t xml:space="preserve"> </w:t>
            </w:r>
            <w:r w:rsidRPr="00344605">
              <w:rPr>
                <w:noProof/>
              </w:rPr>
              <w:t>Tschuor</w:t>
            </w:r>
          </w:p>
          <w:p w:rsidR="00B17B1F" w:rsidRDefault="00B17B1F" w:rsidP="0031781E">
            <w:r w:rsidRPr="00344605">
              <w:rPr>
                <w:noProof/>
              </w:rPr>
              <w:t>Strick 8</w:t>
            </w:r>
          </w:p>
          <w:p w:rsidR="00B17B1F" w:rsidRDefault="00B17B1F" w:rsidP="0031781E">
            <w:r w:rsidRPr="00344605">
              <w:rPr>
                <w:noProof/>
              </w:rPr>
              <w:t>9466</w:t>
            </w:r>
            <w:r>
              <w:t xml:space="preserve"> </w:t>
            </w:r>
            <w:r w:rsidRPr="00344605">
              <w:rPr>
                <w:noProof/>
              </w:rPr>
              <w:t>Sennwald</w:t>
            </w:r>
          </w:p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/>
        </w:tc>
        <w:tc>
          <w:tcPr>
            <w:tcW w:w="5952" w:type="dxa"/>
            <w:vAlign w:val="center"/>
          </w:tcPr>
          <w:p w:rsidR="00B17B1F" w:rsidRDefault="00B17B1F" w:rsidP="0031781E"/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/>
        </w:tc>
        <w:tc>
          <w:tcPr>
            <w:tcW w:w="5952" w:type="dxa"/>
            <w:vAlign w:val="center"/>
          </w:tcPr>
          <w:p w:rsidR="00B17B1F" w:rsidRDefault="00B17B1F" w:rsidP="0031781E"/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/>
        </w:tc>
        <w:tc>
          <w:tcPr>
            <w:tcW w:w="5952" w:type="dxa"/>
            <w:vAlign w:val="center"/>
          </w:tcPr>
          <w:p w:rsidR="00B17B1F" w:rsidRDefault="00B17B1F" w:rsidP="0031781E"/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/>
        </w:tc>
        <w:tc>
          <w:tcPr>
            <w:tcW w:w="5952" w:type="dxa"/>
            <w:vAlign w:val="center"/>
          </w:tcPr>
          <w:p w:rsidR="00B17B1F" w:rsidRDefault="00B17B1F" w:rsidP="0031781E"/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/>
        </w:tc>
        <w:tc>
          <w:tcPr>
            <w:tcW w:w="5952" w:type="dxa"/>
            <w:vAlign w:val="center"/>
          </w:tcPr>
          <w:p w:rsidR="00B17B1F" w:rsidRDefault="00B17B1F" w:rsidP="0031781E"/>
        </w:tc>
      </w:tr>
      <w:tr w:rsidR="00B17B1F" w:rsidTr="0031781E">
        <w:trPr>
          <w:cantSplit/>
          <w:trHeight w:hRule="exact" w:val="2405"/>
        </w:trPr>
        <w:tc>
          <w:tcPr>
            <w:tcW w:w="5952" w:type="dxa"/>
            <w:vAlign w:val="center"/>
          </w:tcPr>
          <w:p w:rsidR="00B17B1F" w:rsidRDefault="00B17B1F" w:rsidP="0031781E"/>
        </w:tc>
        <w:tc>
          <w:tcPr>
            <w:tcW w:w="5952" w:type="dxa"/>
            <w:vAlign w:val="center"/>
          </w:tcPr>
          <w:p w:rsidR="00B17B1F" w:rsidRDefault="00B17B1F" w:rsidP="0031781E"/>
        </w:tc>
      </w:tr>
    </w:tbl>
    <w:p w:rsidR="00B17B1F" w:rsidRDefault="00B17B1F" w:rsidP="0031781E">
      <w:pPr>
        <w:ind w:left="359" w:right="359"/>
        <w:rPr>
          <w:vanish/>
        </w:rPr>
        <w:sectPr w:rsidR="00B17B1F" w:rsidSect="00B17B1F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p w:rsidR="00B17B1F" w:rsidRPr="0031781E" w:rsidRDefault="00B17B1F" w:rsidP="0031781E">
      <w:pPr>
        <w:ind w:left="359" w:right="359"/>
        <w:rPr>
          <w:vanish/>
        </w:rPr>
      </w:pPr>
    </w:p>
    <w:sectPr w:rsidR="00B17B1F" w:rsidRPr="0031781E" w:rsidSect="00B17B1F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81E"/>
    <w:rsid w:val="001D53B8"/>
    <w:rsid w:val="0031781E"/>
    <w:rsid w:val="003546F0"/>
    <w:rsid w:val="00831E2B"/>
    <w:rsid w:val="00B17B1F"/>
    <w:rsid w:val="00C9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3136ECE-6B26-4338-92A7-59E9B9DCB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781E"/>
    <w:pPr>
      <w:spacing w:after="0" w:line="312" w:lineRule="auto"/>
      <w:ind w:left="567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17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306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1</cp:revision>
  <dcterms:created xsi:type="dcterms:W3CDTF">2015-03-17T18:25:00Z</dcterms:created>
  <dcterms:modified xsi:type="dcterms:W3CDTF">2015-03-17T18:25:00Z</dcterms:modified>
</cp:coreProperties>
</file>