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1D9" w:rsidRDefault="00035B5E" w:rsidP="003171D9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58752" behindDoc="0" locked="0" layoutInCell="1" allowOverlap="1" wp14:anchorId="73AB9BD0" wp14:editId="19856A0F">
            <wp:simplePos x="0" y="0"/>
            <wp:positionH relativeFrom="column">
              <wp:posOffset>5320665</wp:posOffset>
            </wp:positionH>
            <wp:positionV relativeFrom="paragraph">
              <wp:posOffset>-195580</wp:posOffset>
            </wp:positionV>
            <wp:extent cx="627380" cy="57277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ppunerwuerfe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fldSimple w:instr=" FILENAME   \* MERGEFORMAT ">
        <w:r w:rsidR="003171D9">
          <w:rPr>
            <w:noProof/>
          </w:rPr>
          <w:t>Gl</w:t>
        </w:r>
        <w:bookmarkStart w:id="0" w:name="_GoBack"/>
        <w:bookmarkEnd w:id="0"/>
        <w:r w:rsidR="003171D9">
          <w:rPr>
            <w:noProof/>
          </w:rPr>
          <w:t>iederung100.docx</w:t>
        </w:r>
      </w:fldSimple>
    </w:p>
    <w:p w:rsidR="00156548" w:rsidRPr="003171D9" w:rsidRDefault="007C15EA">
      <w:pPr>
        <w:shd w:val="clear" w:color="auto" w:fill="FFCC99"/>
        <w:ind w:left="1260" w:hanging="1260"/>
        <w:rPr>
          <w:rFonts w:asciiTheme="majorHAnsi" w:hAnsiTheme="majorHAnsi"/>
        </w:rPr>
      </w:pPr>
      <w:r>
        <w:rPr>
          <w:noProof/>
          <w:lang w:eastAsia="de-CH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margin">
              <wp:posOffset>4815840</wp:posOffset>
            </wp:positionH>
            <wp:positionV relativeFrom="paragraph">
              <wp:posOffset>13970</wp:posOffset>
            </wp:positionV>
            <wp:extent cx="1123950" cy="1485900"/>
            <wp:effectExtent l="0" t="0" r="0" b="0"/>
            <wp:wrapTight wrapText="bothSides">
              <wp:wrapPolygon edited="0">
                <wp:start x="0" y="0"/>
                <wp:lineTo x="0" y="21323"/>
                <wp:lineTo x="21234" y="21323"/>
                <wp:lineTo x="2123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6548" w:rsidRPr="003171D9">
        <w:rPr>
          <w:rFonts w:asciiTheme="majorHAnsi" w:hAnsiTheme="majorHAnsi"/>
          <w:b/>
          <w:bCs w:val="0"/>
        </w:rPr>
        <w:t>Aufgabe</w:t>
      </w:r>
      <w:r w:rsidR="00156548" w:rsidRPr="003171D9">
        <w:rPr>
          <w:rFonts w:asciiTheme="majorHAnsi" w:hAnsiTheme="majorHAnsi"/>
        </w:rPr>
        <w:t>:</w:t>
      </w:r>
      <w:r w:rsidR="00156548" w:rsidRPr="003171D9">
        <w:rPr>
          <w:rFonts w:asciiTheme="majorHAnsi" w:hAnsiTheme="majorHAnsi"/>
        </w:rPr>
        <w:tab/>
        <w:t xml:space="preserve">Formatieren Sie den </w:t>
      </w:r>
      <w:r>
        <w:rPr>
          <w:rFonts w:asciiTheme="majorHAnsi" w:hAnsiTheme="majorHAnsi"/>
        </w:rPr>
        <w:t xml:space="preserve">Fragekatalog wie </w:t>
      </w:r>
      <w:r w:rsidR="00156548" w:rsidRPr="003171D9">
        <w:rPr>
          <w:rFonts w:asciiTheme="majorHAnsi" w:hAnsiTheme="majorHAnsi"/>
        </w:rPr>
        <w:t xml:space="preserve">rechts </w:t>
      </w:r>
      <w:r>
        <w:rPr>
          <w:rFonts w:asciiTheme="majorHAnsi" w:hAnsiTheme="majorHAnsi"/>
        </w:rPr>
        <w:t>abgebildet</w:t>
      </w:r>
      <w:r w:rsidR="00156548" w:rsidRPr="003171D9">
        <w:rPr>
          <w:rFonts w:asciiTheme="majorHAnsi" w:hAnsiTheme="majorHAnsi"/>
        </w:rPr>
        <w:t xml:space="preserve">. </w:t>
      </w:r>
    </w:p>
    <w:p w:rsidR="00156548" w:rsidRPr="003171D9" w:rsidRDefault="00156548">
      <w:pPr>
        <w:shd w:val="clear" w:color="auto" w:fill="FFCC99"/>
      </w:pPr>
    </w:p>
    <w:p w:rsidR="00156548" w:rsidRDefault="00156548">
      <w:pPr>
        <w:shd w:val="clear" w:color="auto" w:fill="FFCC99"/>
      </w:pPr>
    </w:p>
    <w:p w:rsidR="007C15EA" w:rsidRPr="003171D9" w:rsidRDefault="007C15EA">
      <w:pPr>
        <w:shd w:val="clear" w:color="auto" w:fill="FFCC99"/>
      </w:pPr>
    </w:p>
    <w:p w:rsidR="00156548" w:rsidRPr="003171D9" w:rsidRDefault="00156548">
      <w:pPr>
        <w:shd w:val="clear" w:color="auto" w:fill="FFCC99"/>
      </w:pPr>
    </w:p>
    <w:p w:rsidR="003171D9" w:rsidRPr="003171D9" w:rsidRDefault="003171D9">
      <w:pPr>
        <w:shd w:val="clear" w:color="auto" w:fill="FFCC99"/>
      </w:pPr>
    </w:p>
    <w:p w:rsidR="00156548" w:rsidRPr="003171D9" w:rsidRDefault="00156548">
      <w:pPr>
        <w:shd w:val="clear" w:color="auto" w:fill="FFCC99"/>
      </w:pPr>
    </w:p>
    <w:p w:rsidR="00156548" w:rsidRPr="003171D9" w:rsidRDefault="00156548"/>
    <w:p w:rsidR="00156548" w:rsidRPr="003171D9" w:rsidRDefault="00156548" w:rsidP="00CF667F">
      <w:pPr>
        <w:rPr>
          <w:b/>
          <w:bCs w:val="0"/>
        </w:rPr>
      </w:pPr>
      <w:r w:rsidRPr="003171D9">
        <w:rPr>
          <w:b/>
          <w:bCs w:val="0"/>
        </w:rPr>
        <w:t>Welche Punkte treffen auf die Briefregel 1 zu?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Die Ortschaft ist auf Zeile 10 zu setzen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Die Grussformel folgt direkt an den Text (Ohne Leerzeile)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Nach der Empfängeradresse lautet die Leerzeilenfolge 3-2-1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Der Titel muss hervorgehoben werden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 xml:space="preserve">Sehr geehrte Frau </w:t>
      </w:r>
      <w:proofErr w:type="spellStart"/>
      <w:r w:rsidRPr="007809FB">
        <w:rPr>
          <w:color w:val="7F7F7F" w:themeColor="text1" w:themeTint="80"/>
        </w:rPr>
        <w:t>rsp</w:t>
      </w:r>
      <w:proofErr w:type="spellEnd"/>
      <w:r w:rsidRPr="007809FB">
        <w:rPr>
          <w:color w:val="7F7F7F" w:themeColor="text1" w:themeTint="80"/>
        </w:rPr>
        <w:t>. sehr geehrter Herr ist veraltet und schreibt man heute nicht mehr</w:t>
      </w:r>
    </w:p>
    <w:p w:rsidR="00156548" w:rsidRPr="003171D9" w:rsidRDefault="00156548" w:rsidP="00CF667F">
      <w:pPr>
        <w:rPr>
          <w:b/>
          <w:bCs w:val="0"/>
        </w:rPr>
      </w:pPr>
      <w:r w:rsidRPr="003171D9">
        <w:rPr>
          <w:b/>
          <w:bCs w:val="0"/>
        </w:rPr>
        <w:t>Welche Strichregeln sind richtig?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Für Bindestriche wird der kurze Strich verwendet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Für Gedankenstriche wird der kurze Strich verwendet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Für Bis-Striche wird der lange Strich verwendet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Für Minus-Striche wird der mittlere Strich verwendet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Der mittlere Strich wird mit  [CTRL]-[</w:t>
      </w:r>
      <w:proofErr w:type="spellStart"/>
      <w:r w:rsidRPr="007809FB">
        <w:rPr>
          <w:color w:val="7F7F7F" w:themeColor="text1" w:themeTint="80"/>
        </w:rPr>
        <w:t>Num</w:t>
      </w:r>
      <w:proofErr w:type="spellEnd"/>
      <w:r w:rsidRPr="007809FB">
        <w:rPr>
          <w:color w:val="7F7F7F" w:themeColor="text1" w:themeTint="80"/>
        </w:rPr>
        <w:t>-] erstellt</w:t>
      </w:r>
    </w:p>
    <w:p w:rsidR="00156548" w:rsidRPr="003171D9" w:rsidRDefault="00156548" w:rsidP="00CF667F">
      <w:pPr>
        <w:rPr>
          <w:b/>
          <w:bCs w:val="0"/>
        </w:rPr>
      </w:pPr>
      <w:r w:rsidRPr="003171D9">
        <w:rPr>
          <w:b/>
          <w:bCs w:val="0"/>
        </w:rPr>
        <w:t>Welche Abkürzungen werden mit einem Punkt geschrieben?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OLMA</w:t>
      </w:r>
    </w:p>
    <w:p w:rsidR="00156548" w:rsidRPr="007809FB" w:rsidRDefault="00156548" w:rsidP="00CF667F">
      <w:pPr>
        <w:rPr>
          <w:color w:val="7F7F7F" w:themeColor="text1" w:themeTint="80"/>
        </w:rPr>
      </w:pPr>
      <w:proofErr w:type="spellStart"/>
      <w:r w:rsidRPr="007809FB">
        <w:rPr>
          <w:color w:val="7F7F7F" w:themeColor="text1" w:themeTint="80"/>
        </w:rPr>
        <w:t>ppa</w:t>
      </w:r>
      <w:proofErr w:type="spellEnd"/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m (für Meter)</w:t>
      </w:r>
    </w:p>
    <w:p w:rsidR="00156548" w:rsidRPr="007809FB" w:rsidRDefault="00156548" w:rsidP="00CF667F">
      <w:pPr>
        <w:rPr>
          <w:color w:val="7F7F7F" w:themeColor="text1" w:themeTint="80"/>
        </w:rPr>
      </w:pPr>
      <w:proofErr w:type="spellStart"/>
      <w:r w:rsidRPr="007809FB">
        <w:rPr>
          <w:color w:val="7F7F7F" w:themeColor="text1" w:themeTint="80"/>
        </w:rPr>
        <w:t>usw</w:t>
      </w:r>
      <w:proofErr w:type="spellEnd"/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 xml:space="preserve">1000 v </w:t>
      </w:r>
      <w:proofErr w:type="spellStart"/>
      <w:r w:rsidRPr="007809FB">
        <w:rPr>
          <w:color w:val="7F7F7F" w:themeColor="text1" w:themeTint="80"/>
        </w:rPr>
        <w:t>Chr</w:t>
      </w:r>
      <w:proofErr w:type="spellEnd"/>
    </w:p>
    <w:p w:rsidR="00156548" w:rsidRPr="003171D9" w:rsidRDefault="00156548" w:rsidP="00CF667F">
      <w:pPr>
        <w:rPr>
          <w:b/>
          <w:bCs w:val="0"/>
        </w:rPr>
      </w:pPr>
      <w:r w:rsidRPr="003171D9">
        <w:rPr>
          <w:b/>
          <w:bCs w:val="0"/>
        </w:rPr>
        <w:t>Welche Tastenkombination benötigen Sie für einen langen Strich?</w:t>
      </w:r>
    </w:p>
    <w:p w:rsidR="00156548" w:rsidRPr="007809FB" w:rsidRDefault="00156548" w:rsidP="00CF667F">
      <w:pPr>
        <w:rPr>
          <w:color w:val="7F7F7F" w:themeColor="text1" w:themeTint="80"/>
          <w:lang w:val="sv-SE"/>
        </w:rPr>
      </w:pPr>
      <w:r w:rsidRPr="007809FB">
        <w:rPr>
          <w:color w:val="7F7F7F" w:themeColor="text1" w:themeTint="80"/>
          <w:lang w:val="sv-SE"/>
        </w:rPr>
        <w:t>[Ctrl]-[Alt]-[Delete]</w:t>
      </w:r>
    </w:p>
    <w:p w:rsidR="00156548" w:rsidRPr="007809FB" w:rsidRDefault="00156548" w:rsidP="00CF667F">
      <w:pPr>
        <w:rPr>
          <w:color w:val="7F7F7F" w:themeColor="text1" w:themeTint="80"/>
          <w:lang w:val="sv-SE"/>
        </w:rPr>
      </w:pPr>
      <w:r w:rsidRPr="007809FB">
        <w:rPr>
          <w:color w:val="7F7F7F" w:themeColor="text1" w:themeTint="80"/>
          <w:lang w:val="sv-SE"/>
        </w:rPr>
        <w:t xml:space="preserve">[Ctrl]-[Alt]-[NUM </w:t>
      </w:r>
      <w:r w:rsidR="003015FA" w:rsidRPr="007809FB">
        <w:rPr>
          <w:color w:val="7F7F7F" w:themeColor="text1" w:themeTint="80"/>
          <w:lang w:val="sv-SE"/>
        </w:rPr>
        <w:t>–</w:t>
      </w:r>
      <w:r w:rsidRPr="007809FB">
        <w:rPr>
          <w:color w:val="7F7F7F" w:themeColor="text1" w:themeTint="80"/>
          <w:lang w:val="sv-SE"/>
        </w:rPr>
        <w:t>]</w:t>
      </w:r>
    </w:p>
    <w:p w:rsidR="00156548" w:rsidRPr="007809FB" w:rsidRDefault="00156548" w:rsidP="00CF667F">
      <w:pPr>
        <w:rPr>
          <w:color w:val="7F7F7F" w:themeColor="text1" w:themeTint="80"/>
          <w:lang w:val="en-GB"/>
        </w:rPr>
      </w:pPr>
      <w:r w:rsidRPr="007809FB">
        <w:rPr>
          <w:color w:val="7F7F7F" w:themeColor="text1" w:themeTint="80"/>
          <w:lang w:val="en-GB"/>
        </w:rPr>
        <w:t>[Ctrl]-[Shift]</w:t>
      </w:r>
      <w:proofErr w:type="gramStart"/>
      <w:r w:rsidRPr="007809FB">
        <w:rPr>
          <w:color w:val="7F7F7F" w:themeColor="text1" w:themeTint="80"/>
          <w:lang w:val="en-GB"/>
        </w:rPr>
        <w:t>-[</w:t>
      </w:r>
      <w:proofErr w:type="gramEnd"/>
      <w:r w:rsidRPr="007809FB">
        <w:rPr>
          <w:color w:val="7F7F7F" w:themeColor="text1" w:themeTint="80"/>
          <w:lang w:val="en-GB"/>
        </w:rPr>
        <w:t xml:space="preserve">NUM </w:t>
      </w:r>
      <w:r w:rsidR="003015FA" w:rsidRPr="007809FB">
        <w:rPr>
          <w:color w:val="7F7F7F" w:themeColor="text1" w:themeTint="80"/>
          <w:lang w:val="en-GB"/>
        </w:rPr>
        <w:t>–</w:t>
      </w:r>
      <w:r w:rsidRPr="007809FB">
        <w:rPr>
          <w:color w:val="7F7F7F" w:themeColor="text1" w:themeTint="80"/>
          <w:lang w:val="en-GB"/>
        </w:rPr>
        <w:t>]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[</w:t>
      </w:r>
      <w:proofErr w:type="spellStart"/>
      <w:r w:rsidRPr="007809FB">
        <w:rPr>
          <w:color w:val="7F7F7F" w:themeColor="text1" w:themeTint="80"/>
        </w:rPr>
        <w:t>AltGr</w:t>
      </w:r>
      <w:proofErr w:type="spellEnd"/>
      <w:r w:rsidRPr="007809FB">
        <w:rPr>
          <w:color w:val="7F7F7F" w:themeColor="text1" w:themeTint="80"/>
        </w:rPr>
        <w:t>]-[NUM -]</w:t>
      </w:r>
    </w:p>
    <w:p w:rsidR="00156548" w:rsidRPr="007809FB" w:rsidRDefault="00156548" w:rsidP="00CF667F">
      <w:pPr>
        <w:rPr>
          <w:color w:val="7F7F7F" w:themeColor="text1" w:themeTint="80"/>
        </w:rPr>
      </w:pPr>
      <w:r w:rsidRPr="007809FB">
        <w:rPr>
          <w:color w:val="7F7F7F" w:themeColor="text1" w:themeTint="80"/>
        </w:rPr>
        <w:t>[Alt]-[</w:t>
      </w:r>
      <w:proofErr w:type="spellStart"/>
      <w:r w:rsidRPr="007809FB">
        <w:rPr>
          <w:color w:val="7F7F7F" w:themeColor="text1" w:themeTint="80"/>
        </w:rPr>
        <w:t>Shift</w:t>
      </w:r>
      <w:proofErr w:type="spellEnd"/>
      <w:r w:rsidRPr="007809FB">
        <w:rPr>
          <w:color w:val="7F7F7F" w:themeColor="text1" w:themeTint="80"/>
        </w:rPr>
        <w:t>]</w:t>
      </w:r>
      <w:proofErr w:type="gramStart"/>
      <w:r w:rsidRPr="007809FB">
        <w:rPr>
          <w:color w:val="7F7F7F" w:themeColor="text1" w:themeTint="80"/>
        </w:rPr>
        <w:t>-[</w:t>
      </w:r>
      <w:proofErr w:type="gramEnd"/>
      <w:r w:rsidRPr="007809FB">
        <w:rPr>
          <w:color w:val="7F7F7F" w:themeColor="text1" w:themeTint="80"/>
        </w:rPr>
        <w:t xml:space="preserve">NUM </w:t>
      </w:r>
      <w:r w:rsidR="003015FA" w:rsidRPr="007809FB">
        <w:rPr>
          <w:color w:val="7F7F7F" w:themeColor="text1" w:themeTint="80"/>
        </w:rPr>
        <w:t>–</w:t>
      </w:r>
      <w:r w:rsidRPr="007809FB">
        <w:rPr>
          <w:color w:val="7F7F7F" w:themeColor="text1" w:themeTint="80"/>
        </w:rPr>
        <w:t>]</w:t>
      </w:r>
    </w:p>
    <w:sectPr w:rsidR="00156548" w:rsidRPr="007809FB" w:rsidSect="003171D9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D981F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B76B1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1EA4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00E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E82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245A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329A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2CBA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D0E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347B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1C52668"/>
    <w:multiLevelType w:val="multilevel"/>
    <w:tmpl w:val="60B0C9F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lowerLetter"/>
      <w:lvlText w:val="%2.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F61"/>
    <w:rsid w:val="00024CF7"/>
    <w:rsid w:val="00035B5E"/>
    <w:rsid w:val="00156548"/>
    <w:rsid w:val="003015FA"/>
    <w:rsid w:val="003171D9"/>
    <w:rsid w:val="004E0F61"/>
    <w:rsid w:val="007809FB"/>
    <w:rsid w:val="007C15EA"/>
    <w:rsid w:val="0085409D"/>
    <w:rsid w:val="00CF667F"/>
    <w:rsid w:val="00F42B2C"/>
    <w:rsid w:val="00FA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7CBC8C0"/>
  <w15:docId w15:val="{030A3522-0881-4CC6-8047-853702DE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2B2C"/>
    <w:pPr>
      <w:spacing w:before="80" w:after="80" w:line="288" w:lineRule="auto"/>
    </w:pPr>
    <w:rPr>
      <w:rFonts w:asciiTheme="minorHAnsi" w:hAnsiTheme="minorHAnsi"/>
      <w:bCs/>
      <w:sz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171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171D9"/>
    <w:rPr>
      <w:rFonts w:asciiTheme="majorHAnsi" w:eastAsiaTheme="majorEastAsia" w:hAnsiTheme="majorHAnsi" w:cstheme="majorBidi"/>
      <w:bCs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5B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5B5E"/>
    <w:rPr>
      <w:rFonts w:ascii="Tahoma" w:hAnsi="Tahoma" w:cs="Tahoma"/>
      <w:bCs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7809FB"/>
    <w:pPr>
      <w:ind w:left="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hea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3388B457.dotm</Template>
  <TotalTime>0</TotalTime>
  <Pages>1</Pages>
  <Words>133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Gliederung</vt:lpstr>
    </vt:vector>
  </TitlesOfParts>
  <Company>HP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Gliederung</dc:title>
  <dc:creator>Jürg Lippuner</dc:creator>
  <cp:lastModifiedBy>Lippuner Jürg</cp:lastModifiedBy>
  <cp:revision>9</cp:revision>
  <dcterms:created xsi:type="dcterms:W3CDTF">2011-12-05T20:28:00Z</dcterms:created>
  <dcterms:modified xsi:type="dcterms:W3CDTF">2016-12-06T08:27:00Z</dcterms:modified>
</cp:coreProperties>
</file>