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B08" w:rsidRDefault="00A65B08" w:rsidP="00A65B08">
      <w:pPr>
        <w:pStyle w:val="Titel"/>
      </w:pPr>
      <w:r>
        <w:t>Lehre und Sport</w:t>
      </w:r>
    </w:p>
    <w:p w:rsidR="00D42D5B" w:rsidRDefault="00D42D5B" w:rsidP="00A65B08">
      <w:pPr>
        <w:pStyle w:val="Untertitel"/>
      </w:pPr>
      <w:r>
        <w:rPr>
          <w:noProof/>
          <w:lang w:eastAsia="de-CH"/>
        </w:rPr>
        <w:drawing>
          <wp:anchor distT="0" distB="0" distL="114300" distR="114300" simplePos="0" relativeHeight="251670528" behindDoc="1" locked="0" layoutInCell="1" allowOverlap="1" wp14:anchorId="46B4AE22" wp14:editId="1C8917DC">
            <wp:simplePos x="0" y="0"/>
            <wp:positionH relativeFrom="column">
              <wp:posOffset>-2540</wp:posOffset>
            </wp:positionH>
            <wp:positionV relativeFrom="paragraph">
              <wp:posOffset>266288</wp:posOffset>
            </wp:positionV>
            <wp:extent cx="4375785" cy="6080760"/>
            <wp:effectExtent l="0" t="0" r="5715" b="0"/>
            <wp:wrapNone/>
            <wp:docPr id="2" name="Grafik 2" descr="C:\Users\juerg.lippuner\Desktop\FormularAusIntern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erg.lippuner\Desktop\FormularAusInterne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47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9" t="4272" b="19944"/>
                    <a:stretch/>
                  </pic:blipFill>
                  <pic:spPr bwMode="auto">
                    <a:xfrm>
                      <a:off x="0" y="0"/>
                      <a:ext cx="4375785" cy="608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B08">
        <w:t>Bedürfnisabklärung</w:t>
      </w:r>
    </w:p>
    <w:sdt>
      <w:sdtPr>
        <w:id w:val="-1535732933"/>
        <w:placeholder>
          <w:docPart w:val="D97B62B9AF774D168AE20425F318E004"/>
        </w:placeholder>
        <w:showingPlcHdr/>
        <w:text/>
      </w:sdtPr>
      <w:sdtEndPr/>
      <w:sdtContent>
        <w:p w:rsidR="00D42D5B" w:rsidRDefault="00E02EDD" w:rsidP="00D42D5B">
          <w:pPr>
            <w:ind w:left="1134"/>
          </w:pPr>
          <w:r w:rsidRPr="00662DA9">
            <w:rPr>
              <w:rStyle w:val="Platzhaltertext"/>
            </w:rPr>
            <w:t>Klicken Sie hier, um Text einzugeben.</w:t>
          </w:r>
        </w:p>
      </w:sdtContent>
    </w:sdt>
    <w:sdt>
      <w:sdtPr>
        <w:id w:val="-1848472770"/>
        <w:placeholder>
          <w:docPart w:val="B194718C517C4DB88E5F40F0238554E1"/>
        </w:placeholder>
        <w:showingPlcHdr/>
        <w:text/>
      </w:sdtPr>
      <w:sdtEndPr/>
      <w:sdtContent>
        <w:p w:rsidR="00D42D5B" w:rsidRDefault="00E02EDD" w:rsidP="00D42D5B">
          <w:pPr>
            <w:ind w:left="1134"/>
          </w:pPr>
          <w:r w:rsidRPr="00662DA9">
            <w:rPr>
              <w:rStyle w:val="Platzhaltertext"/>
            </w:rPr>
            <w:t>Klicken Sie hier, um Text einzugeben.</w:t>
          </w:r>
        </w:p>
      </w:sdtContent>
    </w:sdt>
    <w:sdt>
      <w:sdtPr>
        <w:id w:val="937409548"/>
        <w:placeholder>
          <w:docPart w:val="6FD8BA0ACDFE433AAA1A2EFBDEA814BA"/>
        </w:placeholder>
        <w:showingPlcHdr/>
        <w:text/>
      </w:sdtPr>
      <w:sdtEndPr/>
      <w:sdtContent>
        <w:p w:rsidR="00D42D5B" w:rsidRDefault="00E02EDD" w:rsidP="00D42D5B">
          <w:pPr>
            <w:ind w:left="1134"/>
          </w:pPr>
          <w:r w:rsidRPr="00662DA9">
            <w:rPr>
              <w:rStyle w:val="Platzhaltertext"/>
            </w:rPr>
            <w:t>Klicken Sie hier, um Text einzugeben.</w:t>
          </w:r>
        </w:p>
      </w:sdtContent>
    </w:sdt>
    <w:sdt>
      <w:sdtPr>
        <w:id w:val="-1821259687"/>
        <w:placeholder>
          <w:docPart w:val="C93DBD86610E44F7AC0C43DC69FFA353"/>
        </w:placeholder>
        <w:showingPlcHdr/>
        <w:text/>
      </w:sdtPr>
      <w:sdtEndPr/>
      <w:sdtContent>
        <w:p w:rsidR="00F86073" w:rsidRDefault="00E02EDD" w:rsidP="00D42D5B">
          <w:pPr>
            <w:ind w:left="1134"/>
          </w:pPr>
          <w:r w:rsidRPr="00662DA9">
            <w:rPr>
              <w:rStyle w:val="Platzhaltertext"/>
            </w:rPr>
            <w:t>Klicken Sie hier, um Text einzugeben.</w:t>
          </w:r>
        </w:p>
      </w:sdtContent>
    </w:sdt>
    <w:sdt>
      <w:sdtPr>
        <w:id w:val="-281573108"/>
        <w:placeholder>
          <w:docPart w:val="F8F2D6704BC248D49D7EF5740D720E9F"/>
        </w:placeholder>
        <w:showingPlcHdr/>
        <w:text/>
      </w:sdtPr>
      <w:sdtEndPr/>
      <w:sdtContent>
        <w:p w:rsidR="00D42D5B" w:rsidRDefault="00E02EDD" w:rsidP="00E02EDD">
          <w:pPr>
            <w:ind w:left="1134"/>
          </w:pPr>
          <w:r w:rsidRPr="00662DA9">
            <w:rPr>
              <w:rStyle w:val="Platzhaltertext"/>
            </w:rPr>
            <w:t>Klicken Sie hier, um Text einzugeben.</w:t>
          </w:r>
        </w:p>
      </w:sdtContent>
    </w:sdt>
    <w:sdt>
      <w:sdtPr>
        <w:id w:val="216871243"/>
        <w:placeholder>
          <w:docPart w:val="7DF8B77F044E4F4D9946DC38582D1328"/>
        </w:placeholder>
        <w:showingPlcHdr/>
        <w:text/>
      </w:sdtPr>
      <w:sdtEndPr/>
      <w:sdtContent>
        <w:p w:rsidR="00E02EDD" w:rsidRDefault="00E02EDD" w:rsidP="00E02EDD">
          <w:pPr>
            <w:ind w:left="1134"/>
          </w:pPr>
          <w:r w:rsidRPr="00662DA9">
            <w:rPr>
              <w:rStyle w:val="Platzhaltertext"/>
            </w:rPr>
            <w:t>Klicken Sie hier, um Text einzugeben.</w:t>
          </w:r>
        </w:p>
      </w:sdtContent>
    </w:sdt>
    <w:p w:rsidR="00E02EDD" w:rsidRDefault="00E02EDD" w:rsidP="00E02EDD">
      <w:pPr>
        <w:spacing w:after="300"/>
        <w:ind w:left="1134"/>
      </w:pPr>
    </w:p>
    <w:p w:rsidR="00E02EDD" w:rsidRDefault="00DF4C0C" w:rsidP="00E02EDD">
      <w:pPr>
        <w:tabs>
          <w:tab w:val="left" w:pos="1985"/>
        </w:tabs>
        <w:ind w:left="284"/>
        <w:rPr>
          <w:shd w:val="clear" w:color="auto" w:fill="FFFFFF" w:themeFill="background1"/>
        </w:rPr>
      </w:pPr>
      <w:sdt>
        <w:sdtPr>
          <w:rPr>
            <w:shd w:val="clear" w:color="auto" w:fill="FFFFFF" w:themeFill="background1"/>
          </w:rPr>
          <w:id w:val="-348342693"/>
          <w14:checkbox>
            <w14:checked w14:val="0"/>
            <w14:checkedState w14:val="006C" w14:font="Wingdings"/>
            <w14:uncheckedState w14:val="006D" w14:font="Wingdings"/>
          </w14:checkbox>
        </w:sdtPr>
        <w:sdtEndPr/>
        <w:sdtContent>
          <w:r w:rsidR="00E02EDD" w:rsidRPr="00E02EDD">
            <w:rPr>
              <w:shd w:val="clear" w:color="auto" w:fill="FFFFFF" w:themeFill="background1"/>
            </w:rPr>
            <w:sym w:font="Wingdings" w:char="F06D"/>
          </w:r>
        </w:sdtContent>
      </w:sdt>
      <w:r w:rsidR="00E02EDD">
        <w:tab/>
      </w:r>
      <w:sdt>
        <w:sdtPr>
          <w:rPr>
            <w:shd w:val="clear" w:color="auto" w:fill="FFFFFF" w:themeFill="background1"/>
          </w:rPr>
          <w:id w:val="-1785951248"/>
          <w14:checkbox>
            <w14:checked w14:val="0"/>
            <w14:checkedState w14:val="006C" w14:font="Wingdings"/>
            <w14:uncheckedState w14:val="006D" w14:font="Wingdings"/>
          </w14:checkbox>
        </w:sdtPr>
        <w:sdtEndPr/>
        <w:sdtContent>
          <w:r w:rsidR="00E02EDD">
            <w:rPr>
              <w:shd w:val="clear" w:color="auto" w:fill="FFFFFF" w:themeFill="background1"/>
            </w:rPr>
            <w:sym w:font="Wingdings" w:char="F06D"/>
          </w:r>
        </w:sdtContent>
      </w:sdt>
    </w:p>
    <w:p w:rsidR="00E02EDD" w:rsidRDefault="00E02EDD" w:rsidP="00E02EDD">
      <w:pPr>
        <w:tabs>
          <w:tab w:val="left" w:pos="1985"/>
        </w:tabs>
        <w:ind w:left="284"/>
        <w:rPr>
          <w:shd w:val="clear" w:color="auto" w:fill="FFFFFF" w:themeFill="background1"/>
        </w:rPr>
      </w:pPr>
    </w:p>
    <w:p w:rsidR="00E02EDD" w:rsidRDefault="00E02EDD" w:rsidP="00DF4C0C">
      <w:pPr>
        <w:tabs>
          <w:tab w:val="left" w:pos="1985"/>
        </w:tabs>
        <w:spacing w:after="120"/>
        <w:ind w:left="284"/>
        <w:rPr>
          <w:shd w:val="clear" w:color="auto" w:fill="FFFFFF" w:themeFill="background1"/>
        </w:rPr>
      </w:pPr>
    </w:p>
    <w:sdt>
      <w:sdtPr>
        <w:rPr>
          <w:shd w:val="clear" w:color="auto" w:fill="FFFFFF" w:themeFill="background1"/>
        </w:rPr>
        <w:id w:val="1571162677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E02EDD" w:rsidRDefault="00DF4C0C" w:rsidP="00E02EDD">
          <w:pPr>
            <w:tabs>
              <w:tab w:val="left" w:pos="1985"/>
            </w:tabs>
            <w:spacing w:after="180"/>
            <w:ind w:left="284"/>
          </w:pPr>
          <w:r>
            <w:rPr>
              <w:rFonts w:ascii="MS Gothic" w:eastAsia="MS Gothic" w:hAnsi="MS Gothic" w:hint="eastAsia"/>
              <w:shd w:val="clear" w:color="auto" w:fill="FFFFFF" w:themeFill="background1"/>
            </w:rPr>
            <w:t>☐</w:t>
          </w:r>
        </w:p>
      </w:sdtContent>
    </w:sdt>
    <w:sdt>
      <w:sdtPr>
        <w:rPr>
          <w:shd w:val="clear" w:color="auto" w:fill="FFFFFF" w:themeFill="background1"/>
        </w:rPr>
        <w:id w:val="1951580850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E02EDD" w:rsidRDefault="00E02EDD" w:rsidP="00E02EDD">
          <w:pPr>
            <w:tabs>
              <w:tab w:val="left" w:pos="1985"/>
            </w:tabs>
            <w:ind w:left="284"/>
          </w:pPr>
          <w:r>
            <w:rPr>
              <w:rFonts w:ascii="MS Gothic" w:eastAsia="MS Gothic" w:hAnsi="MS Gothic" w:hint="eastAsia"/>
              <w:shd w:val="clear" w:color="auto" w:fill="FFFFFF" w:themeFill="background1"/>
            </w:rPr>
            <w:t>☐</w:t>
          </w:r>
        </w:p>
      </w:sdtContent>
    </w:sdt>
    <w:p w:rsidR="00E02EDD" w:rsidRDefault="00E02EDD" w:rsidP="00E02EDD">
      <w:pPr>
        <w:tabs>
          <w:tab w:val="left" w:pos="1985"/>
        </w:tabs>
        <w:spacing w:after="720"/>
        <w:ind w:left="284"/>
      </w:pPr>
    </w:p>
    <w:sdt>
      <w:sdtPr>
        <w:rPr>
          <w:shd w:val="clear" w:color="auto" w:fill="FFFFFF" w:themeFill="background1"/>
        </w:rPr>
        <w:id w:val="1568143329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E02EDD" w:rsidRDefault="00E02EDD" w:rsidP="00E02EDD">
          <w:pPr>
            <w:tabs>
              <w:tab w:val="left" w:pos="1985"/>
            </w:tabs>
            <w:spacing w:after="180"/>
            <w:ind w:left="284"/>
          </w:pPr>
          <w:r>
            <w:rPr>
              <w:rFonts w:ascii="MS Gothic" w:eastAsia="MS Gothic" w:hAnsi="MS Gothic" w:hint="eastAsia"/>
              <w:shd w:val="clear" w:color="auto" w:fill="FFFFFF" w:themeFill="background1"/>
            </w:rPr>
            <w:t>☐</w:t>
          </w:r>
        </w:p>
      </w:sdtContent>
    </w:sdt>
    <w:sdt>
      <w:sdtPr>
        <w:rPr>
          <w:shd w:val="clear" w:color="auto" w:fill="FFFFFF" w:themeFill="background1"/>
        </w:rPr>
        <w:id w:val="-165790563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E02EDD" w:rsidRDefault="00E02EDD" w:rsidP="00E02EDD">
          <w:pPr>
            <w:tabs>
              <w:tab w:val="left" w:pos="1985"/>
            </w:tabs>
            <w:ind w:left="284"/>
            <w:rPr>
              <w:shd w:val="clear" w:color="auto" w:fill="FFFFFF" w:themeFill="background1"/>
            </w:rPr>
          </w:pPr>
          <w:r>
            <w:rPr>
              <w:rFonts w:ascii="MS Gothic" w:eastAsia="MS Gothic" w:hAnsi="MS Gothic" w:hint="eastAsia"/>
              <w:shd w:val="clear" w:color="auto" w:fill="FFFFFF" w:themeFill="background1"/>
            </w:rPr>
            <w:t>☐</w:t>
          </w:r>
        </w:p>
      </w:sdtContent>
    </w:sdt>
    <w:p w:rsidR="00E02EDD" w:rsidRDefault="00E02EDD" w:rsidP="00E02EDD">
      <w:pPr>
        <w:tabs>
          <w:tab w:val="left" w:pos="1985"/>
        </w:tabs>
        <w:ind w:left="284"/>
        <w:rPr>
          <w:shd w:val="clear" w:color="auto" w:fill="FFFFFF" w:themeFill="background1"/>
        </w:rPr>
      </w:pPr>
    </w:p>
    <w:p w:rsidR="00E02EDD" w:rsidRDefault="00E02EDD" w:rsidP="00E02EDD">
      <w:pPr>
        <w:pStyle w:val="Untertitel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Bemerkungen</w:t>
      </w:r>
    </w:p>
    <w:p w:rsidR="00E02EDD" w:rsidRDefault="00E02EDD" w:rsidP="00E02EDD">
      <w:pPr>
        <w:tabs>
          <w:tab w:val="left" w:pos="1985"/>
        </w:tabs>
        <w:sectPr w:rsidR="00E02ED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02EDD" w:rsidRPr="00D42D5B" w:rsidRDefault="00E02EDD" w:rsidP="00E02EDD">
      <w:pPr>
        <w:tabs>
          <w:tab w:val="left" w:pos="1985"/>
        </w:tabs>
      </w:pPr>
    </w:p>
    <w:sectPr w:rsidR="00E02EDD" w:rsidRPr="00D42D5B" w:rsidSect="00E02EDD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AF0" w:rsidRDefault="009E0AF0" w:rsidP="00A65B08">
      <w:pPr>
        <w:spacing w:after="0" w:line="240" w:lineRule="auto"/>
      </w:pPr>
      <w:r>
        <w:separator/>
      </w:r>
    </w:p>
  </w:endnote>
  <w:endnote w:type="continuationSeparator" w:id="0">
    <w:p w:rsidR="009E0AF0" w:rsidRDefault="009E0AF0" w:rsidP="00A6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AF0" w:rsidRDefault="009E0AF0" w:rsidP="00A65B08">
      <w:pPr>
        <w:spacing w:after="0" w:line="240" w:lineRule="auto"/>
      </w:pPr>
      <w:r>
        <w:separator/>
      </w:r>
    </w:p>
  </w:footnote>
  <w:footnote w:type="continuationSeparator" w:id="0">
    <w:p w:rsidR="009E0AF0" w:rsidRDefault="009E0AF0" w:rsidP="00A65B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8C"/>
    <w:rsid w:val="00824F48"/>
    <w:rsid w:val="009E0AF0"/>
    <w:rsid w:val="00A65B08"/>
    <w:rsid w:val="00D42D5B"/>
    <w:rsid w:val="00DF4C0C"/>
    <w:rsid w:val="00E02EDD"/>
    <w:rsid w:val="00EA7DA5"/>
    <w:rsid w:val="00F86073"/>
    <w:rsid w:val="00FB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0FA145-4C3E-463B-A3F5-700A1F7D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2EDD"/>
    <w:pPr>
      <w:spacing w:after="24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5B08"/>
  </w:style>
  <w:style w:type="paragraph" w:styleId="Fuzeile">
    <w:name w:val="footer"/>
    <w:basedOn w:val="Standard"/>
    <w:link w:val="FuzeileZchn"/>
    <w:uiPriority w:val="99"/>
    <w:unhideWhenUsed/>
    <w:rsid w:val="00A6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5B08"/>
  </w:style>
  <w:style w:type="paragraph" w:styleId="Titel">
    <w:name w:val="Title"/>
    <w:basedOn w:val="Standard"/>
    <w:next w:val="Standard"/>
    <w:link w:val="TitelZchn"/>
    <w:uiPriority w:val="10"/>
    <w:qFormat/>
    <w:rsid w:val="00A65B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65B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5B08"/>
    <w:pPr>
      <w:numPr>
        <w:ilvl w:val="1"/>
      </w:numPr>
    </w:pPr>
    <w:rPr>
      <w:rFonts w:asciiTheme="majorHAnsi" w:eastAsiaTheme="majorEastAsia" w:hAnsiTheme="majorHAnsi" w:cstheme="majorBidi"/>
      <w:iCs/>
      <w:color w:val="1F497D" w:themeColor="text2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65B08"/>
    <w:rPr>
      <w:rFonts w:asciiTheme="majorHAnsi" w:eastAsiaTheme="majorEastAsia" w:hAnsiTheme="majorHAnsi" w:cstheme="majorBidi"/>
      <w:iCs/>
      <w:color w:val="1F497D" w:themeColor="text2"/>
      <w:spacing w:val="15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65B08"/>
    <w:rPr>
      <w:color w:val="808080"/>
    </w:rPr>
  </w:style>
  <w:style w:type="character" w:styleId="Hervorhebung">
    <w:name w:val="Emphasis"/>
    <w:basedOn w:val="Absatz-Standardschriftart"/>
    <w:uiPriority w:val="20"/>
    <w:qFormat/>
    <w:rsid w:val="00D42D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97B62B9AF774D168AE20425F318E0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89E0F4-5420-497D-9ECE-905A36473B35}"/>
      </w:docPartPr>
      <w:docPartBody>
        <w:p w:rsidR="0014036B" w:rsidRDefault="00D464D8" w:rsidP="00D464D8">
          <w:pPr>
            <w:pStyle w:val="D97B62B9AF774D168AE20425F318E004"/>
          </w:pPr>
          <w:r w:rsidRPr="00662DA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194718C517C4DB88E5F40F0238554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EFC265-B24E-4F45-8AAE-FE73F4677EDB}"/>
      </w:docPartPr>
      <w:docPartBody>
        <w:p w:rsidR="0014036B" w:rsidRDefault="00D464D8" w:rsidP="00D464D8">
          <w:pPr>
            <w:pStyle w:val="B194718C517C4DB88E5F40F0238554E1"/>
          </w:pPr>
          <w:r w:rsidRPr="00662DA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FD8BA0ACDFE433AAA1A2EFBDEA814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E2D2C2-0B18-47DA-8E95-6FB1BE183A23}"/>
      </w:docPartPr>
      <w:docPartBody>
        <w:p w:rsidR="0014036B" w:rsidRDefault="00D464D8" w:rsidP="00D464D8">
          <w:pPr>
            <w:pStyle w:val="6FD8BA0ACDFE433AAA1A2EFBDEA814BA"/>
          </w:pPr>
          <w:r w:rsidRPr="00662DA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93DBD86610E44F7AC0C43DC69FFA3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89D717-F065-4E0D-8A58-AE12F7DD94D7}"/>
      </w:docPartPr>
      <w:docPartBody>
        <w:p w:rsidR="0014036B" w:rsidRDefault="00D464D8" w:rsidP="00D464D8">
          <w:pPr>
            <w:pStyle w:val="C93DBD86610E44F7AC0C43DC69FFA353"/>
          </w:pPr>
          <w:r w:rsidRPr="00662DA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8F2D6704BC248D49D7EF5740D720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916EC7-FF30-4070-A783-3BAF520A0EE6}"/>
      </w:docPartPr>
      <w:docPartBody>
        <w:p w:rsidR="0014036B" w:rsidRDefault="00D464D8" w:rsidP="00D464D8">
          <w:pPr>
            <w:pStyle w:val="F8F2D6704BC248D49D7EF5740D720E9F"/>
          </w:pPr>
          <w:r w:rsidRPr="00662DA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F8B77F044E4F4D9946DC38582D13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96535F-C096-4501-BA57-AB931C71E89C}"/>
      </w:docPartPr>
      <w:docPartBody>
        <w:p w:rsidR="0014036B" w:rsidRDefault="00D464D8" w:rsidP="00D464D8">
          <w:pPr>
            <w:pStyle w:val="7DF8B77F044E4F4D9946DC38582D1328"/>
          </w:pPr>
          <w:r w:rsidRPr="00662DA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D8"/>
    <w:rsid w:val="000D5931"/>
    <w:rsid w:val="0014036B"/>
    <w:rsid w:val="004247B9"/>
    <w:rsid w:val="00D4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464D8"/>
    <w:rPr>
      <w:color w:val="808080"/>
    </w:rPr>
  </w:style>
  <w:style w:type="paragraph" w:customStyle="1" w:styleId="DF92AC59CA95486DA3FB1FD7AE5D9B74">
    <w:name w:val="DF92AC59CA95486DA3FB1FD7AE5D9B74"/>
    <w:rsid w:val="00D464D8"/>
  </w:style>
  <w:style w:type="paragraph" w:customStyle="1" w:styleId="DF92AC59CA95486DA3FB1FD7AE5D9B741">
    <w:name w:val="DF92AC59CA95486DA3FB1FD7AE5D9B741"/>
    <w:rsid w:val="00D464D8"/>
    <w:pPr>
      <w:numPr>
        <w:ilvl w:val="1"/>
      </w:numPr>
    </w:pPr>
    <w:rPr>
      <w:rFonts w:asciiTheme="majorHAnsi" w:eastAsiaTheme="majorEastAsia" w:hAnsiTheme="majorHAnsi" w:cstheme="majorBidi"/>
      <w:iCs/>
      <w:color w:val="44546A" w:themeColor="text2"/>
      <w:spacing w:val="15"/>
      <w:sz w:val="24"/>
      <w:szCs w:val="24"/>
      <w:lang w:eastAsia="en-US"/>
    </w:rPr>
  </w:style>
  <w:style w:type="paragraph" w:customStyle="1" w:styleId="F3A1204D46DA4FD3A65DD58312B5D1E6">
    <w:name w:val="F3A1204D46DA4FD3A65DD58312B5D1E6"/>
    <w:rsid w:val="00D464D8"/>
  </w:style>
  <w:style w:type="paragraph" w:customStyle="1" w:styleId="D97B62B9AF774D168AE20425F318E004">
    <w:name w:val="D97B62B9AF774D168AE20425F318E004"/>
    <w:rsid w:val="00D464D8"/>
    <w:pPr>
      <w:spacing w:after="240" w:line="288" w:lineRule="auto"/>
    </w:pPr>
    <w:rPr>
      <w:rFonts w:eastAsiaTheme="minorHAnsi"/>
      <w:sz w:val="24"/>
      <w:lang w:eastAsia="en-US"/>
    </w:rPr>
  </w:style>
  <w:style w:type="paragraph" w:customStyle="1" w:styleId="B194718C517C4DB88E5F40F0238554E1">
    <w:name w:val="B194718C517C4DB88E5F40F0238554E1"/>
    <w:rsid w:val="00D464D8"/>
    <w:pPr>
      <w:spacing w:after="240" w:line="288" w:lineRule="auto"/>
    </w:pPr>
    <w:rPr>
      <w:rFonts w:eastAsiaTheme="minorHAnsi"/>
      <w:sz w:val="24"/>
      <w:lang w:eastAsia="en-US"/>
    </w:rPr>
  </w:style>
  <w:style w:type="paragraph" w:customStyle="1" w:styleId="6FD8BA0ACDFE433AAA1A2EFBDEA814BA">
    <w:name w:val="6FD8BA0ACDFE433AAA1A2EFBDEA814BA"/>
    <w:rsid w:val="00D464D8"/>
    <w:pPr>
      <w:spacing w:after="240" w:line="288" w:lineRule="auto"/>
    </w:pPr>
    <w:rPr>
      <w:rFonts w:eastAsiaTheme="minorHAnsi"/>
      <w:sz w:val="24"/>
      <w:lang w:eastAsia="en-US"/>
    </w:rPr>
  </w:style>
  <w:style w:type="paragraph" w:customStyle="1" w:styleId="C93DBD86610E44F7AC0C43DC69FFA353">
    <w:name w:val="C93DBD86610E44F7AC0C43DC69FFA353"/>
    <w:rsid w:val="00D464D8"/>
    <w:pPr>
      <w:spacing w:after="240" w:line="288" w:lineRule="auto"/>
    </w:pPr>
    <w:rPr>
      <w:rFonts w:eastAsiaTheme="minorHAnsi"/>
      <w:sz w:val="24"/>
      <w:lang w:eastAsia="en-US"/>
    </w:rPr>
  </w:style>
  <w:style w:type="paragraph" w:customStyle="1" w:styleId="F8F2D6704BC248D49D7EF5740D720E9F">
    <w:name w:val="F8F2D6704BC248D49D7EF5740D720E9F"/>
    <w:rsid w:val="00D464D8"/>
    <w:pPr>
      <w:spacing w:after="240" w:line="288" w:lineRule="auto"/>
    </w:pPr>
    <w:rPr>
      <w:rFonts w:eastAsiaTheme="minorHAnsi"/>
      <w:sz w:val="24"/>
      <w:lang w:eastAsia="en-US"/>
    </w:rPr>
  </w:style>
  <w:style w:type="paragraph" w:customStyle="1" w:styleId="7DF8B77F044E4F4D9946DC38582D1328">
    <w:name w:val="7DF8B77F044E4F4D9946DC38582D1328"/>
    <w:rsid w:val="00D464D8"/>
    <w:pPr>
      <w:spacing w:after="240" w:line="288" w:lineRule="auto"/>
    </w:pPr>
    <w:rPr>
      <w:rFonts w:eastAsiaTheme="minorHAnsi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CA27E96E-EF7E-4E07-8355-C72D1832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D74363CF.dotm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KBW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Lippuner Jürg</cp:lastModifiedBy>
  <cp:revision>3</cp:revision>
  <dcterms:created xsi:type="dcterms:W3CDTF">2010-08-28T09:14:00Z</dcterms:created>
  <dcterms:modified xsi:type="dcterms:W3CDTF">2016-03-07T07:11:00Z</dcterms:modified>
</cp:coreProperties>
</file>