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C0B" w:rsidRDefault="00991C0B" w:rsidP="00991C0B">
      <w:pPr>
        <w:pStyle w:val="Titel"/>
      </w:pPr>
      <w:r>
        <w:t>Ihre Meinung interessiert uns</w:t>
      </w:r>
    </w:p>
    <w:p w:rsidR="00991C0B" w:rsidRDefault="00991C0B" w:rsidP="00991C0B">
      <w:r w:rsidRPr="00991C0B">
        <w:t>Wie wurden Sie bei uns empfangen? Wurden Ihre Bedürfnisse richtig erkannt? Damit wir unsere Beratungsqualität permanent verbessern können, freuen wir uns, über eine Rückmeldung von Ihnen.</w:t>
      </w:r>
    </w:p>
    <w:tbl>
      <w:tblPr>
        <w:tblStyle w:val="Tabellenraster"/>
        <w:tblW w:w="0" w:type="auto"/>
        <w:tblInd w:w="-118" w:type="dxa"/>
        <w:tblLayout w:type="fixed"/>
        <w:tblLook w:val="04A0" w:firstRow="1" w:lastRow="0" w:firstColumn="1" w:lastColumn="0" w:noHBand="0" w:noVBand="1"/>
      </w:tblPr>
      <w:tblGrid>
        <w:gridCol w:w="1819"/>
        <w:gridCol w:w="7242"/>
      </w:tblGrid>
      <w:tr w:rsidR="00991C0B" w:rsidRPr="00991C0B" w:rsidTr="00991C0B"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991C0B" w:rsidRPr="00991C0B" w:rsidRDefault="00991C0B" w:rsidP="00AD4663">
            <w:pPr>
              <w:ind w:left="2132" w:hanging="2132"/>
            </w:pPr>
            <w:r>
              <w:t>Vorname</w:t>
            </w:r>
          </w:p>
        </w:tc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</w:tcPr>
          <w:p w:rsidR="00991C0B" w:rsidRPr="00991C0B" w:rsidRDefault="00991C0B" w:rsidP="00AD4663"/>
        </w:tc>
      </w:tr>
      <w:tr w:rsidR="00991C0B" w:rsidRPr="00991C0B" w:rsidTr="00991C0B"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991C0B" w:rsidRDefault="00991C0B" w:rsidP="00AD4663">
            <w:pPr>
              <w:ind w:left="2132" w:hanging="2132"/>
            </w:pPr>
            <w:r>
              <w:t>Nachname</w:t>
            </w:r>
          </w:p>
        </w:tc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</w:tcPr>
          <w:p w:rsidR="00991C0B" w:rsidRPr="00991C0B" w:rsidRDefault="00991C0B" w:rsidP="00AD4663"/>
        </w:tc>
      </w:tr>
      <w:tr w:rsidR="00991C0B" w:rsidRPr="00991C0B" w:rsidTr="00991C0B"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991C0B" w:rsidRDefault="00991C0B" w:rsidP="00AD4663">
            <w:pPr>
              <w:ind w:left="2132" w:hanging="2132"/>
            </w:pPr>
            <w:r>
              <w:t>E-Mail</w:t>
            </w:r>
          </w:p>
        </w:tc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</w:tcPr>
          <w:p w:rsidR="00991C0B" w:rsidRPr="00991C0B" w:rsidRDefault="00991C0B" w:rsidP="00AD4663"/>
        </w:tc>
      </w:tr>
      <w:tr w:rsidR="00991C0B" w:rsidRPr="00991C0B" w:rsidTr="00991C0B"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991C0B" w:rsidRDefault="00991C0B" w:rsidP="00AD4663">
            <w:pPr>
              <w:ind w:left="2132" w:hanging="2132"/>
            </w:pPr>
            <w:r>
              <w:t>Datum</w:t>
            </w:r>
          </w:p>
        </w:tc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</w:tcPr>
          <w:p w:rsidR="00991C0B" w:rsidRPr="00991C0B" w:rsidRDefault="00991C0B" w:rsidP="00AD4663"/>
        </w:tc>
      </w:tr>
    </w:tbl>
    <w:p w:rsidR="00991C0B" w:rsidRDefault="00991C0B"/>
    <w:tbl>
      <w:tblPr>
        <w:tblStyle w:val="Tabellenraster"/>
        <w:tblW w:w="0" w:type="auto"/>
        <w:tblInd w:w="-1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2"/>
        <w:gridCol w:w="3426"/>
        <w:gridCol w:w="2403"/>
      </w:tblGrid>
      <w:tr w:rsidR="00991C0B" w:rsidRPr="00991C0B" w:rsidTr="00991C0B">
        <w:tc>
          <w:tcPr>
            <w:tcW w:w="6658" w:type="dxa"/>
            <w:gridSpan w:val="2"/>
          </w:tcPr>
          <w:p w:rsidR="00991C0B" w:rsidRPr="00991C0B" w:rsidRDefault="00991C0B" w:rsidP="00D512DF">
            <w:pPr>
              <w:pStyle w:val="Listenabsatz"/>
              <w:numPr>
                <w:ilvl w:val="0"/>
                <w:numId w:val="1"/>
              </w:numPr>
              <w:rPr>
                <w:lang w:eastAsia="de-CH"/>
              </w:rPr>
            </w:pPr>
            <w:r w:rsidRPr="00991C0B">
              <w:rPr>
                <w:lang w:eastAsia="de-CH"/>
              </w:rPr>
              <w:t xml:space="preserve">Wie wurden Sie bei der Raiffeisenbank </w:t>
            </w:r>
            <w:r w:rsidR="00D512DF" w:rsidRPr="00D512DF">
              <w:rPr>
                <w:b/>
                <w:lang w:eastAsia="de-CH"/>
              </w:rPr>
              <w:t>XY</w:t>
            </w:r>
            <w:r>
              <w:rPr>
                <w:lang w:eastAsia="de-CH"/>
              </w:rPr>
              <w:t xml:space="preserve"> </w:t>
            </w:r>
            <w:r w:rsidRPr="00991C0B">
              <w:rPr>
                <w:lang w:eastAsia="de-CH"/>
              </w:rPr>
              <w:t>empfangen?</w:t>
            </w:r>
          </w:p>
        </w:tc>
        <w:tc>
          <w:tcPr>
            <w:tcW w:w="2403" w:type="dxa"/>
          </w:tcPr>
          <w:p w:rsidR="00991C0B" w:rsidRPr="00991C0B" w:rsidRDefault="00991C0B" w:rsidP="004C1233">
            <w:pPr>
              <w:rPr>
                <w:lang w:eastAsia="de-CH"/>
              </w:rPr>
            </w:pPr>
          </w:p>
        </w:tc>
      </w:tr>
      <w:tr w:rsidR="00991C0B" w:rsidRPr="00991C0B" w:rsidTr="00991C0B">
        <w:tc>
          <w:tcPr>
            <w:tcW w:w="6658" w:type="dxa"/>
            <w:gridSpan w:val="2"/>
          </w:tcPr>
          <w:p w:rsidR="00991C0B" w:rsidRPr="00991C0B" w:rsidRDefault="00991C0B" w:rsidP="00991C0B">
            <w:pPr>
              <w:pStyle w:val="Listenabsatz"/>
              <w:numPr>
                <w:ilvl w:val="0"/>
                <w:numId w:val="1"/>
              </w:numPr>
            </w:pPr>
            <w:r w:rsidRPr="00991C0B">
              <w:t>Wie beurteilen Sie die Beratungskompetenz?</w:t>
            </w:r>
          </w:p>
        </w:tc>
        <w:tc>
          <w:tcPr>
            <w:tcW w:w="2403" w:type="dxa"/>
          </w:tcPr>
          <w:p w:rsidR="00991C0B" w:rsidRPr="00991C0B" w:rsidRDefault="00991C0B" w:rsidP="00991C0B"/>
        </w:tc>
      </w:tr>
      <w:tr w:rsidR="00991C0B" w:rsidRPr="00991C0B" w:rsidTr="00991C0B">
        <w:tc>
          <w:tcPr>
            <w:tcW w:w="6658" w:type="dxa"/>
            <w:gridSpan w:val="2"/>
          </w:tcPr>
          <w:p w:rsidR="00991C0B" w:rsidRPr="00991C0B" w:rsidRDefault="00991C0B" w:rsidP="00991C0B">
            <w:pPr>
              <w:pStyle w:val="Listenabsatz"/>
              <w:numPr>
                <w:ilvl w:val="0"/>
                <w:numId w:val="1"/>
              </w:numPr>
            </w:pPr>
            <w:r w:rsidRPr="00991C0B">
              <w:t>Wurden Ihre Bedürfnisse richtig erkannt?</w:t>
            </w:r>
          </w:p>
        </w:tc>
        <w:tc>
          <w:tcPr>
            <w:tcW w:w="2403" w:type="dxa"/>
          </w:tcPr>
          <w:p w:rsidR="00991C0B" w:rsidRPr="00991C0B" w:rsidRDefault="00991C0B" w:rsidP="00991C0B"/>
        </w:tc>
      </w:tr>
      <w:tr w:rsidR="00991C0B" w:rsidRPr="00991C0B" w:rsidTr="00991C0B">
        <w:tc>
          <w:tcPr>
            <w:tcW w:w="6658" w:type="dxa"/>
            <w:gridSpan w:val="2"/>
          </w:tcPr>
          <w:p w:rsidR="00991C0B" w:rsidRPr="00991C0B" w:rsidRDefault="00991C0B" w:rsidP="00991C0B">
            <w:pPr>
              <w:pStyle w:val="Listenabsatz"/>
              <w:numPr>
                <w:ilvl w:val="0"/>
                <w:numId w:val="1"/>
              </w:numPr>
            </w:pPr>
            <w:r w:rsidRPr="00991C0B">
              <w:t>Wurden Ihre Erwartungen erfüllt?</w:t>
            </w:r>
          </w:p>
        </w:tc>
        <w:tc>
          <w:tcPr>
            <w:tcW w:w="2403" w:type="dxa"/>
          </w:tcPr>
          <w:p w:rsidR="00991C0B" w:rsidRPr="00991C0B" w:rsidRDefault="00991C0B" w:rsidP="00991C0B"/>
        </w:tc>
      </w:tr>
      <w:tr w:rsidR="00991C0B" w:rsidRPr="00991C0B" w:rsidTr="00991C0B">
        <w:tc>
          <w:tcPr>
            <w:tcW w:w="3232" w:type="dxa"/>
          </w:tcPr>
          <w:p w:rsidR="00991C0B" w:rsidRDefault="00991C0B" w:rsidP="00B16C2C">
            <w:pPr>
              <w:ind w:left="10" w:hanging="10"/>
            </w:pPr>
            <w:r>
              <w:t>Zudem habe ich …</w:t>
            </w:r>
          </w:p>
          <w:p w:rsidR="00B16C2C" w:rsidRPr="00991C0B" w:rsidRDefault="00B16C2C" w:rsidP="00B16C2C">
            <w:pPr>
              <w:ind w:left="861" w:hanging="567"/>
            </w:pPr>
          </w:p>
        </w:tc>
        <w:tc>
          <w:tcPr>
            <w:tcW w:w="5829" w:type="dxa"/>
            <w:gridSpan w:val="2"/>
          </w:tcPr>
          <w:p w:rsidR="00B16C2C" w:rsidRDefault="00B16C2C" w:rsidP="00B16C2C">
            <w:r>
              <w:t>Ihre Mitteilung</w:t>
            </w:r>
          </w:p>
          <w:p w:rsidR="00991C0B" w:rsidRPr="00991C0B" w:rsidRDefault="00991C0B" w:rsidP="00991C0B">
            <w:bookmarkStart w:id="0" w:name="_GoBack"/>
            <w:bookmarkEnd w:id="0"/>
          </w:p>
        </w:tc>
      </w:tr>
    </w:tbl>
    <w:p w:rsidR="00991C0B" w:rsidRDefault="00991C0B" w:rsidP="00991C0B"/>
    <w:sectPr w:rsidR="00991C0B" w:rsidSect="00991C0B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AB2E80"/>
    <w:multiLevelType w:val="hybridMultilevel"/>
    <w:tmpl w:val="43125654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2DF"/>
    <w:rsid w:val="000A071D"/>
    <w:rsid w:val="005A76ED"/>
    <w:rsid w:val="00991C0B"/>
    <w:rsid w:val="00B16C2C"/>
    <w:rsid w:val="00D5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B200D83-8A2D-4A11-B152-9D6EE3169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91C0B"/>
    <w:pPr>
      <w:spacing w:before="60" w:after="60" w:line="288" w:lineRule="auto"/>
    </w:pPr>
    <w:rPr>
      <w:sz w:val="2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91C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07DC5" w:themeColor="accent1" w:themeShade="BF"/>
      <w:sz w:val="40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991C0B"/>
    <w:pPr>
      <w:spacing w:before="100" w:beforeAutospacing="1" w:after="100" w:afterAutospacing="1" w:line="240" w:lineRule="auto"/>
      <w:outlineLvl w:val="1"/>
    </w:pPr>
    <w:rPr>
      <w:rFonts w:asciiTheme="majorHAnsi" w:eastAsia="Times New Roman" w:hAnsiTheme="majorHAnsi" w:cs="Times New Roman"/>
      <w:b/>
      <w:bCs/>
      <w:color w:val="1F6B59" w:themeColor="accent2" w:themeShade="80"/>
      <w:sz w:val="32"/>
      <w:szCs w:val="36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91C0B"/>
    <w:rPr>
      <w:rFonts w:asciiTheme="majorHAnsi" w:eastAsia="Times New Roman" w:hAnsiTheme="majorHAnsi" w:cs="Times New Roman"/>
      <w:b/>
      <w:bCs/>
      <w:color w:val="1F6B59" w:themeColor="accent2" w:themeShade="80"/>
      <w:sz w:val="32"/>
      <w:szCs w:val="36"/>
      <w:lang w:eastAsia="de-CH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1C0B"/>
    <w:rPr>
      <w:rFonts w:asciiTheme="majorHAnsi" w:eastAsiaTheme="majorEastAsia" w:hAnsiTheme="majorHAnsi" w:cstheme="majorBidi"/>
      <w:color w:val="107DC5" w:themeColor="accent1" w:themeShade="BF"/>
      <w:sz w:val="40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991C0B"/>
    <w:pPr>
      <w:spacing w:before="0" w:after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91C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991C0B"/>
    <w:pPr>
      <w:spacing w:before="80" w:after="80" w:line="288" w:lineRule="auto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91C0B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991C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3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&#252;rg\Desktop\remote\Formulare_04\Feedback_Raiffeisen.dotx" TargetMode="External"/></Relationships>
</file>

<file path=word/theme/theme1.xml><?xml version="1.0" encoding="utf-8"?>
<a:theme xmlns:a="http://schemas.openxmlformats.org/drawingml/2006/main" name="Tropfen">
  <a:themeElements>
    <a:clrScheme name="Tropfen">
      <a:dk1>
        <a:sysClr val="windowText" lastClr="000000"/>
      </a:dk1>
      <a:lt1>
        <a:sysClr val="window" lastClr="FFFFFF"/>
      </a:lt1>
      <a:dk2>
        <a:srgbClr val="355071"/>
      </a:dk2>
      <a:lt2>
        <a:srgbClr val="AABED7"/>
      </a:lt2>
      <a:accent1>
        <a:srgbClr val="2FA3EE"/>
      </a:accent1>
      <a:accent2>
        <a:srgbClr val="4BCAAD"/>
      </a:accent2>
      <a:accent3>
        <a:srgbClr val="86C157"/>
      </a:accent3>
      <a:accent4>
        <a:srgbClr val="D99C3F"/>
      </a:accent4>
      <a:accent5>
        <a:srgbClr val="CE6633"/>
      </a:accent5>
      <a:accent6>
        <a:srgbClr val="A35DD1"/>
      </a:accent6>
      <a:hlink>
        <a:srgbClr val="56BCFE"/>
      </a:hlink>
      <a:folHlink>
        <a:srgbClr val="97C5E3"/>
      </a:folHlink>
    </a:clrScheme>
    <a:fontScheme name="Tropfen">
      <a:maj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Tropfen">
      <a:fillStyleLst>
        <a:solidFill>
          <a:schemeClr val="phClr"/>
        </a:solidFill>
        <a:solidFill>
          <a:schemeClr val="phClr">
            <a:tint val="69000"/>
            <a:satMod val="105000"/>
            <a:lumMod val="110000"/>
          </a:schemeClr>
        </a:solidFill>
        <a:gradFill rotWithShape="1">
          <a:gsLst>
            <a:gs pos="0">
              <a:schemeClr val="phClr">
                <a:tint val="94000"/>
                <a:satMod val="100000"/>
                <a:lumMod val="108000"/>
              </a:schemeClr>
            </a:gs>
            <a:gs pos="50000">
              <a:schemeClr val="phClr">
                <a:tint val="98000"/>
                <a:shade val="100000"/>
                <a:satMod val="100000"/>
                <a:lumMod val="100000"/>
              </a:schemeClr>
            </a:gs>
            <a:gs pos="100000">
              <a:schemeClr val="phClr">
                <a:shade val="72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60000"/>
            </a:schemeClr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63500" dist="25400" dir="5400000" algn="ctr" rotWithShape="0">
              <a:srgbClr val="000000">
                <a:alpha val="69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200000"/>
            </a:lightRig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64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100000"/>
                <a:hueMod val="130000"/>
                <a:satMod val="150000"/>
                <a:lumMod val="112000"/>
              </a:schemeClr>
            </a:gs>
            <a:gs pos="100000">
              <a:schemeClr val="phClr">
                <a:shade val="92000"/>
                <a:satMod val="140000"/>
                <a:lumMod val="11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roplet" id="{8984A317-299A-4E50-B45D-BFC9EDE2337A}" vid="{A633B6A3-9E7F-4C10-9C98-2517A3134361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Feedback_Raiffeisen.dotx</Template>
  <TotalTime>0</TotalTime>
  <Pages>1</Pages>
  <Words>64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Jürg Lippuner</cp:lastModifiedBy>
  <cp:revision>2</cp:revision>
  <dcterms:created xsi:type="dcterms:W3CDTF">2014-12-02T16:18:00Z</dcterms:created>
  <dcterms:modified xsi:type="dcterms:W3CDTF">2014-12-02T16:38:00Z</dcterms:modified>
</cp:coreProperties>
</file>