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2CEE4" w14:textId="64E70556" w:rsidR="00D7727C" w:rsidRDefault="00D7727C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60287" behindDoc="0" locked="0" layoutInCell="1" allowOverlap="1" wp14:anchorId="0A61D4D0" wp14:editId="11AA2314">
            <wp:simplePos x="0" y="0"/>
            <wp:positionH relativeFrom="column">
              <wp:posOffset>600651</wp:posOffset>
            </wp:positionH>
            <wp:positionV relativeFrom="paragraph">
              <wp:posOffset>618409</wp:posOffset>
            </wp:positionV>
            <wp:extent cx="1820545" cy="1069340"/>
            <wp:effectExtent l="0" t="0" r="8255" b="0"/>
            <wp:wrapNone/>
            <wp:docPr id="243326231" name="Grafik 243326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Grafik 630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76" b="39189" l="23675" r="97350">
                                  <a14:foregroundMark x1="27102" y1="21875" x2="55556" y2="26417"/>
                                  <a14:foregroundMark x1="55556" y1="26417" x2="74292" y2="25875"/>
                                  <a14:foregroundMark x1="88235" y1="11083" x2="92810" y2="20708"/>
                                  <a14:foregroundMark x1="92810" y1="20708" x2="84183" y2="28750"/>
                                  <a14:foregroundMark x1="84183" y1="28750" x2="52157" y2="33625"/>
                                  <a14:foregroundMark x1="94815" y1="8750" x2="97386" y2="18750"/>
                                  <a14:foregroundMark x1="73987" y1="833" x2="76427" y2="8208"/>
                                  <a14:foregroundMark x1="23834" y1="17917" x2="24009" y2="32042"/>
                                  <a14:foregroundMark x1="26100" y1="15417" x2="28802" y2="15292"/>
                                  <a14:foregroundMark x1="41394" y1="11458" x2="42309" y2="11333"/>
                                  <a14:foregroundMark x1="43286" y1="38514" x2="46820" y2="3918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8" b="56509"/>
                    <a:stretch/>
                  </pic:blipFill>
                  <pic:spPr bwMode="auto">
                    <a:xfrm>
                      <a:off x="0" y="0"/>
                      <a:ext cx="182054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847" behindDoc="0" locked="0" layoutInCell="1" allowOverlap="1" wp14:anchorId="6C6CEC45" wp14:editId="1C1520D9">
            <wp:simplePos x="0" y="0"/>
            <wp:positionH relativeFrom="column">
              <wp:posOffset>1156243</wp:posOffset>
            </wp:positionH>
            <wp:positionV relativeFrom="paragraph">
              <wp:posOffset>269563</wp:posOffset>
            </wp:positionV>
            <wp:extent cx="1820545" cy="1069340"/>
            <wp:effectExtent l="0" t="0" r="8255" b="0"/>
            <wp:wrapNone/>
            <wp:docPr id="1685493150" name="Grafik 1685493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Grafik 635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76" b="39189" l="23675" r="97350">
                                  <a14:foregroundMark x1="27102" y1="21875" x2="55556" y2="26417"/>
                                  <a14:foregroundMark x1="55556" y1="26417" x2="74292" y2="25875"/>
                                  <a14:foregroundMark x1="88235" y1="11083" x2="92810" y2="20708"/>
                                  <a14:foregroundMark x1="92810" y1="20708" x2="84183" y2="28750"/>
                                  <a14:foregroundMark x1="84183" y1="28750" x2="52157" y2="33625"/>
                                  <a14:foregroundMark x1="94815" y1="8750" x2="97386" y2="18750"/>
                                  <a14:foregroundMark x1="73987" y1="833" x2="76427" y2="8208"/>
                                  <a14:foregroundMark x1="23834" y1="17917" x2="24009" y2="32042"/>
                                  <a14:foregroundMark x1="26100" y1="15417" x2="28802" y2="15292"/>
                                  <a14:foregroundMark x1="41394" y1="11458" x2="42309" y2="11333"/>
                                  <a14:foregroundMark x1="43286" y1="38514" x2="46820" y2="3918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8" b="56509"/>
                    <a:stretch/>
                  </pic:blipFill>
                  <pic:spPr bwMode="auto">
                    <a:xfrm>
                      <a:off x="0" y="0"/>
                      <a:ext cx="182054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F86CF3F" wp14:editId="5846D9BA">
            <wp:simplePos x="0" y="0"/>
            <wp:positionH relativeFrom="column">
              <wp:posOffset>1173392</wp:posOffset>
            </wp:positionH>
            <wp:positionV relativeFrom="paragraph">
              <wp:posOffset>1031827</wp:posOffset>
            </wp:positionV>
            <wp:extent cx="1820545" cy="1069340"/>
            <wp:effectExtent l="0" t="0" r="8255" b="0"/>
            <wp:wrapNone/>
            <wp:docPr id="1122972401" name="Grafik 1122972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Grafik 629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92" b="39125" l="23834" r="97386">
                                  <a14:foregroundMark x1="27102" y1="21875" x2="55556" y2="26417"/>
                                  <a14:foregroundMark x1="55556" y1="26417" x2="74292" y2="25875"/>
                                  <a14:foregroundMark x1="88235" y1="11083" x2="92810" y2="20708"/>
                                  <a14:foregroundMark x1="92810" y1="20708" x2="84183" y2="28750"/>
                                  <a14:foregroundMark x1="84183" y1="28750" x2="52157" y2="33625"/>
                                  <a14:foregroundMark x1="94815" y1="8750" x2="97386" y2="18750"/>
                                  <a14:foregroundMark x1="73987" y1="833" x2="76427" y2="8208"/>
                                  <a14:foregroundMark x1="23834" y1="17917" x2="24009" y2="32042"/>
                                  <a14:foregroundMark x1="26100" y1="15417" x2="28802" y2="15292"/>
                                  <a14:foregroundMark x1="41394" y1="11458" x2="42309" y2="1133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8" b="56509"/>
                    <a:stretch/>
                  </pic:blipFill>
                  <pic:spPr bwMode="auto">
                    <a:xfrm>
                      <a:off x="0" y="0"/>
                      <a:ext cx="182054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C2928C1" wp14:editId="4ABFA20F">
            <wp:simplePos x="0" y="0"/>
            <wp:positionH relativeFrom="column">
              <wp:posOffset>1266825</wp:posOffset>
            </wp:positionH>
            <wp:positionV relativeFrom="paragraph">
              <wp:posOffset>638175</wp:posOffset>
            </wp:positionV>
            <wp:extent cx="1820545" cy="1069340"/>
            <wp:effectExtent l="0" t="0" r="8255" b="0"/>
            <wp:wrapNone/>
            <wp:docPr id="862874146" name="Grafik 862874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Grafik 634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duotone>
                        <a:prstClr val="black"/>
                        <a:srgbClr val="FFCCFF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76" b="39189" l="23675" r="97350">
                                  <a14:foregroundMark x1="27102" y1="21875" x2="55556" y2="26417"/>
                                  <a14:foregroundMark x1="55556" y1="26417" x2="74292" y2="25875"/>
                                  <a14:foregroundMark x1="88235" y1="11083" x2="92810" y2="20708"/>
                                  <a14:foregroundMark x1="92810" y1="20708" x2="84183" y2="28750"/>
                                  <a14:foregroundMark x1="84183" y1="28750" x2="52157" y2="33625"/>
                                  <a14:foregroundMark x1="94815" y1="8750" x2="97386" y2="18750"/>
                                  <a14:foregroundMark x1="73987" y1="833" x2="76427" y2="8208"/>
                                  <a14:foregroundMark x1="23834" y1="17917" x2="24009" y2="32042"/>
                                  <a14:foregroundMark x1="26100" y1="15417" x2="28802" y2="15292"/>
                                  <a14:foregroundMark x1="41394" y1="11458" x2="42309" y2="11333"/>
                                  <a14:foregroundMark x1="43286" y1="38514" x2="46820" y2="3918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8" b="56509"/>
                    <a:stretch/>
                  </pic:blipFill>
                  <pic:spPr bwMode="auto">
                    <a:xfrm>
                      <a:off x="0" y="0"/>
                      <a:ext cx="182054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br w:type="page"/>
      </w:r>
    </w:p>
    <w:p w14:paraId="37D418BF" w14:textId="6B722999" w:rsidR="00AA5DAF" w:rsidRDefault="007B0765">
      <w:r>
        <w:rPr>
          <w:noProof/>
        </w:rPr>
        <w:lastRenderedPageBreak/>
        <w:drawing>
          <wp:anchor distT="0" distB="0" distL="114300" distR="114300" simplePos="0" relativeHeight="251656192" behindDoc="0" locked="0" layoutInCell="1" allowOverlap="1" wp14:anchorId="1DFCCD6C" wp14:editId="34B83175">
            <wp:simplePos x="0" y="0"/>
            <wp:positionH relativeFrom="column">
              <wp:posOffset>-1514</wp:posOffset>
            </wp:positionH>
            <wp:positionV relativeFrom="paragraph">
              <wp:posOffset>625226</wp:posOffset>
            </wp:positionV>
            <wp:extent cx="1820545" cy="1069340"/>
            <wp:effectExtent l="0" t="0" r="8255" b="0"/>
            <wp:wrapNone/>
            <wp:docPr id="629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Grafik 629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92" b="39125" l="23834" r="97386">
                                  <a14:foregroundMark x1="27102" y1="21875" x2="55556" y2="26417"/>
                                  <a14:foregroundMark x1="55556" y1="26417" x2="74292" y2="25875"/>
                                  <a14:foregroundMark x1="88235" y1="11083" x2="92810" y2="20708"/>
                                  <a14:foregroundMark x1="92810" y1="20708" x2="84183" y2="28750"/>
                                  <a14:foregroundMark x1="84183" y1="28750" x2="52157" y2="33625"/>
                                  <a14:foregroundMark x1="94815" y1="8750" x2="97386" y2="18750"/>
                                  <a14:foregroundMark x1="73987" y1="833" x2="76427" y2="8208"/>
                                  <a14:foregroundMark x1="23834" y1="17917" x2="24009" y2="32042"/>
                                  <a14:foregroundMark x1="26100" y1="15417" x2="28802" y2="15292"/>
                                  <a14:foregroundMark x1="41394" y1="11458" x2="42309" y2="1133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8" b="56509"/>
                    <a:stretch/>
                  </pic:blipFill>
                  <pic:spPr bwMode="auto">
                    <a:xfrm>
                      <a:off x="0" y="0"/>
                      <a:ext cx="182054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052F5D8E" wp14:editId="194E1B31">
            <wp:simplePos x="0" y="0"/>
            <wp:positionH relativeFrom="column">
              <wp:posOffset>731817</wp:posOffset>
            </wp:positionH>
            <wp:positionV relativeFrom="paragraph">
              <wp:posOffset>537</wp:posOffset>
            </wp:positionV>
            <wp:extent cx="1820545" cy="1069340"/>
            <wp:effectExtent l="0" t="0" r="8255" b="0"/>
            <wp:wrapNone/>
            <wp:docPr id="63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Grafik 630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76" b="39189" l="23675" r="97350">
                                  <a14:foregroundMark x1="27102" y1="21875" x2="55556" y2="26417"/>
                                  <a14:foregroundMark x1="55556" y1="26417" x2="74292" y2="25875"/>
                                  <a14:foregroundMark x1="88235" y1="11083" x2="92810" y2="20708"/>
                                  <a14:foregroundMark x1="92810" y1="20708" x2="84183" y2="28750"/>
                                  <a14:foregroundMark x1="84183" y1="28750" x2="52157" y2="33625"/>
                                  <a14:foregroundMark x1="94815" y1="8750" x2="97386" y2="18750"/>
                                  <a14:foregroundMark x1="73987" y1="833" x2="76427" y2="8208"/>
                                  <a14:foregroundMark x1="23834" y1="17917" x2="24009" y2="32042"/>
                                  <a14:foregroundMark x1="26100" y1="15417" x2="28802" y2="15292"/>
                                  <a14:foregroundMark x1="41394" y1="11458" x2="42309" y2="11333"/>
                                  <a14:foregroundMark x1="43286" y1="38514" x2="46820" y2="3918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8" b="56509"/>
                    <a:stretch/>
                  </pic:blipFill>
                  <pic:spPr bwMode="auto">
                    <a:xfrm>
                      <a:off x="0" y="0"/>
                      <a:ext cx="182054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B7704B5" wp14:editId="6475D76D">
            <wp:simplePos x="0" y="0"/>
            <wp:positionH relativeFrom="column">
              <wp:posOffset>1265972</wp:posOffset>
            </wp:positionH>
            <wp:positionV relativeFrom="paragraph">
              <wp:posOffset>638807</wp:posOffset>
            </wp:positionV>
            <wp:extent cx="1820545" cy="1069340"/>
            <wp:effectExtent l="0" t="0" r="8255" b="0"/>
            <wp:wrapNone/>
            <wp:docPr id="634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Grafik 634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duotone>
                        <a:prstClr val="black"/>
                        <a:srgbClr val="FFCCFF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76" b="39189" l="23675" r="97350">
                                  <a14:foregroundMark x1="27102" y1="21875" x2="55556" y2="26417"/>
                                  <a14:foregroundMark x1="55556" y1="26417" x2="74292" y2="25875"/>
                                  <a14:foregroundMark x1="88235" y1="11083" x2="92810" y2="20708"/>
                                  <a14:foregroundMark x1="92810" y1="20708" x2="84183" y2="28750"/>
                                  <a14:foregroundMark x1="84183" y1="28750" x2="52157" y2="33625"/>
                                  <a14:foregroundMark x1="94815" y1="8750" x2="97386" y2="18750"/>
                                  <a14:foregroundMark x1="73987" y1="833" x2="76427" y2="8208"/>
                                  <a14:foregroundMark x1="23834" y1="17917" x2="24009" y2="32042"/>
                                  <a14:foregroundMark x1="26100" y1="15417" x2="28802" y2="15292"/>
                                  <a14:foregroundMark x1="41394" y1="11458" x2="42309" y2="11333"/>
                                  <a14:foregroundMark x1="43286" y1="38514" x2="46820" y2="3918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8" b="56509"/>
                    <a:stretch/>
                  </pic:blipFill>
                  <pic:spPr bwMode="auto">
                    <a:xfrm>
                      <a:off x="0" y="0"/>
                      <a:ext cx="182054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D6B40CC" wp14:editId="17D66C62">
            <wp:simplePos x="0" y="0"/>
            <wp:positionH relativeFrom="column">
              <wp:posOffset>1990249</wp:posOffset>
            </wp:positionH>
            <wp:positionV relativeFrom="paragraph">
              <wp:posOffset>537</wp:posOffset>
            </wp:positionV>
            <wp:extent cx="1820545" cy="1069340"/>
            <wp:effectExtent l="0" t="0" r="8255" b="0"/>
            <wp:wrapNone/>
            <wp:docPr id="635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Grafik 635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676" b="39189" l="23675" r="97350">
                                  <a14:foregroundMark x1="27102" y1="21875" x2="55556" y2="26417"/>
                                  <a14:foregroundMark x1="55556" y1="26417" x2="74292" y2="25875"/>
                                  <a14:foregroundMark x1="88235" y1="11083" x2="92810" y2="20708"/>
                                  <a14:foregroundMark x1="92810" y1="20708" x2="84183" y2="28750"/>
                                  <a14:foregroundMark x1="84183" y1="28750" x2="52157" y2="33625"/>
                                  <a14:foregroundMark x1="94815" y1="8750" x2="97386" y2="18750"/>
                                  <a14:foregroundMark x1="73987" y1="833" x2="76427" y2="8208"/>
                                  <a14:foregroundMark x1="23834" y1="17917" x2="24009" y2="32042"/>
                                  <a14:foregroundMark x1="26100" y1="15417" x2="28802" y2="15292"/>
                                  <a14:foregroundMark x1="41394" y1="11458" x2="42309" y2="11333"/>
                                  <a14:foregroundMark x1="43286" y1="38514" x2="46820" y2="3918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98" b="56509"/>
                    <a:stretch/>
                  </pic:blipFill>
                  <pic:spPr bwMode="auto">
                    <a:xfrm>
                      <a:off x="0" y="0"/>
                      <a:ext cx="1820545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AA5D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E90"/>
    <w:rsid w:val="0043563F"/>
    <w:rsid w:val="007B0765"/>
    <w:rsid w:val="00AA5DAF"/>
    <w:rsid w:val="00B74E90"/>
    <w:rsid w:val="00D7727C"/>
    <w:rsid w:val="00D8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D5297E"/>
  <w15:chartTrackingRefBased/>
  <w15:docId w15:val="{39B325C3-F549-407A-91F8-FF07A56C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Theme="minorHAnsi" w:hAnsi="Aptos" w:cstheme="minorBidi"/>
        <w:kern w:val="2"/>
        <w:sz w:val="22"/>
        <w:szCs w:val="24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563F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BZBS</dc:creator>
  <cp:keywords/>
  <dc:description/>
  <cp:lastModifiedBy>Lippuner Jürg BZBS</cp:lastModifiedBy>
  <cp:revision>1</cp:revision>
  <dcterms:created xsi:type="dcterms:W3CDTF">2023-12-12T17:26:00Z</dcterms:created>
  <dcterms:modified xsi:type="dcterms:W3CDTF">2023-12-12T17:48:00Z</dcterms:modified>
</cp:coreProperties>
</file>