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D8" w:rsidRDefault="00CC0A2F" w:rsidP="00BE00D8">
      <w:pPr>
        <w:pStyle w:val="Titel"/>
        <w:tabs>
          <w:tab w:val="right" w:pos="9071"/>
        </w:tabs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18F1EA7" wp14:editId="6A979294">
            <wp:simplePos x="0" y="0"/>
            <wp:positionH relativeFrom="column">
              <wp:posOffset>5357495</wp:posOffset>
            </wp:positionH>
            <wp:positionV relativeFrom="paragraph">
              <wp:posOffset>-567055</wp:posOffset>
            </wp:positionV>
            <wp:extent cx="627380" cy="572770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Word – Dateien zusammenfügen</w:t>
      </w:r>
    </w:p>
    <w:p w:rsidR="00061A80" w:rsidRDefault="00CC0A2F" w:rsidP="00BD3082">
      <w:pPr>
        <w:ind w:left="2268" w:hanging="2268"/>
      </w:pPr>
      <w:r w:rsidRPr="00CC0A2F">
        <w:rPr>
          <w:b/>
        </w:rPr>
        <w:t>Ausgangssituation</w:t>
      </w:r>
      <w:r>
        <w:tab/>
        <w:t>Mehrere Personen haben einzelne Teile für ein Dokument erstellt. Dabei haben sie die gleichen Formatierungen für Überschriften und den restlichen Text verwendet.</w:t>
      </w:r>
    </w:p>
    <w:p w:rsidR="00CC0A2F" w:rsidRDefault="00CC0A2F" w:rsidP="00BD3082">
      <w:pPr>
        <w:ind w:left="2268" w:hanging="2268"/>
      </w:pPr>
      <w:bookmarkStart w:id="0" w:name="_GoBack"/>
      <w:bookmarkEnd w:id="0"/>
      <w:r w:rsidRPr="00CC0A2F">
        <w:rPr>
          <w:b/>
        </w:rPr>
        <w:t>Ihre Aufgabe</w:t>
      </w:r>
      <w:r>
        <w:tab/>
        <w:t>Fügen Sie die einzelnen Teile zu</w:t>
      </w:r>
      <w:r w:rsidR="00BD3082">
        <w:t xml:space="preserve"> einer Gesamtdatei zusammen.</w:t>
      </w:r>
    </w:p>
    <w:p w:rsidR="00CC0A2F" w:rsidRDefault="00CC0A2F" w:rsidP="00CC0A2F">
      <w:pPr>
        <w:pStyle w:val="berschrift1"/>
      </w:pPr>
      <w:r>
        <w:t>Vorgehen</w:t>
      </w:r>
    </w:p>
    <w:p w:rsidR="00CC0A2F" w:rsidRDefault="00CC0A2F" w:rsidP="00BD3082">
      <w:pPr>
        <w:pStyle w:val="Listenabsatz"/>
        <w:numPr>
          <w:ilvl w:val="0"/>
          <w:numId w:val="3"/>
        </w:numPr>
        <w:ind w:left="357" w:hanging="357"/>
        <w:contextualSpacing w:val="0"/>
      </w:pPr>
      <w:r>
        <w:t xml:space="preserve">Öffnen Sie die erste Datei </w:t>
      </w:r>
      <w:r w:rsidRPr="00CC0A2F">
        <w:rPr>
          <w:b/>
        </w:rPr>
        <w:t>Teil 0.docx.</w:t>
      </w:r>
    </w:p>
    <w:p w:rsidR="00CC0A2F" w:rsidRDefault="00CC0A2F" w:rsidP="00BD3082">
      <w:pPr>
        <w:pStyle w:val="Listenabsatz"/>
        <w:numPr>
          <w:ilvl w:val="0"/>
          <w:numId w:val="3"/>
        </w:numPr>
        <w:ind w:left="357" w:hanging="357"/>
        <w:contextualSpacing w:val="0"/>
      </w:pPr>
      <w:r>
        <w:t xml:space="preserve">Fügen Sie die Teile 1 bis 4 mit dem Befehl </w:t>
      </w:r>
      <w:r w:rsidRPr="00CC0A2F">
        <w:rPr>
          <w:b/>
        </w:rPr>
        <w:t xml:space="preserve">Einfügen </w:t>
      </w:r>
      <w:r w:rsidRPr="00CC0A2F">
        <w:rPr>
          <w:rFonts w:ascii="Arial" w:hAnsi="Arial"/>
          <w:b/>
        </w:rPr>
        <w:t>►</w:t>
      </w:r>
      <w:r w:rsidRPr="00CC0A2F">
        <w:rPr>
          <w:b/>
        </w:rPr>
        <w:t xml:space="preserve"> Objekt </w:t>
      </w:r>
      <w:r w:rsidRPr="00CC0A2F">
        <w:rPr>
          <w:rFonts w:ascii="Arial" w:hAnsi="Arial"/>
          <w:b/>
        </w:rPr>
        <w:t>►</w:t>
      </w:r>
      <w:r w:rsidRPr="00CC0A2F">
        <w:rPr>
          <w:b/>
        </w:rPr>
        <w:t>Text aus Datei …</w:t>
      </w:r>
      <w:r w:rsidR="00BD3082">
        <w:t xml:space="preserve"> </w:t>
      </w:r>
    </w:p>
    <w:p w:rsidR="00CC0A2F" w:rsidRDefault="00CC0A2F" w:rsidP="00CC0A2F"/>
    <w:p w:rsidR="00CC0A2F" w:rsidRDefault="00CC0A2F" w:rsidP="00BD3082">
      <w:pPr>
        <w:tabs>
          <w:tab w:val="right" w:pos="9214"/>
        </w:tabs>
      </w:pPr>
      <w:r>
        <w:rPr>
          <w:noProof/>
          <w:lang w:eastAsia="de-CH"/>
        </w:rPr>
        <mc:AlternateContent>
          <mc:Choice Requires="wps">
            <w:drawing>
              <wp:inline distT="0" distB="0" distL="0" distR="0" wp14:anchorId="5298BBA0" wp14:editId="4862CA9C">
                <wp:extent cx="2620800" cy="1530000"/>
                <wp:effectExtent l="38100" t="38100" r="103505" b="108585"/>
                <wp:docPr id="8" name="Freihand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800" cy="1530000"/>
                        </a:xfrm>
                        <a:custGeom>
                          <a:avLst/>
                          <a:gdLst>
                            <a:gd name="connsiteX0" fmla="*/ 2505075 w 2514600"/>
                            <a:gd name="connsiteY0" fmla="*/ 0 h 1247775"/>
                            <a:gd name="connsiteX1" fmla="*/ 0 w 2514600"/>
                            <a:gd name="connsiteY1" fmla="*/ 0 h 1247775"/>
                            <a:gd name="connsiteX2" fmla="*/ 0 w 2514600"/>
                            <a:gd name="connsiteY2" fmla="*/ 1247775 h 1247775"/>
                            <a:gd name="connsiteX3" fmla="*/ 2514600 w 2514600"/>
                            <a:gd name="connsiteY3" fmla="*/ 1247775 h 1247775"/>
                            <a:gd name="connsiteX4" fmla="*/ 2428875 w 2514600"/>
                            <a:gd name="connsiteY4" fmla="*/ 1143000 h 1247775"/>
                            <a:gd name="connsiteX5" fmla="*/ 2466975 w 2514600"/>
                            <a:gd name="connsiteY5" fmla="*/ 1019175 h 1247775"/>
                            <a:gd name="connsiteX6" fmla="*/ 2381250 w 2514600"/>
                            <a:gd name="connsiteY6" fmla="*/ 904875 h 1247775"/>
                            <a:gd name="connsiteX7" fmla="*/ 2428875 w 2514600"/>
                            <a:gd name="connsiteY7" fmla="*/ 704850 h 1247775"/>
                            <a:gd name="connsiteX8" fmla="*/ 2390775 w 2514600"/>
                            <a:gd name="connsiteY8" fmla="*/ 600075 h 1247775"/>
                            <a:gd name="connsiteX9" fmla="*/ 2486025 w 2514600"/>
                            <a:gd name="connsiteY9" fmla="*/ 476250 h 1247775"/>
                            <a:gd name="connsiteX10" fmla="*/ 2419350 w 2514600"/>
                            <a:gd name="connsiteY10" fmla="*/ 342900 h 1247775"/>
                            <a:gd name="connsiteX11" fmla="*/ 2505075 w 2514600"/>
                            <a:gd name="connsiteY11" fmla="*/ 238125 h 1247775"/>
                            <a:gd name="connsiteX12" fmla="*/ 2428875 w 2514600"/>
                            <a:gd name="connsiteY12" fmla="*/ 171450 h 1247775"/>
                            <a:gd name="connsiteX13" fmla="*/ 2505075 w 2514600"/>
                            <a:gd name="connsiteY13" fmla="*/ 95250 h 1247775"/>
                            <a:gd name="connsiteX14" fmla="*/ 2505075 w 2514600"/>
                            <a:gd name="connsiteY14" fmla="*/ 0 h 1247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514600" h="1247775">
                              <a:moveTo>
                                <a:pt x="2505075" y="0"/>
                              </a:moveTo>
                              <a:lnTo>
                                <a:pt x="0" y="0"/>
                              </a:lnTo>
                              <a:lnTo>
                                <a:pt x="0" y="1247775"/>
                              </a:lnTo>
                              <a:lnTo>
                                <a:pt x="2514600" y="1247775"/>
                              </a:lnTo>
                              <a:lnTo>
                                <a:pt x="2428875" y="1143000"/>
                              </a:lnTo>
                              <a:lnTo>
                                <a:pt x="2466975" y="1019175"/>
                              </a:lnTo>
                              <a:lnTo>
                                <a:pt x="2381250" y="904875"/>
                              </a:lnTo>
                              <a:lnTo>
                                <a:pt x="2428875" y="704850"/>
                              </a:lnTo>
                              <a:lnTo>
                                <a:pt x="2390775" y="600075"/>
                              </a:lnTo>
                              <a:lnTo>
                                <a:pt x="2486025" y="476250"/>
                              </a:lnTo>
                              <a:lnTo>
                                <a:pt x="2419350" y="342900"/>
                              </a:lnTo>
                              <a:lnTo>
                                <a:pt x="2505075" y="238125"/>
                              </a:lnTo>
                              <a:lnTo>
                                <a:pt x="2428875" y="171450"/>
                              </a:lnTo>
                              <a:lnTo>
                                <a:pt x="2505075" y="95250"/>
                              </a:lnTo>
                              <a:lnTo>
                                <a:pt x="2505075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/>
                          <a:stretch>
                            <a:fillRect/>
                          </a:stretch>
                        </a:blip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Freihandform 8" o:spid="_x0000_s1026" style="width:206.35pt;height:12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514600,12477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" path="m2505075,l,,,1247775r2514600,l2428875,1143000r38100,-123825l2381250,904875r47625,-200025l2390775,600075r95250,-123825l2419350,342900r85725,-104775l2428875,171450r76200,-76200l2505075,xe" strokecolor="#243f60 [1604]" strokeweight="2pt">
                <v:fill r:id="rId11" o:title="" recolor="t" rotate="t" type="frame"/>
                <v:shadow on="t" color="black" opacity="26214f" origin="-.5,-.5" offset=".74836mm,.74836mm"/>
                <v:path arrowok="t" o:connecttype="custom" o:connectlocs="2610873,0;0,0;0,1530000;2620800,1530000;2531455,1401527;2571164,1249695;2481818,1109542;2531455,864275;2491745,735802;2591018,583969;2521527,420458;2610873,291985;2531455,210229;2610873,116794;2610873,0" o:connectangles="0,0,0,0,0,0,0,0,0,0,0,0,0,0,0"/>
                <w10:anchorlock/>
              </v:shape>
            </w:pict>
          </mc:Fallback>
        </mc:AlternateContent>
      </w:r>
      <w:r w:rsidR="00BD3082">
        <w:tab/>
      </w:r>
      <w:r w:rsidR="00BD3082">
        <w:rPr>
          <w:noProof/>
          <w:lang w:eastAsia="de-CH"/>
        </w:rPr>
        <mc:AlternateContent>
          <mc:Choice Requires="wps">
            <w:drawing>
              <wp:inline distT="0" distB="0" distL="0" distR="0" wp14:anchorId="180326FA" wp14:editId="4BFAF599">
                <wp:extent cx="2617200" cy="1530000"/>
                <wp:effectExtent l="38100" t="38100" r="107315" b="108585"/>
                <wp:docPr id="10" name="Freihand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200" cy="1530000"/>
                        </a:xfrm>
                        <a:custGeom>
                          <a:avLst/>
                          <a:gdLst>
                            <a:gd name="connsiteX0" fmla="*/ 38100 w 2343150"/>
                            <a:gd name="connsiteY0" fmla="*/ 0 h 1209675"/>
                            <a:gd name="connsiteX1" fmla="*/ 2343150 w 2343150"/>
                            <a:gd name="connsiteY1" fmla="*/ 0 h 1209675"/>
                            <a:gd name="connsiteX2" fmla="*/ 2343150 w 2343150"/>
                            <a:gd name="connsiteY2" fmla="*/ 1209675 h 1209675"/>
                            <a:gd name="connsiteX3" fmla="*/ 66675 w 2343150"/>
                            <a:gd name="connsiteY3" fmla="*/ 1209675 h 1209675"/>
                            <a:gd name="connsiteX4" fmla="*/ 28575 w 2343150"/>
                            <a:gd name="connsiteY4" fmla="*/ 1123950 h 1209675"/>
                            <a:gd name="connsiteX5" fmla="*/ 76200 w 2343150"/>
                            <a:gd name="connsiteY5" fmla="*/ 1038225 h 1209675"/>
                            <a:gd name="connsiteX6" fmla="*/ 19050 w 2343150"/>
                            <a:gd name="connsiteY6" fmla="*/ 914400 h 1209675"/>
                            <a:gd name="connsiteX7" fmla="*/ 133350 w 2343150"/>
                            <a:gd name="connsiteY7" fmla="*/ 666750 h 1209675"/>
                            <a:gd name="connsiteX8" fmla="*/ 0 w 2343150"/>
                            <a:gd name="connsiteY8" fmla="*/ 619125 h 1209675"/>
                            <a:gd name="connsiteX9" fmla="*/ 142875 w 2343150"/>
                            <a:gd name="connsiteY9" fmla="*/ 466725 h 1209675"/>
                            <a:gd name="connsiteX10" fmla="*/ 28575 w 2343150"/>
                            <a:gd name="connsiteY10" fmla="*/ 352425 h 1209675"/>
                            <a:gd name="connsiteX11" fmla="*/ 161925 w 2343150"/>
                            <a:gd name="connsiteY11" fmla="*/ 257175 h 1209675"/>
                            <a:gd name="connsiteX12" fmla="*/ 28575 w 2343150"/>
                            <a:gd name="connsiteY12" fmla="*/ 180975 h 1209675"/>
                            <a:gd name="connsiteX13" fmla="*/ 66675 w 2343150"/>
                            <a:gd name="connsiteY13" fmla="*/ 114300 h 1209675"/>
                            <a:gd name="connsiteX14" fmla="*/ 38100 w 2343150"/>
                            <a:gd name="connsiteY14" fmla="*/ 0 h 1209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43150" h="1209675">
                              <a:moveTo>
                                <a:pt x="38100" y="0"/>
                              </a:moveTo>
                              <a:lnTo>
                                <a:pt x="2343150" y="0"/>
                              </a:lnTo>
                              <a:lnTo>
                                <a:pt x="2343150" y="1209675"/>
                              </a:lnTo>
                              <a:lnTo>
                                <a:pt x="66675" y="1209675"/>
                              </a:lnTo>
                              <a:lnTo>
                                <a:pt x="28575" y="1123950"/>
                              </a:lnTo>
                              <a:lnTo>
                                <a:pt x="76200" y="1038225"/>
                              </a:lnTo>
                              <a:lnTo>
                                <a:pt x="19050" y="914400"/>
                              </a:lnTo>
                              <a:lnTo>
                                <a:pt x="133350" y="666750"/>
                              </a:lnTo>
                              <a:lnTo>
                                <a:pt x="0" y="619125"/>
                              </a:lnTo>
                              <a:lnTo>
                                <a:pt x="142875" y="466725"/>
                              </a:lnTo>
                              <a:lnTo>
                                <a:pt x="28575" y="352425"/>
                              </a:lnTo>
                              <a:lnTo>
                                <a:pt x="161925" y="257175"/>
                              </a:lnTo>
                              <a:lnTo>
                                <a:pt x="28575" y="180975"/>
                              </a:lnTo>
                              <a:lnTo>
                                <a:pt x="66675" y="1143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2"/>
                          <a:stretch>
                            <a:fillRect/>
                          </a:stretch>
                        </a:blip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Freihandform 10" o:spid="_x0000_s1026" style="width:206.1pt;height:12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343150,12096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" path="m38100,l2343150,r,1209675l66675,1209675,28575,1123950r47625,-85725l19050,914400,133350,666750,,619125,142875,466725,28575,352425,161925,257175,28575,180975,66675,114300,38100,xe" strokecolor="#243f60 [1604]" strokeweight="2pt">
                <v:fill r:id="rId13" o:title="" recolor="t" rotate="t" type="frame"/>
                <v:shadow on="t" color="black" opacity="26214f" origin="-.5,-.5" offset=".74836mm,.74836mm"/>
                <v:path arrowok="t" o:connecttype="custom" o:connectlocs="42556,0;2617200,0;2617200,1530000;74473,1530000;31917,1421575;85112,1313150;21278,1156535;148946,843307;0,783071;159585,590315;31917,445748;180863,325276;31917,228898;74473,144567;42556,0" o:connectangles="0,0,0,0,0,0,0,0,0,0,0,0,0,0,0"/>
                <w10:anchorlock/>
              </v:shape>
            </w:pict>
          </mc:Fallback>
        </mc:AlternateContent>
      </w:r>
    </w:p>
    <w:sectPr w:rsidR="00CC0A2F" w:rsidSect="00AD6AC2">
      <w:footerReference w:type="default" r:id="rId14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2F" w:rsidRDefault="00CC0A2F" w:rsidP="00AD6AC2">
      <w:pPr>
        <w:spacing w:line="240" w:lineRule="auto"/>
      </w:pPr>
      <w:r>
        <w:separator/>
      </w:r>
    </w:p>
  </w:endnote>
  <w:endnote w:type="continuationSeparator" w:id="0">
    <w:p w:rsidR="00CC0A2F" w:rsidRDefault="00CC0A2F" w:rsidP="00AD6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2F" w:rsidRDefault="00CC0A2F">
    <w:pPr>
      <w:pStyle w:val="Fuzeile"/>
    </w:pPr>
    <w:fldSimple w:instr=" FILENAME   \* MERGEFORMAT ">
      <w:r>
        <w:rPr>
          <w:noProof/>
        </w:rPr>
        <w:t>Dokument1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2F" w:rsidRDefault="00CC0A2F" w:rsidP="00AD6AC2">
      <w:pPr>
        <w:spacing w:line="240" w:lineRule="auto"/>
      </w:pPr>
      <w:r>
        <w:separator/>
      </w:r>
    </w:p>
  </w:footnote>
  <w:footnote w:type="continuationSeparator" w:id="0">
    <w:p w:rsidR="00CC0A2F" w:rsidRDefault="00CC0A2F" w:rsidP="00AD6A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7B74"/>
    <w:multiLevelType w:val="hybridMultilevel"/>
    <w:tmpl w:val="D932F7CA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F96CD5"/>
    <w:multiLevelType w:val="hybridMultilevel"/>
    <w:tmpl w:val="D2D84964"/>
    <w:lvl w:ilvl="0" w:tplc="08070019">
      <w:start w:val="1"/>
      <w:numFmt w:val="lowerLette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345ED8"/>
    <w:multiLevelType w:val="hybridMultilevel"/>
    <w:tmpl w:val="904077F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D8"/>
    <w:rsid w:val="00061A80"/>
    <w:rsid w:val="002F1996"/>
    <w:rsid w:val="00360370"/>
    <w:rsid w:val="0065125F"/>
    <w:rsid w:val="00653ECB"/>
    <w:rsid w:val="008926D2"/>
    <w:rsid w:val="00983E33"/>
    <w:rsid w:val="00AD6AC2"/>
    <w:rsid w:val="00BD3082"/>
    <w:rsid w:val="00BE00D8"/>
    <w:rsid w:val="00CC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082"/>
    <w:pPr>
      <w:spacing w:before="80" w:after="80"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A80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943634" w:themeColor="accent2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0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0D8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E00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E00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BE00D8"/>
    <w:pPr>
      <w:ind w:left="720"/>
      <w:contextualSpacing/>
    </w:pPr>
  </w:style>
  <w:style w:type="table" w:styleId="Tabellenraster">
    <w:name w:val="Table Grid"/>
    <w:basedOn w:val="NormaleTabelle"/>
    <w:uiPriority w:val="59"/>
    <w:rsid w:val="00BE0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BE00D8"/>
    <w:rPr>
      <w:color w:val="808080"/>
    </w:rPr>
  </w:style>
  <w:style w:type="character" w:styleId="Buchtitel">
    <w:name w:val="Book Title"/>
    <w:basedOn w:val="Absatz-Standardschriftart"/>
    <w:uiPriority w:val="33"/>
    <w:qFormat/>
    <w:rsid w:val="00AD6AC2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D6A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6AC2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AD6A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6AC2"/>
    <w:rPr>
      <w:rFonts w:asciiTheme="minorHAnsi" w:hAnsiTheme="minorHAnsi"/>
    </w:rPr>
  </w:style>
  <w:style w:type="table" w:styleId="MittlereSchattierung1-Akzent1">
    <w:name w:val="Medium Shading 1 Accent 1"/>
    <w:basedOn w:val="NormaleTabelle"/>
    <w:uiPriority w:val="63"/>
    <w:rsid w:val="00061A8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teraturverzeichnis">
    <w:name w:val="Bibliography"/>
    <w:basedOn w:val="Standard"/>
    <w:next w:val="Standard"/>
    <w:uiPriority w:val="37"/>
    <w:unhideWhenUsed/>
    <w:rsid w:val="00061A80"/>
  </w:style>
  <w:style w:type="character" w:customStyle="1" w:styleId="berschrift1Zchn">
    <w:name w:val="Überschrift 1 Zchn"/>
    <w:basedOn w:val="Absatz-Standardschriftart"/>
    <w:link w:val="berschrift1"/>
    <w:uiPriority w:val="9"/>
    <w:rsid w:val="00061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082"/>
    <w:pPr>
      <w:spacing w:before="80" w:after="80"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A80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943634" w:themeColor="accent2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0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0D8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E00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E00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BE00D8"/>
    <w:pPr>
      <w:ind w:left="720"/>
      <w:contextualSpacing/>
    </w:pPr>
  </w:style>
  <w:style w:type="table" w:styleId="Tabellenraster">
    <w:name w:val="Table Grid"/>
    <w:basedOn w:val="NormaleTabelle"/>
    <w:uiPriority w:val="59"/>
    <w:rsid w:val="00BE0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BE00D8"/>
    <w:rPr>
      <w:color w:val="808080"/>
    </w:rPr>
  </w:style>
  <w:style w:type="character" w:styleId="Buchtitel">
    <w:name w:val="Book Title"/>
    <w:basedOn w:val="Absatz-Standardschriftart"/>
    <w:uiPriority w:val="33"/>
    <w:qFormat/>
    <w:rsid w:val="00AD6AC2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D6A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6AC2"/>
    <w:rPr>
      <w:rFonts w:asciiTheme="minorHAnsi" w:hAnsiTheme="minorHAnsi"/>
    </w:rPr>
  </w:style>
  <w:style w:type="paragraph" w:styleId="Fuzeile">
    <w:name w:val="footer"/>
    <w:basedOn w:val="Standard"/>
    <w:link w:val="FuzeileZchn"/>
    <w:uiPriority w:val="99"/>
    <w:unhideWhenUsed/>
    <w:rsid w:val="00AD6A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6AC2"/>
    <w:rPr>
      <w:rFonts w:asciiTheme="minorHAnsi" w:hAnsiTheme="minorHAnsi"/>
    </w:rPr>
  </w:style>
  <w:style w:type="table" w:styleId="MittlereSchattierung1-Akzent1">
    <w:name w:val="Medium Shading 1 Accent 1"/>
    <w:basedOn w:val="NormaleTabelle"/>
    <w:uiPriority w:val="63"/>
    <w:rsid w:val="00061A8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teraturverzeichnis">
    <w:name w:val="Bibliography"/>
    <w:basedOn w:val="Standard"/>
    <w:next w:val="Standard"/>
    <w:uiPriority w:val="37"/>
    <w:unhideWhenUsed/>
    <w:rsid w:val="00061A80"/>
  </w:style>
  <w:style w:type="character" w:customStyle="1" w:styleId="berschrift1Zchn">
    <w:name w:val="Überschrift 1 Zchn"/>
    <w:basedOn w:val="Absatz-Standardschriftart"/>
    <w:link w:val="berschrift1"/>
    <w:uiPriority w:val="9"/>
    <w:rsid w:val="00061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3.xsl" StyleName="Cluster 06 – Zitation 13">
  <b:Source>
    <b:Tag>Sch12</b:Tag>
    <b:SourceType>Book</b:SourceType>
    <b:Guid>{1986ACCC-11CD-4383-A429-D9A756A271EC}</b:Guid>
    <b:Title>TopTen Arbeitsheft</b:Title>
    <b:Year>2012</b:Year>
    <b:Author>
      <b:Author>
        <b:NameList>
          <b:Person>
            <b:Last>Schneider</b:Last>
            <b:First>Fredi</b:First>
          </b:Person>
        </b:NameList>
      </b:Author>
      <b:Editor>
        <b:NameList>
          <b:Person>
            <b:Last>Swissmem</b:Last>
            <b:First>Edition</b:First>
          </b:Person>
        </b:NameList>
      </b:Editor>
    </b:Author>
    <b:City>Winterthur</b:City>
    <b:Publisher>Swissmem</b:Publisher>
    <b:RefOrder>1</b:RefOrder>
  </b:Source>
</b:Sources>
</file>

<file path=customXml/itemProps1.xml><?xml version="1.0" encoding="utf-8"?>
<ds:datastoreItem xmlns:ds="http://schemas.openxmlformats.org/officeDocument/2006/customXml" ds:itemID="{1AB0BE66-5D27-4520-8B8C-8F93CEB4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AE876681.dotm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Lippuner Jürg</cp:lastModifiedBy>
  <cp:revision>2</cp:revision>
  <dcterms:created xsi:type="dcterms:W3CDTF">2013-09-18T13:15:00Z</dcterms:created>
  <dcterms:modified xsi:type="dcterms:W3CDTF">2013-09-18T13:15:00Z</dcterms:modified>
</cp:coreProperties>
</file>