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FF4795" w:rsidTr="00E60C4C">
        <w:trPr>
          <w:cantSplit/>
          <w:trHeight w:hRule="exact" w:val="5952"/>
        </w:trPr>
        <w:tc>
          <w:tcPr>
            <w:tcW w:w="8417" w:type="dxa"/>
            <w:vAlign w:val="center"/>
          </w:tcPr>
          <w:p w:rsidR="00693285" w:rsidRPr="00FF4795" w:rsidRDefault="00693285" w:rsidP="00E60C4C">
            <w:pPr>
              <w:spacing w:before="111" w:after="480"/>
              <w:ind w:left="567" w:right="258"/>
              <w:rPr>
                <w:b/>
                <w:sz w:val="72"/>
                <w:szCs w:val="52"/>
              </w:rPr>
            </w:pPr>
            <w:r w:rsidRPr="00FF4795">
              <w:rPr>
                <w:b/>
                <w:sz w:val="72"/>
                <w:szCs w:val="52"/>
              </w:rPr>
              <w:fldChar w:fldCharType="begin"/>
            </w:r>
            <w:r w:rsidRPr="00FF4795">
              <w:rPr>
                <w:b/>
                <w:sz w:val="72"/>
                <w:szCs w:val="52"/>
              </w:rPr>
              <w:instrText xml:space="preserve"> MERGEFIELD Name </w:instrText>
            </w:r>
            <w:r w:rsidRPr="00FF4795">
              <w:rPr>
                <w:b/>
                <w:sz w:val="72"/>
                <w:szCs w:val="52"/>
              </w:rPr>
              <w:fldChar w:fldCharType="separate"/>
            </w:r>
            <w:r w:rsidR="00B56DD0" w:rsidRPr="006A6736">
              <w:rPr>
                <w:b/>
                <w:noProof/>
                <w:sz w:val="72"/>
                <w:szCs w:val="52"/>
              </w:rPr>
              <w:t>CAMERON</w:t>
            </w:r>
            <w:r w:rsidRPr="00FF4795">
              <w:rPr>
                <w:b/>
                <w:sz w:val="72"/>
                <w:szCs w:val="52"/>
              </w:rPr>
              <w:fldChar w:fldCharType="end"/>
            </w:r>
            <w:bookmarkStart w:id="0" w:name="_GoBack"/>
            <w:bookmarkEnd w:id="0"/>
          </w:p>
          <w:p w:rsidR="00693285" w:rsidRPr="00E60C4C" w:rsidRDefault="00693285" w:rsidP="00E60C4C">
            <w:pPr>
              <w:tabs>
                <w:tab w:val="right" w:pos="7655"/>
              </w:tabs>
              <w:spacing w:before="111"/>
              <w:ind w:left="3828" w:right="258" w:hanging="3261"/>
              <w:rPr>
                <w:b/>
                <w:szCs w:val="52"/>
              </w:rPr>
            </w:pPr>
            <w:r w:rsidRPr="00FF4795">
              <w:rPr>
                <w:szCs w:val="52"/>
              </w:rPr>
              <w:t>Milchleistung</w:t>
            </w:r>
            <w:r w:rsidRPr="00FF4795">
              <w:rPr>
                <w:szCs w:val="52"/>
              </w:rPr>
              <w:tab/>
            </w:r>
            <w:r w:rsidRPr="00E60C4C">
              <w:rPr>
                <w:b/>
                <w:szCs w:val="52"/>
              </w:rPr>
              <w:fldChar w:fldCharType="begin"/>
            </w:r>
            <w:r w:rsidRPr="00E60C4C">
              <w:rPr>
                <w:b/>
                <w:szCs w:val="52"/>
              </w:rPr>
              <w:instrText xml:space="preserve"> MERGEFIELD Milch_kg \# "#</w:instrText>
            </w:r>
            <w:r>
              <w:rPr>
                <w:b/>
                <w:szCs w:val="52"/>
              </w:rPr>
              <w:instrText> </w:instrText>
            </w:r>
            <w:r w:rsidRPr="00E60C4C">
              <w:rPr>
                <w:b/>
                <w:szCs w:val="52"/>
              </w:rPr>
              <w:instrText>##0</w:instrText>
            </w:r>
            <w:r>
              <w:rPr>
                <w:b/>
                <w:szCs w:val="52"/>
              </w:rPr>
              <w:instrText>"</w:instrText>
            </w:r>
            <w:r w:rsidRPr="00E60C4C">
              <w:rPr>
                <w:b/>
                <w:szCs w:val="52"/>
              </w:rPr>
              <w:fldChar w:fldCharType="separate"/>
            </w:r>
            <w:r w:rsidR="00B56DD0">
              <w:rPr>
                <w:b/>
                <w:noProof/>
                <w:szCs w:val="52"/>
              </w:rPr>
              <w:t>53 732</w:t>
            </w:r>
            <w:r w:rsidRPr="00E60C4C">
              <w:rPr>
                <w:b/>
                <w:szCs w:val="52"/>
              </w:rPr>
              <w:fldChar w:fldCharType="end"/>
            </w:r>
            <w:r w:rsidRPr="00E60C4C">
              <w:rPr>
                <w:b/>
                <w:szCs w:val="52"/>
              </w:rPr>
              <w:t xml:space="preserve"> kg</w:t>
            </w:r>
            <w:r w:rsidRPr="00E60C4C">
              <w:rPr>
                <w:b/>
                <w:szCs w:val="52"/>
              </w:rPr>
              <w:tab/>
            </w:r>
            <w:r>
              <w:fldChar w:fldCharType="begin"/>
            </w:r>
            <w:r>
              <w:instrText xml:space="preserve"> IF </w:instrText>
            </w:r>
            <w:r w:rsidR="00401ABE">
              <w:fldChar w:fldCharType="begin"/>
            </w:r>
            <w:r w:rsidR="00401ABE">
              <w:instrText xml:space="preserve"> MERGEFIELD Milch_kg </w:instrText>
            </w:r>
            <w:r w:rsidR="00401ABE">
              <w:fldChar w:fldCharType="separate"/>
            </w:r>
            <w:r w:rsidR="00B56DD0">
              <w:rPr>
                <w:noProof/>
              </w:rPr>
              <w:instrText>53732</w:instrText>
            </w:r>
            <w:r w:rsidR="00401ABE">
              <w:rPr>
                <w:noProof/>
              </w:rPr>
              <w:fldChar w:fldCharType="end"/>
            </w:r>
            <w:r>
              <w:instrText xml:space="preserve"> &gt; 75000 "!!!" "" </w:instrText>
            </w:r>
            <w: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Geboren am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Geburtsdatum </w:instrText>
            </w:r>
            <w:r>
              <w:rPr>
                <w:szCs w:val="52"/>
              </w:rPr>
              <w:instrText>\@ "d. MMMM yyyy"</w:instrText>
            </w:r>
            <w:r w:rsidRPr="00FF4795">
              <w:rPr>
                <w:szCs w:val="52"/>
              </w:rPr>
              <w:fldChar w:fldCharType="separate"/>
            </w:r>
            <w:r w:rsidR="00B56DD0">
              <w:rPr>
                <w:noProof/>
                <w:szCs w:val="52"/>
              </w:rPr>
              <w:t>5. Februar 2010</w:t>
            </w:r>
            <w:r w:rsidRPr="00FF4795">
              <w:rPr>
                <w:szCs w:val="52"/>
              </w:rP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Vater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Vater </w:instrText>
            </w:r>
            <w:r w:rsidRPr="00FF4795">
              <w:rPr>
                <w:szCs w:val="52"/>
              </w:rPr>
              <w:fldChar w:fldCharType="separate"/>
            </w:r>
            <w:r w:rsidR="00B56DD0" w:rsidRPr="006A6736">
              <w:rPr>
                <w:noProof/>
                <w:szCs w:val="52"/>
              </w:rPr>
              <w:t>ETVEI</w:t>
            </w:r>
            <w:r w:rsidRPr="00FF4795">
              <w:rPr>
                <w:szCs w:val="52"/>
              </w:rP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Mutter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Mutter </w:instrText>
            </w:r>
            <w:r w:rsidRPr="00FF4795">
              <w:rPr>
                <w:szCs w:val="52"/>
              </w:rPr>
              <w:fldChar w:fldCharType="separate"/>
            </w:r>
            <w:r w:rsidR="00B56DD0" w:rsidRPr="006A6736">
              <w:rPr>
                <w:noProof/>
                <w:szCs w:val="52"/>
              </w:rPr>
              <w:t>CARLA</w:t>
            </w:r>
            <w:r w:rsidRPr="00FF4795">
              <w:rPr>
                <w:szCs w:val="52"/>
              </w:rPr>
              <w:fldChar w:fldCharType="end"/>
            </w:r>
          </w:p>
        </w:tc>
        <w:tc>
          <w:tcPr>
            <w:tcW w:w="8417" w:type="dxa"/>
            <w:vAlign w:val="center"/>
          </w:tcPr>
          <w:p w:rsidR="00693285" w:rsidRPr="00FF4795" w:rsidRDefault="00693285" w:rsidP="00E60C4C">
            <w:pPr>
              <w:spacing w:before="111" w:after="480"/>
              <w:ind w:left="567" w:right="258"/>
              <w:rPr>
                <w:b/>
                <w:sz w:val="72"/>
                <w:szCs w:val="52"/>
              </w:rPr>
            </w:pPr>
            <w:r>
              <w:rPr>
                <w:b/>
                <w:sz w:val="72"/>
                <w:szCs w:val="52"/>
              </w:rPr>
              <w:fldChar w:fldCharType="begin"/>
            </w:r>
            <w:r>
              <w:rPr>
                <w:b/>
                <w:sz w:val="72"/>
                <w:szCs w:val="52"/>
              </w:rPr>
              <w:instrText xml:space="preserve"> NEXT </w:instrText>
            </w:r>
            <w:r>
              <w:rPr>
                <w:b/>
                <w:sz w:val="72"/>
                <w:szCs w:val="52"/>
              </w:rPr>
              <w:fldChar w:fldCharType="end"/>
            </w:r>
            <w:r w:rsidRPr="00FF4795">
              <w:rPr>
                <w:b/>
                <w:sz w:val="72"/>
                <w:szCs w:val="52"/>
              </w:rPr>
              <w:fldChar w:fldCharType="begin"/>
            </w:r>
            <w:r w:rsidRPr="00FF4795">
              <w:rPr>
                <w:b/>
                <w:sz w:val="72"/>
                <w:szCs w:val="52"/>
              </w:rPr>
              <w:instrText xml:space="preserve"> MERGEFIELD Name </w:instrText>
            </w:r>
            <w:r w:rsidRPr="00FF4795">
              <w:rPr>
                <w:b/>
                <w:sz w:val="72"/>
                <w:szCs w:val="52"/>
              </w:rPr>
              <w:fldChar w:fldCharType="separate"/>
            </w:r>
            <w:r w:rsidR="00B56DD0" w:rsidRPr="006A6736">
              <w:rPr>
                <w:b/>
                <w:noProof/>
                <w:sz w:val="72"/>
                <w:szCs w:val="52"/>
              </w:rPr>
              <w:t>CANDY</w:t>
            </w:r>
            <w:r w:rsidRPr="00FF4795">
              <w:rPr>
                <w:b/>
                <w:sz w:val="72"/>
                <w:szCs w:val="52"/>
              </w:rPr>
              <w:fldChar w:fldCharType="end"/>
            </w:r>
          </w:p>
          <w:p w:rsidR="00693285" w:rsidRPr="00E60C4C" w:rsidRDefault="00693285" w:rsidP="00E60C4C">
            <w:pPr>
              <w:tabs>
                <w:tab w:val="right" w:pos="7655"/>
              </w:tabs>
              <w:spacing w:before="111"/>
              <w:ind w:left="3828" w:right="258" w:hanging="3261"/>
              <w:rPr>
                <w:b/>
                <w:szCs w:val="52"/>
              </w:rPr>
            </w:pPr>
            <w:r w:rsidRPr="00FF4795">
              <w:rPr>
                <w:szCs w:val="52"/>
              </w:rPr>
              <w:t>Milchleistung</w:t>
            </w:r>
            <w:r w:rsidRPr="00FF4795">
              <w:rPr>
                <w:szCs w:val="52"/>
              </w:rPr>
              <w:tab/>
            </w:r>
            <w:r w:rsidRPr="00E60C4C">
              <w:rPr>
                <w:b/>
                <w:szCs w:val="52"/>
              </w:rPr>
              <w:fldChar w:fldCharType="begin"/>
            </w:r>
            <w:r w:rsidRPr="00E60C4C">
              <w:rPr>
                <w:b/>
                <w:szCs w:val="52"/>
              </w:rPr>
              <w:instrText xml:space="preserve"> MERGEFIELD Milch_kg \# "#</w:instrText>
            </w:r>
            <w:r>
              <w:rPr>
                <w:b/>
                <w:szCs w:val="52"/>
              </w:rPr>
              <w:instrText> </w:instrText>
            </w:r>
            <w:r w:rsidRPr="00E60C4C">
              <w:rPr>
                <w:b/>
                <w:szCs w:val="52"/>
              </w:rPr>
              <w:instrText>##0</w:instrText>
            </w:r>
            <w:r>
              <w:rPr>
                <w:b/>
                <w:szCs w:val="52"/>
              </w:rPr>
              <w:instrText>"</w:instrText>
            </w:r>
            <w:r w:rsidRPr="00E60C4C">
              <w:rPr>
                <w:b/>
                <w:szCs w:val="52"/>
              </w:rPr>
              <w:fldChar w:fldCharType="separate"/>
            </w:r>
            <w:r w:rsidR="00B56DD0">
              <w:rPr>
                <w:b/>
                <w:noProof/>
                <w:szCs w:val="52"/>
              </w:rPr>
              <w:t>39 809</w:t>
            </w:r>
            <w:r w:rsidRPr="00E60C4C">
              <w:rPr>
                <w:b/>
                <w:szCs w:val="52"/>
              </w:rPr>
              <w:fldChar w:fldCharType="end"/>
            </w:r>
            <w:r w:rsidRPr="00E60C4C">
              <w:rPr>
                <w:b/>
                <w:szCs w:val="52"/>
              </w:rPr>
              <w:t xml:space="preserve"> kg</w:t>
            </w:r>
            <w:r w:rsidRPr="00E60C4C">
              <w:rPr>
                <w:b/>
                <w:szCs w:val="52"/>
              </w:rPr>
              <w:tab/>
            </w:r>
            <w:r>
              <w:fldChar w:fldCharType="begin"/>
            </w:r>
            <w:r>
              <w:instrText xml:space="preserve"> IF </w:instrText>
            </w:r>
            <w:r w:rsidR="00401ABE">
              <w:fldChar w:fldCharType="begin"/>
            </w:r>
            <w:r w:rsidR="00401ABE">
              <w:instrText xml:space="preserve"> MERGEFIELD Milch_kg </w:instrText>
            </w:r>
            <w:r w:rsidR="00401ABE">
              <w:fldChar w:fldCharType="separate"/>
            </w:r>
            <w:r w:rsidR="00B56DD0">
              <w:rPr>
                <w:noProof/>
              </w:rPr>
              <w:instrText>39809</w:instrText>
            </w:r>
            <w:r w:rsidR="00401ABE">
              <w:rPr>
                <w:noProof/>
              </w:rPr>
              <w:fldChar w:fldCharType="end"/>
            </w:r>
            <w:r>
              <w:instrText xml:space="preserve"> &gt; 75000 "!!!" "" </w:instrText>
            </w:r>
            <w: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Geboren am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Geburtsdatum </w:instrText>
            </w:r>
            <w:r>
              <w:rPr>
                <w:szCs w:val="52"/>
              </w:rPr>
              <w:instrText>\@ "d. MMMM yyyy"</w:instrText>
            </w:r>
            <w:r w:rsidRPr="00FF4795">
              <w:rPr>
                <w:szCs w:val="52"/>
              </w:rPr>
              <w:fldChar w:fldCharType="separate"/>
            </w:r>
            <w:r w:rsidR="00B56DD0">
              <w:rPr>
                <w:noProof/>
                <w:szCs w:val="52"/>
              </w:rPr>
              <w:t>4. Mai 2011</w:t>
            </w:r>
            <w:r w:rsidRPr="00FF4795">
              <w:rPr>
                <w:szCs w:val="52"/>
              </w:rP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Vater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Vater </w:instrText>
            </w:r>
            <w:r w:rsidRPr="00FF4795">
              <w:rPr>
                <w:szCs w:val="52"/>
              </w:rPr>
              <w:fldChar w:fldCharType="separate"/>
            </w:r>
            <w:r w:rsidR="00B56DD0" w:rsidRPr="006A6736">
              <w:rPr>
                <w:noProof/>
                <w:szCs w:val="52"/>
              </w:rPr>
              <w:t>PIXTON</w:t>
            </w:r>
            <w:r w:rsidRPr="00FF4795">
              <w:rPr>
                <w:szCs w:val="52"/>
              </w:rP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Mutter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Mutter </w:instrText>
            </w:r>
            <w:r w:rsidRPr="00FF4795">
              <w:rPr>
                <w:szCs w:val="52"/>
              </w:rPr>
              <w:fldChar w:fldCharType="separate"/>
            </w:r>
            <w:r w:rsidR="00B56DD0" w:rsidRPr="006A6736">
              <w:rPr>
                <w:noProof/>
                <w:szCs w:val="52"/>
              </w:rPr>
              <w:t>CINDY</w:t>
            </w:r>
            <w:r w:rsidRPr="00FF4795">
              <w:rPr>
                <w:szCs w:val="52"/>
              </w:rPr>
              <w:fldChar w:fldCharType="end"/>
            </w:r>
          </w:p>
        </w:tc>
      </w:tr>
      <w:tr w:rsidR="00FF4795" w:rsidTr="00E60C4C">
        <w:trPr>
          <w:cantSplit/>
          <w:trHeight w:hRule="exact" w:val="5952"/>
        </w:trPr>
        <w:tc>
          <w:tcPr>
            <w:tcW w:w="8417" w:type="dxa"/>
            <w:vAlign w:val="center"/>
          </w:tcPr>
          <w:p w:rsidR="00693285" w:rsidRPr="00FF4795" w:rsidRDefault="00693285" w:rsidP="00E60C4C">
            <w:pPr>
              <w:spacing w:before="111" w:after="480"/>
              <w:ind w:left="567" w:right="258"/>
              <w:rPr>
                <w:b/>
                <w:sz w:val="72"/>
                <w:szCs w:val="52"/>
              </w:rPr>
            </w:pPr>
            <w:r>
              <w:rPr>
                <w:b/>
                <w:sz w:val="72"/>
                <w:szCs w:val="52"/>
              </w:rPr>
              <w:fldChar w:fldCharType="begin"/>
            </w:r>
            <w:r>
              <w:rPr>
                <w:b/>
                <w:sz w:val="72"/>
                <w:szCs w:val="52"/>
              </w:rPr>
              <w:instrText xml:space="preserve"> NEXT </w:instrText>
            </w:r>
            <w:r>
              <w:rPr>
                <w:b/>
                <w:sz w:val="72"/>
                <w:szCs w:val="52"/>
              </w:rPr>
              <w:fldChar w:fldCharType="end"/>
            </w:r>
            <w:r w:rsidRPr="00FF4795">
              <w:rPr>
                <w:b/>
                <w:sz w:val="72"/>
                <w:szCs w:val="52"/>
              </w:rPr>
              <w:fldChar w:fldCharType="begin"/>
            </w:r>
            <w:r w:rsidRPr="00FF4795">
              <w:rPr>
                <w:b/>
                <w:sz w:val="72"/>
                <w:szCs w:val="52"/>
              </w:rPr>
              <w:instrText xml:space="preserve"> MERGEFIELD Name </w:instrText>
            </w:r>
            <w:r w:rsidRPr="00FF4795">
              <w:rPr>
                <w:b/>
                <w:sz w:val="72"/>
                <w:szCs w:val="52"/>
              </w:rPr>
              <w:fldChar w:fldCharType="separate"/>
            </w:r>
            <w:r w:rsidR="00B56DD0" w:rsidRPr="006A6736">
              <w:rPr>
                <w:b/>
                <w:noProof/>
                <w:sz w:val="72"/>
                <w:szCs w:val="52"/>
              </w:rPr>
              <w:t>CARLA</w:t>
            </w:r>
            <w:r w:rsidRPr="00FF4795">
              <w:rPr>
                <w:b/>
                <w:sz w:val="72"/>
                <w:szCs w:val="52"/>
              </w:rPr>
              <w:fldChar w:fldCharType="end"/>
            </w:r>
          </w:p>
          <w:p w:rsidR="00693285" w:rsidRPr="00E60C4C" w:rsidRDefault="00693285" w:rsidP="00E60C4C">
            <w:pPr>
              <w:tabs>
                <w:tab w:val="right" w:pos="7655"/>
              </w:tabs>
              <w:spacing w:before="111"/>
              <w:ind w:left="3828" w:right="258" w:hanging="3261"/>
              <w:rPr>
                <w:b/>
                <w:szCs w:val="52"/>
              </w:rPr>
            </w:pPr>
            <w:r w:rsidRPr="00FF4795">
              <w:rPr>
                <w:szCs w:val="52"/>
              </w:rPr>
              <w:t>Milchleistung</w:t>
            </w:r>
            <w:r w:rsidRPr="00FF4795">
              <w:rPr>
                <w:szCs w:val="52"/>
              </w:rPr>
              <w:tab/>
            </w:r>
            <w:r w:rsidRPr="00E60C4C">
              <w:rPr>
                <w:b/>
                <w:szCs w:val="52"/>
              </w:rPr>
              <w:fldChar w:fldCharType="begin"/>
            </w:r>
            <w:r w:rsidRPr="00E60C4C">
              <w:rPr>
                <w:b/>
                <w:szCs w:val="52"/>
              </w:rPr>
              <w:instrText xml:space="preserve"> MERGEFIELD Milch_kg \# "#</w:instrText>
            </w:r>
            <w:r>
              <w:rPr>
                <w:b/>
                <w:szCs w:val="52"/>
              </w:rPr>
              <w:instrText> </w:instrText>
            </w:r>
            <w:r w:rsidRPr="00E60C4C">
              <w:rPr>
                <w:b/>
                <w:szCs w:val="52"/>
              </w:rPr>
              <w:instrText>##0</w:instrText>
            </w:r>
            <w:r>
              <w:rPr>
                <w:b/>
                <w:szCs w:val="52"/>
              </w:rPr>
              <w:instrText>"</w:instrText>
            </w:r>
            <w:r w:rsidRPr="00E60C4C">
              <w:rPr>
                <w:b/>
                <w:szCs w:val="52"/>
              </w:rPr>
              <w:fldChar w:fldCharType="separate"/>
            </w:r>
            <w:r w:rsidR="00B56DD0">
              <w:rPr>
                <w:b/>
                <w:noProof/>
                <w:szCs w:val="52"/>
              </w:rPr>
              <w:t>9 902</w:t>
            </w:r>
            <w:r w:rsidRPr="00E60C4C">
              <w:rPr>
                <w:b/>
                <w:szCs w:val="52"/>
              </w:rPr>
              <w:fldChar w:fldCharType="end"/>
            </w:r>
            <w:r w:rsidRPr="00E60C4C">
              <w:rPr>
                <w:b/>
                <w:szCs w:val="52"/>
              </w:rPr>
              <w:t xml:space="preserve"> kg</w:t>
            </w:r>
            <w:r w:rsidRPr="00E60C4C">
              <w:rPr>
                <w:b/>
                <w:szCs w:val="52"/>
              </w:rPr>
              <w:tab/>
            </w:r>
            <w:r>
              <w:fldChar w:fldCharType="begin"/>
            </w:r>
            <w:r>
              <w:instrText xml:space="preserve"> IF </w:instrText>
            </w:r>
            <w:r w:rsidR="00401ABE">
              <w:fldChar w:fldCharType="begin"/>
            </w:r>
            <w:r w:rsidR="00401ABE">
              <w:instrText xml:space="preserve"> MERGEFIELD Milch_kg </w:instrText>
            </w:r>
            <w:r w:rsidR="00401ABE">
              <w:fldChar w:fldCharType="separate"/>
            </w:r>
            <w:r w:rsidR="00B56DD0">
              <w:rPr>
                <w:noProof/>
              </w:rPr>
              <w:instrText>9902</w:instrText>
            </w:r>
            <w:r w:rsidR="00401ABE">
              <w:rPr>
                <w:noProof/>
              </w:rPr>
              <w:fldChar w:fldCharType="end"/>
            </w:r>
            <w:r>
              <w:instrText xml:space="preserve"> &gt; 75000 "!!!" "" </w:instrText>
            </w:r>
            <w: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Geboren am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Geburtsdatum </w:instrText>
            </w:r>
            <w:r>
              <w:rPr>
                <w:szCs w:val="52"/>
              </w:rPr>
              <w:instrText>\@ "d. MMMM yyyy"</w:instrText>
            </w:r>
            <w:r w:rsidRPr="00FF4795">
              <w:rPr>
                <w:szCs w:val="52"/>
              </w:rPr>
              <w:fldChar w:fldCharType="separate"/>
            </w:r>
            <w:r w:rsidR="00B56DD0">
              <w:rPr>
                <w:noProof/>
                <w:szCs w:val="52"/>
              </w:rPr>
              <w:t>8. Januar 2014</w:t>
            </w:r>
            <w:r w:rsidRPr="00FF4795">
              <w:rPr>
                <w:szCs w:val="52"/>
              </w:rP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Vater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Vater </w:instrText>
            </w:r>
            <w:r w:rsidRPr="00FF4795">
              <w:rPr>
                <w:szCs w:val="52"/>
              </w:rPr>
              <w:fldChar w:fldCharType="separate"/>
            </w:r>
            <w:r w:rsidR="00B56DD0" w:rsidRPr="006A6736">
              <w:rPr>
                <w:noProof/>
                <w:szCs w:val="52"/>
              </w:rPr>
              <w:t>VASIR</w:t>
            </w:r>
            <w:r w:rsidRPr="00FF4795">
              <w:rPr>
                <w:szCs w:val="52"/>
              </w:rP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Mutter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Mutter </w:instrText>
            </w:r>
            <w:r w:rsidRPr="00FF4795">
              <w:rPr>
                <w:szCs w:val="52"/>
              </w:rPr>
              <w:fldChar w:fldCharType="separate"/>
            </w:r>
            <w:r w:rsidR="00B56DD0" w:rsidRPr="006A6736">
              <w:rPr>
                <w:noProof/>
                <w:szCs w:val="52"/>
              </w:rPr>
              <w:t>CANDY</w:t>
            </w:r>
            <w:r w:rsidRPr="00FF4795">
              <w:rPr>
                <w:szCs w:val="52"/>
              </w:rPr>
              <w:fldChar w:fldCharType="end"/>
            </w:r>
          </w:p>
        </w:tc>
        <w:tc>
          <w:tcPr>
            <w:tcW w:w="8417" w:type="dxa"/>
            <w:vAlign w:val="center"/>
          </w:tcPr>
          <w:p w:rsidR="00693285" w:rsidRPr="00FF4795" w:rsidRDefault="00693285" w:rsidP="00E60C4C">
            <w:pPr>
              <w:spacing w:before="111" w:after="480"/>
              <w:ind w:left="567" w:right="258"/>
              <w:rPr>
                <w:b/>
                <w:sz w:val="72"/>
                <w:szCs w:val="52"/>
              </w:rPr>
            </w:pPr>
            <w:r>
              <w:rPr>
                <w:b/>
                <w:sz w:val="72"/>
                <w:szCs w:val="52"/>
              </w:rPr>
              <w:fldChar w:fldCharType="begin"/>
            </w:r>
            <w:r>
              <w:rPr>
                <w:b/>
                <w:sz w:val="72"/>
                <w:szCs w:val="52"/>
              </w:rPr>
              <w:instrText xml:space="preserve"> NEXT </w:instrText>
            </w:r>
            <w:r>
              <w:rPr>
                <w:b/>
                <w:sz w:val="72"/>
                <w:szCs w:val="52"/>
              </w:rPr>
              <w:fldChar w:fldCharType="end"/>
            </w:r>
            <w:r w:rsidRPr="00FF4795">
              <w:rPr>
                <w:b/>
                <w:sz w:val="72"/>
                <w:szCs w:val="52"/>
              </w:rPr>
              <w:fldChar w:fldCharType="begin"/>
            </w:r>
            <w:r w:rsidRPr="00FF4795">
              <w:rPr>
                <w:b/>
                <w:sz w:val="72"/>
                <w:szCs w:val="52"/>
              </w:rPr>
              <w:instrText xml:space="preserve"> MERGEFIELD Name </w:instrText>
            </w:r>
            <w:r w:rsidRPr="00FF4795">
              <w:rPr>
                <w:b/>
                <w:sz w:val="72"/>
                <w:szCs w:val="52"/>
              </w:rPr>
              <w:fldChar w:fldCharType="separate"/>
            </w:r>
            <w:r w:rsidR="00B56DD0" w:rsidRPr="006A6736">
              <w:rPr>
                <w:b/>
                <w:noProof/>
                <w:sz w:val="72"/>
                <w:szCs w:val="52"/>
              </w:rPr>
              <w:t>CARLA</w:t>
            </w:r>
            <w:r w:rsidRPr="00FF4795">
              <w:rPr>
                <w:b/>
                <w:sz w:val="72"/>
                <w:szCs w:val="52"/>
              </w:rPr>
              <w:fldChar w:fldCharType="end"/>
            </w:r>
          </w:p>
          <w:p w:rsidR="00693285" w:rsidRPr="00E60C4C" w:rsidRDefault="00693285" w:rsidP="00E60C4C">
            <w:pPr>
              <w:tabs>
                <w:tab w:val="right" w:pos="7655"/>
              </w:tabs>
              <w:spacing w:before="111"/>
              <w:ind w:left="3828" w:right="258" w:hanging="3261"/>
              <w:rPr>
                <w:b/>
                <w:szCs w:val="52"/>
              </w:rPr>
            </w:pPr>
            <w:r w:rsidRPr="00FF4795">
              <w:rPr>
                <w:szCs w:val="52"/>
              </w:rPr>
              <w:t>Milchleistung</w:t>
            </w:r>
            <w:r w:rsidRPr="00FF4795">
              <w:rPr>
                <w:szCs w:val="52"/>
              </w:rPr>
              <w:tab/>
            </w:r>
            <w:r w:rsidRPr="00E60C4C">
              <w:rPr>
                <w:b/>
                <w:szCs w:val="52"/>
              </w:rPr>
              <w:fldChar w:fldCharType="begin"/>
            </w:r>
            <w:r w:rsidRPr="00E60C4C">
              <w:rPr>
                <w:b/>
                <w:szCs w:val="52"/>
              </w:rPr>
              <w:instrText xml:space="preserve"> MERGEFIELD Milch_kg \# "#</w:instrText>
            </w:r>
            <w:r>
              <w:rPr>
                <w:b/>
                <w:szCs w:val="52"/>
              </w:rPr>
              <w:instrText> </w:instrText>
            </w:r>
            <w:r w:rsidRPr="00E60C4C">
              <w:rPr>
                <w:b/>
                <w:szCs w:val="52"/>
              </w:rPr>
              <w:instrText>##0</w:instrText>
            </w:r>
            <w:r>
              <w:rPr>
                <w:b/>
                <w:szCs w:val="52"/>
              </w:rPr>
              <w:instrText>"</w:instrText>
            </w:r>
            <w:r w:rsidRPr="00E60C4C">
              <w:rPr>
                <w:b/>
                <w:szCs w:val="52"/>
              </w:rPr>
              <w:fldChar w:fldCharType="separate"/>
            </w:r>
            <w:r w:rsidR="00B56DD0">
              <w:rPr>
                <w:b/>
                <w:noProof/>
                <w:szCs w:val="52"/>
              </w:rPr>
              <w:t>110 773</w:t>
            </w:r>
            <w:r w:rsidRPr="00E60C4C">
              <w:rPr>
                <w:b/>
                <w:szCs w:val="52"/>
              </w:rPr>
              <w:fldChar w:fldCharType="end"/>
            </w:r>
            <w:r w:rsidRPr="00E60C4C">
              <w:rPr>
                <w:b/>
                <w:szCs w:val="52"/>
              </w:rPr>
              <w:t xml:space="preserve"> kg</w:t>
            </w:r>
            <w:r w:rsidRPr="00E60C4C">
              <w:rPr>
                <w:b/>
                <w:szCs w:val="52"/>
              </w:rPr>
              <w:tab/>
            </w:r>
            <w:r>
              <w:fldChar w:fldCharType="begin"/>
            </w:r>
            <w:r>
              <w:instrText xml:space="preserve"> IF </w:instrText>
            </w:r>
            <w:r w:rsidR="00401ABE">
              <w:fldChar w:fldCharType="begin"/>
            </w:r>
            <w:r w:rsidR="00401ABE">
              <w:instrText xml:space="preserve"> MERGEFIELD Milch_kg </w:instrText>
            </w:r>
            <w:r w:rsidR="00401ABE">
              <w:fldChar w:fldCharType="separate"/>
            </w:r>
            <w:r w:rsidR="00B56DD0">
              <w:rPr>
                <w:noProof/>
              </w:rPr>
              <w:instrText>110773</w:instrText>
            </w:r>
            <w:r w:rsidR="00401ABE">
              <w:rPr>
                <w:noProof/>
              </w:rPr>
              <w:fldChar w:fldCharType="end"/>
            </w:r>
            <w:r>
              <w:instrText xml:space="preserve"> &gt; 75000 "!!!" "" </w:instrText>
            </w:r>
            <w:r>
              <w:fldChar w:fldCharType="separate"/>
            </w:r>
            <w:r w:rsidR="00B56DD0">
              <w:rPr>
                <w:noProof/>
              </w:rPr>
              <w:t>!!!</w:t>
            </w:r>
            <w: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Geboren am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Geburtsdatum </w:instrText>
            </w:r>
            <w:r>
              <w:rPr>
                <w:szCs w:val="52"/>
              </w:rPr>
              <w:instrText>\@ "d. MMMM yyyy"</w:instrText>
            </w:r>
            <w:r w:rsidRPr="00FF4795">
              <w:rPr>
                <w:szCs w:val="52"/>
              </w:rPr>
              <w:fldChar w:fldCharType="separate"/>
            </w:r>
            <w:r w:rsidR="00B56DD0">
              <w:rPr>
                <w:noProof/>
                <w:szCs w:val="52"/>
              </w:rPr>
              <w:t>20. September 2004</w:t>
            </w:r>
            <w:r w:rsidRPr="00FF4795">
              <w:rPr>
                <w:szCs w:val="52"/>
              </w:rP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Vater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Vater </w:instrText>
            </w:r>
            <w:r w:rsidRPr="00FF4795">
              <w:rPr>
                <w:szCs w:val="52"/>
              </w:rPr>
              <w:fldChar w:fldCharType="separate"/>
            </w:r>
            <w:r w:rsidR="00B56DD0" w:rsidRPr="006A6736">
              <w:rPr>
                <w:noProof/>
                <w:szCs w:val="52"/>
              </w:rPr>
              <w:t>CARLO</w:t>
            </w:r>
            <w:r w:rsidRPr="00FF4795">
              <w:rPr>
                <w:szCs w:val="52"/>
              </w:rPr>
              <w:fldChar w:fldCharType="end"/>
            </w:r>
          </w:p>
          <w:p w:rsidR="00693285" w:rsidRPr="00FF4795" w:rsidRDefault="00693285" w:rsidP="00E60C4C">
            <w:pPr>
              <w:spacing w:before="111"/>
              <w:ind w:left="3828" w:right="258" w:hanging="3261"/>
              <w:rPr>
                <w:szCs w:val="52"/>
              </w:rPr>
            </w:pPr>
            <w:r w:rsidRPr="00FF4795">
              <w:rPr>
                <w:szCs w:val="52"/>
              </w:rPr>
              <w:t>Mutter</w:t>
            </w:r>
            <w:r w:rsidRPr="00FF4795">
              <w:rPr>
                <w:szCs w:val="52"/>
              </w:rPr>
              <w:tab/>
            </w:r>
            <w:r w:rsidRPr="00FF4795">
              <w:rPr>
                <w:szCs w:val="52"/>
              </w:rPr>
              <w:fldChar w:fldCharType="begin"/>
            </w:r>
            <w:r w:rsidRPr="00FF4795">
              <w:rPr>
                <w:szCs w:val="52"/>
              </w:rPr>
              <w:instrText xml:space="preserve"> MERGEFIELD Mutter </w:instrText>
            </w:r>
            <w:r w:rsidRPr="00FF4795">
              <w:rPr>
                <w:szCs w:val="52"/>
              </w:rPr>
              <w:fldChar w:fldCharType="separate"/>
            </w:r>
            <w:r w:rsidR="00B56DD0" w:rsidRPr="006A6736">
              <w:rPr>
                <w:noProof/>
                <w:szCs w:val="52"/>
              </w:rPr>
              <w:t>BIONDA</w:t>
            </w:r>
            <w:r w:rsidRPr="00FF4795">
              <w:rPr>
                <w:szCs w:val="52"/>
              </w:rPr>
              <w:fldChar w:fldCharType="end"/>
            </w:r>
          </w:p>
        </w:tc>
      </w:tr>
    </w:tbl>
    <w:p w:rsidR="00FF4795" w:rsidRPr="00FF4795" w:rsidRDefault="00FF4795" w:rsidP="00FF4795">
      <w:pPr>
        <w:ind w:left="258" w:right="258"/>
        <w:rPr>
          <w:vanish/>
        </w:rPr>
      </w:pPr>
    </w:p>
    <w:sectPr w:rsidR="00FF4795" w:rsidRPr="00FF4795" w:rsidSect="00FF4795">
      <w:type w:val="continuous"/>
      <w:pgSz w:w="16837" w:h="11905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95"/>
    <w:rsid w:val="000635C7"/>
    <w:rsid w:val="001E7BBB"/>
    <w:rsid w:val="00261962"/>
    <w:rsid w:val="003326E8"/>
    <w:rsid w:val="0035651A"/>
    <w:rsid w:val="00401ABE"/>
    <w:rsid w:val="00420BD4"/>
    <w:rsid w:val="00490D57"/>
    <w:rsid w:val="00634E9E"/>
    <w:rsid w:val="00693285"/>
    <w:rsid w:val="007C45D5"/>
    <w:rsid w:val="008F0B3D"/>
    <w:rsid w:val="00AC7FF0"/>
    <w:rsid w:val="00B56DD0"/>
    <w:rsid w:val="00D912EB"/>
    <w:rsid w:val="00E60C4C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9B9E8E-2186-4134-B48C-EA5978EC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651A"/>
    <w:rPr>
      <w:sz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F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2016-11-12T08:49:00Z</dcterms:created>
  <dcterms:modified xsi:type="dcterms:W3CDTF">2017-03-08T18:58:00Z</dcterms:modified>
</cp:coreProperties>
</file>