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9D8" w:rsidRPr="00E91A90" w:rsidRDefault="00C479D8" w:rsidP="00E91A90">
      <w:bookmarkStart w:id="0" w:name="_GoBack"/>
      <w:bookmarkEnd w:id="0"/>
    </w:p>
    <w:sectPr w:rsidR="00C479D8" w:rsidRPr="00E91A90" w:rsidSect="00E91A90">
      <w:footerReference w:type="default" r:id="rId8"/>
      <w:headerReference w:type="first" r:id="rId9"/>
      <w:footnotePr>
        <w:numFmt w:val="chicago"/>
      </w:footnotePr>
      <w:pgSz w:w="11906" w:h="16838"/>
      <w:pgMar w:top="1701" w:right="851" w:bottom="851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4FE" w:rsidRDefault="00F454FE" w:rsidP="00C479D8">
      <w:pPr>
        <w:spacing w:after="0" w:line="240" w:lineRule="auto"/>
      </w:pPr>
      <w:r>
        <w:separator/>
      </w:r>
    </w:p>
  </w:endnote>
  <w:endnote w:type="continuationSeparator" w:id="0">
    <w:p w:rsidR="00F454FE" w:rsidRDefault="00F454FE" w:rsidP="00C47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 Light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72" w:rsidRDefault="007A2172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1A90">
      <w:rPr>
        <w:noProof/>
      </w:rPr>
      <w:t>2</w:t>
    </w:r>
    <w:r>
      <w:fldChar w:fldCharType="end"/>
    </w:r>
    <w:r>
      <w:t>/</w:t>
    </w:r>
    <w:fldSimple w:instr=" NUMPAGES   \* MERGEFORMAT ">
      <w:r w:rsidR="00E91A90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4FE" w:rsidRDefault="00F454FE" w:rsidP="00C479D8">
      <w:pPr>
        <w:spacing w:after="0" w:line="240" w:lineRule="auto"/>
      </w:pPr>
      <w:r>
        <w:separator/>
      </w:r>
    </w:p>
  </w:footnote>
  <w:footnote w:type="continuationSeparator" w:id="0">
    <w:p w:rsidR="00F454FE" w:rsidRDefault="00F454FE" w:rsidP="00C47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D8" w:rsidRDefault="00E91A90" w:rsidP="00E91A90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2DE0BC" wp14:editId="341338E1">
              <wp:simplePos x="0" y="0"/>
              <wp:positionH relativeFrom="margin">
                <wp:posOffset>5143500</wp:posOffset>
              </wp:positionH>
              <wp:positionV relativeFrom="page">
                <wp:posOffset>459105</wp:posOffset>
              </wp:positionV>
              <wp:extent cx="1644015" cy="428625"/>
              <wp:effectExtent l="0" t="0" r="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4015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1A90" w:rsidRPr="00365114" w:rsidRDefault="00E91A90" w:rsidP="00E91A90">
                          <w:pPr>
                            <w:spacing w:after="100"/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Monbijoustrasse 11</w:t>
                          </w:r>
                          <w:r w:rsidRPr="00365114"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br/>
                            <w:t>CH-</w:t>
                          </w:r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3001</w:t>
                          </w:r>
                          <w:r w:rsidRPr="00365114"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 xml:space="preserve">Bern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2DE0BC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05pt;margin-top:36.15pt;width:129.4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SmmgwIAAA8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" stroked="f">
              <v:textbox>
                <w:txbxContent>
                  <w:p w:rsidR="00E91A90" w:rsidRPr="00365114" w:rsidRDefault="00E91A90" w:rsidP="00E91A90">
                    <w:pPr>
                      <w:spacing w:after="100"/>
                      <w:rPr>
                        <w:rFonts w:ascii="Arial MT Light" w:hAnsi="Arial MT Light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 MT Light" w:hAnsi="Arial MT Light"/>
                        <w:sz w:val="14"/>
                        <w:szCs w:val="14"/>
                        <w:lang w:val="de-DE"/>
                      </w:rPr>
                      <w:t>Monbijoustrasse 11</w:t>
                    </w:r>
                    <w:r w:rsidRPr="00365114">
                      <w:rPr>
                        <w:rFonts w:ascii="Arial MT Light" w:hAnsi="Arial MT Light"/>
                        <w:sz w:val="14"/>
                        <w:szCs w:val="14"/>
                        <w:lang w:val="de-DE"/>
                      </w:rPr>
                      <w:br/>
                      <w:t>CH-</w:t>
                    </w:r>
                    <w:r>
                      <w:rPr>
                        <w:rFonts w:ascii="Arial MT Light" w:hAnsi="Arial MT Light"/>
                        <w:sz w:val="14"/>
                        <w:szCs w:val="14"/>
                        <w:lang w:val="de-DE"/>
                      </w:rPr>
                      <w:t>3001</w:t>
                    </w:r>
                    <w:r w:rsidRPr="00365114">
                      <w:rPr>
                        <w:rFonts w:ascii="Arial MT Light" w:hAnsi="Arial MT Light"/>
                        <w:sz w:val="14"/>
                        <w:szCs w:val="14"/>
                        <w:lang w:val="de-DE"/>
                      </w:rPr>
                      <w:t xml:space="preserve"> </w:t>
                    </w:r>
                    <w:r>
                      <w:rPr>
                        <w:rFonts w:ascii="Arial MT Light" w:hAnsi="Arial MT Light"/>
                        <w:sz w:val="14"/>
                        <w:szCs w:val="14"/>
                        <w:lang w:val="de-DE"/>
                      </w:rPr>
                      <w:t xml:space="preserve">Bern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479D8">
      <w:rPr>
        <w:noProof/>
        <w:lang w:eastAsia="de-CH"/>
      </w:rPr>
      <w:drawing>
        <wp:inline distT="0" distB="0" distL="0" distR="0" wp14:anchorId="586140E3" wp14:editId="26032533">
          <wp:extent cx="1375410" cy="222885"/>
          <wp:effectExtent l="0" t="0" r="0" b="5715"/>
          <wp:docPr id="2" name="Grafik 2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3FD6"/>
    <w:multiLevelType w:val="hybridMultilevel"/>
    <w:tmpl w:val="25C41D98"/>
    <w:lvl w:ilvl="0" w:tplc="2F6E0D58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A8D08D" w:themeColor="accent6" w:themeTint="99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3B"/>
    <w:rsid w:val="00120B07"/>
    <w:rsid w:val="00430C3B"/>
    <w:rsid w:val="00687EC7"/>
    <w:rsid w:val="006C49E4"/>
    <w:rsid w:val="0073546F"/>
    <w:rsid w:val="00743AE1"/>
    <w:rsid w:val="007A19D3"/>
    <w:rsid w:val="007A2172"/>
    <w:rsid w:val="00831F61"/>
    <w:rsid w:val="008C25B2"/>
    <w:rsid w:val="008D4EF9"/>
    <w:rsid w:val="00951148"/>
    <w:rsid w:val="00952E7A"/>
    <w:rsid w:val="00970B3F"/>
    <w:rsid w:val="009B6BE0"/>
    <w:rsid w:val="00BB5BDE"/>
    <w:rsid w:val="00C479D8"/>
    <w:rsid w:val="00CA1457"/>
    <w:rsid w:val="00E32750"/>
    <w:rsid w:val="00E91A90"/>
    <w:rsid w:val="00F4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45C252F"/>
  <w15:chartTrackingRefBased/>
  <w15:docId w15:val="{5EA640DD-7C28-43D3-8C1B-15854555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2172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79D8"/>
  </w:style>
  <w:style w:type="paragraph" w:styleId="Fuzeile">
    <w:name w:val="footer"/>
    <w:basedOn w:val="Standard"/>
    <w:link w:val="Fu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479D8"/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C479D8"/>
    <w:rPr>
      <w:color w:val="808080"/>
    </w:rPr>
  </w:style>
  <w:style w:type="table" w:styleId="Tabellenraster">
    <w:name w:val="Table Grid"/>
    <w:basedOn w:val="NormaleTabelle"/>
    <w:uiPriority w:val="39"/>
    <w:rsid w:val="00C47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7A2172"/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8D4EF9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52E7A"/>
    <w:pPr>
      <w:spacing w:after="660" w:line="240" w:lineRule="auto"/>
      <w:contextualSpacing/>
    </w:pPr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52E7A"/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A1457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A1457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A145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A1457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7A19D3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0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0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F688D-A826-4042-ABA0-274E5CCA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2016-08-21T13:02:00Z</dcterms:created>
  <dcterms:modified xsi:type="dcterms:W3CDTF">2016-08-21T13:04:00Z</dcterms:modified>
</cp:coreProperties>
</file>